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DD508" w14:textId="152258E8" w:rsidR="002A78AC" w:rsidRPr="002A78AC" w:rsidRDefault="002A78AC" w:rsidP="002A78AC">
      <w:pPr>
        <w:rPr>
          <w:b/>
          <w:sz w:val="28"/>
          <w:szCs w:val="28"/>
        </w:rPr>
      </w:pPr>
      <w:r w:rsidRPr="002A78AC">
        <w:rPr>
          <w:b/>
          <w:sz w:val="28"/>
          <w:szCs w:val="28"/>
        </w:rPr>
        <w:t xml:space="preserve">Solutions for Chapter 2: All </w:t>
      </w:r>
      <w:proofErr w:type="gramStart"/>
      <w:r w:rsidRPr="002A78AC">
        <w:rPr>
          <w:b/>
          <w:sz w:val="28"/>
          <w:szCs w:val="28"/>
        </w:rPr>
        <w:t>About</w:t>
      </w:r>
      <w:proofErr w:type="gramEnd"/>
      <w:r w:rsidRPr="002A78AC">
        <w:rPr>
          <w:b/>
          <w:sz w:val="28"/>
          <w:szCs w:val="28"/>
        </w:rPr>
        <w:t xml:space="preserve"> Motherboards</w:t>
      </w:r>
    </w:p>
    <w:p w14:paraId="28527B3C" w14:textId="77777777" w:rsidR="002A78AC" w:rsidRDefault="002A78AC" w:rsidP="002A78AC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>Lab Manual for A+ Guide to IT Technical Support</w:t>
      </w:r>
      <w:r>
        <w:rPr>
          <w:b/>
          <w:sz w:val="28"/>
          <w:szCs w:val="28"/>
        </w:rPr>
        <w:t xml:space="preserve"> (Comprehensive, 10</w:t>
      </w:r>
      <w:r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Edition), ISBN xxx-xxxxxxxxxx</w:t>
      </w:r>
    </w:p>
    <w:p w14:paraId="700429C0" w14:textId="0BF632B9" w:rsidR="00E70EEA" w:rsidRPr="00A86260" w:rsidRDefault="00E70EEA" w:rsidP="004825AC">
      <w:pPr>
        <w:pStyle w:val="HeadA"/>
        <w:keepNext w:val="0"/>
        <w:widowControl w:val="0"/>
        <w:rPr>
          <w:b/>
          <w:i/>
        </w:rPr>
      </w:pPr>
      <w:r w:rsidRPr="00A86260">
        <w:t xml:space="preserve">Lab </w:t>
      </w:r>
      <w:r w:rsidR="00B85CD8">
        <w:t>2.</w:t>
      </w:r>
      <w:r w:rsidRPr="00A86260">
        <w:t>1 Use the HW</w:t>
      </w:r>
      <w:r w:rsidR="003A235A">
        <w:t>i</w:t>
      </w:r>
      <w:r w:rsidRPr="00A86260">
        <w:t>NFO Hardware Information Utility</w:t>
      </w:r>
    </w:p>
    <w:p w14:paraId="5BA0267B" w14:textId="77777777" w:rsidR="00E70EEA" w:rsidRPr="00A86260" w:rsidRDefault="00E70EEA" w:rsidP="004825AC">
      <w:pPr>
        <w:pStyle w:val="HeadB"/>
        <w:keepNext w:val="0"/>
        <w:widowControl w:val="0"/>
        <w:rPr>
          <w:b/>
        </w:rPr>
      </w:pPr>
      <w:r w:rsidRPr="00A86260">
        <w:t>Review Questions</w:t>
      </w:r>
    </w:p>
    <w:p w14:paraId="77CB7D2B" w14:textId="77777777" w:rsidR="00E70EEA" w:rsidRPr="00A86260" w:rsidRDefault="00E70EEA" w:rsidP="004825AC">
      <w:pPr>
        <w:pStyle w:val="BasalText"/>
        <w:widowControl w:val="0"/>
        <w:numPr>
          <w:ilvl w:val="0"/>
          <w:numId w:val="14"/>
        </w:numPr>
        <w:ind w:left="360"/>
        <w:rPr>
          <w:rFonts w:ascii="Times" w:hAnsi="Times" w:cs="Times"/>
          <w:szCs w:val="24"/>
        </w:rPr>
      </w:pPr>
      <w:r w:rsidRPr="00C0593A">
        <w:t>List</w:t>
      </w:r>
      <w:r w:rsidRPr="00A86260">
        <w:rPr>
          <w:rFonts w:ascii="Times" w:hAnsi="Times" w:cs="Times"/>
          <w:bCs/>
          <w:szCs w:val="24"/>
        </w:rPr>
        <w:t xml:space="preserve"> three reasons you might use HWiNFO when troubleshooting or upgrading a </w:t>
      </w:r>
      <w:r w:rsidRPr="00A86260">
        <w:rPr>
          <w:rFonts w:ascii="Times" w:hAnsi="Times" w:cs="Times"/>
          <w:szCs w:val="24"/>
        </w:rPr>
        <w:t>computer:</w:t>
      </w:r>
    </w:p>
    <w:p w14:paraId="5F4C4856" w14:textId="4B6F8F32" w:rsidR="001A0050" w:rsidRDefault="00C0593A" w:rsidP="004825AC">
      <w:pPr>
        <w:pStyle w:val="BasalText"/>
        <w:widowControl w:val="0"/>
        <w:rPr>
          <w:color w:val="FF0000"/>
        </w:rPr>
      </w:pPr>
      <w:r w:rsidRPr="00C0593A">
        <w:rPr>
          <w:color w:val="FF0000"/>
        </w:rPr>
        <w:t>Answer: Answers will vary</w:t>
      </w:r>
      <w:r w:rsidR="001A0050">
        <w:rPr>
          <w:color w:val="FF0000"/>
        </w:rPr>
        <w:t>; here are some possibilities</w:t>
      </w:r>
      <w:r w:rsidRPr="00C0593A">
        <w:rPr>
          <w:color w:val="FF0000"/>
        </w:rPr>
        <w:t>:</w:t>
      </w:r>
    </w:p>
    <w:p w14:paraId="262E21F8" w14:textId="3F8E4CD2" w:rsidR="001A0050" w:rsidRDefault="001A0050" w:rsidP="00433E1D">
      <w:pPr>
        <w:pStyle w:val="BasalText"/>
        <w:widowControl w:val="0"/>
        <w:numPr>
          <w:ilvl w:val="0"/>
          <w:numId w:val="13"/>
        </w:numPr>
        <w:rPr>
          <w:color w:val="FF0000"/>
        </w:rPr>
      </w:pPr>
      <w:r w:rsidRPr="002A78AC">
        <w:rPr>
          <w:rFonts w:ascii="Times" w:hAnsi="Times" w:cs="Times"/>
          <w:bCs/>
          <w:color w:val="FF0000"/>
          <w:szCs w:val="24"/>
        </w:rPr>
        <w:t>You might use HWiNFO</w:t>
      </w:r>
      <w:r w:rsidRPr="002A78AC" w:rsidDel="001A0050">
        <w:rPr>
          <w:color w:val="FF0000"/>
        </w:rPr>
        <w:t xml:space="preserve"> </w:t>
      </w:r>
      <w:r>
        <w:rPr>
          <w:color w:val="FF0000"/>
        </w:rPr>
        <w:t xml:space="preserve">when </w:t>
      </w:r>
      <w:r w:rsidR="00C0593A" w:rsidRPr="00C0593A">
        <w:rPr>
          <w:color w:val="FF0000"/>
        </w:rPr>
        <w:t>you need to update video drivers and need to identify the video card in use.</w:t>
      </w:r>
    </w:p>
    <w:p w14:paraId="328C989A" w14:textId="5125DB05" w:rsidR="001A0050" w:rsidRDefault="0078781B" w:rsidP="00433E1D">
      <w:pPr>
        <w:pStyle w:val="BasalText"/>
        <w:widowControl w:val="0"/>
        <w:numPr>
          <w:ilvl w:val="0"/>
          <w:numId w:val="13"/>
        </w:numPr>
        <w:rPr>
          <w:color w:val="FF0000"/>
        </w:rPr>
      </w:pPr>
      <w:r>
        <w:rPr>
          <w:color w:val="FF0000"/>
        </w:rPr>
        <w:t xml:space="preserve">When you are having a problem with an onboard device and need to update BIOS/UEFI, you </w:t>
      </w:r>
      <w:r w:rsidR="001A0050">
        <w:rPr>
          <w:color w:val="FF0000"/>
        </w:rPr>
        <w:t xml:space="preserve">might </w:t>
      </w:r>
      <w:r>
        <w:rPr>
          <w:color w:val="FF0000"/>
        </w:rPr>
        <w:t>turn to HWiNFO for information about the current version of the firmware.</w:t>
      </w:r>
    </w:p>
    <w:p w14:paraId="22B21568" w14:textId="04E667AB" w:rsidR="00C0593A" w:rsidRPr="00C0593A" w:rsidRDefault="001A0050" w:rsidP="00433E1D">
      <w:pPr>
        <w:pStyle w:val="BasalText"/>
        <w:widowControl w:val="0"/>
        <w:numPr>
          <w:ilvl w:val="0"/>
          <w:numId w:val="13"/>
        </w:numPr>
        <w:rPr>
          <w:color w:val="FF0000"/>
        </w:rPr>
      </w:pPr>
      <w:r w:rsidRPr="002A78AC">
        <w:rPr>
          <w:rFonts w:ascii="Times" w:hAnsi="Times" w:cs="Times"/>
          <w:bCs/>
          <w:color w:val="FF0000"/>
          <w:szCs w:val="24"/>
        </w:rPr>
        <w:t>You might use HWiNFO</w:t>
      </w:r>
      <w:r w:rsidRPr="00C0593A" w:rsidDel="001A0050">
        <w:rPr>
          <w:color w:val="FF0000"/>
        </w:rPr>
        <w:t xml:space="preserve"> </w:t>
      </w:r>
      <w:r>
        <w:rPr>
          <w:color w:val="FF0000"/>
        </w:rPr>
        <w:t xml:space="preserve">when </w:t>
      </w:r>
      <w:r w:rsidR="0078781B">
        <w:rPr>
          <w:color w:val="FF0000"/>
        </w:rPr>
        <w:t>you need to download drivers for a laptop and need the model and serial numbers of the laptop.</w:t>
      </w:r>
    </w:p>
    <w:p w14:paraId="176878CE" w14:textId="1623C68B" w:rsidR="00E70EEA" w:rsidRPr="00A86260" w:rsidRDefault="0078781B" w:rsidP="004825AC">
      <w:pPr>
        <w:pStyle w:val="BasalText"/>
        <w:widowControl w:val="0"/>
        <w:numPr>
          <w:ilvl w:val="0"/>
          <w:numId w:val="14"/>
        </w:numPr>
        <w:ind w:left="360"/>
        <w:rPr>
          <w:rFonts w:ascii="Times" w:hAnsi="Times" w:cs="Times"/>
          <w:szCs w:val="24"/>
        </w:rPr>
      </w:pPr>
      <w:r>
        <w:t>You are considering upgrading memory on a laptop. What are three attributes of currently</w:t>
      </w:r>
      <w:r w:rsidR="001A0050">
        <w:t xml:space="preserve"> </w:t>
      </w:r>
      <w:r>
        <w:t>installed memory that HWiNFO can give to help you with this decision</w:t>
      </w:r>
      <w:r w:rsidR="00E70EEA" w:rsidRPr="00A86260">
        <w:rPr>
          <w:rFonts w:ascii="Times" w:hAnsi="Times" w:cs="Times"/>
          <w:szCs w:val="24"/>
        </w:rPr>
        <w:t>?</w:t>
      </w:r>
    </w:p>
    <w:p w14:paraId="3C9E78D4" w14:textId="3B4C21B7" w:rsidR="00C0593A" w:rsidRDefault="00C0593A" w:rsidP="004825AC">
      <w:pPr>
        <w:pStyle w:val="BasalText"/>
        <w:widowControl w:val="0"/>
        <w:rPr>
          <w:rFonts w:eastAsia="Calibri"/>
          <w:color w:val="FF0000"/>
          <w:lang w:eastAsia="en-US"/>
        </w:rPr>
      </w:pPr>
      <w:r w:rsidRPr="00C0593A">
        <w:rPr>
          <w:rFonts w:eastAsia="Calibri"/>
          <w:color w:val="FF0000"/>
          <w:lang w:eastAsia="en-US"/>
        </w:rPr>
        <w:t xml:space="preserve">Answer: </w:t>
      </w:r>
      <w:r w:rsidR="0078781B">
        <w:rPr>
          <w:rFonts w:eastAsia="Calibri"/>
          <w:color w:val="FF0000"/>
          <w:lang w:eastAsia="en-US"/>
        </w:rPr>
        <w:t>Amount, speed, and type of RAM installed</w:t>
      </w:r>
    </w:p>
    <w:p w14:paraId="585EBE65" w14:textId="1CACCE8D" w:rsidR="00190B30" w:rsidRPr="00A86260" w:rsidRDefault="00576714" w:rsidP="004825AC">
      <w:pPr>
        <w:pStyle w:val="BasalText"/>
        <w:widowControl w:val="0"/>
        <w:numPr>
          <w:ilvl w:val="0"/>
          <w:numId w:val="14"/>
        </w:numPr>
        <w:ind w:left="360"/>
      </w:pPr>
      <w:r>
        <w:t xml:space="preserve">You suspect a hard drive in a system might be failing. What type of data about the hard drive can </w:t>
      </w:r>
      <w:r w:rsidR="00190B30" w:rsidRPr="00A86260">
        <w:t>HWiNFO</w:t>
      </w:r>
      <w:r w:rsidR="0078781B">
        <w:t xml:space="preserve"> </w:t>
      </w:r>
      <w:r>
        <w:t xml:space="preserve">give you </w:t>
      </w:r>
      <w:r w:rsidR="0078781B">
        <w:t>t</w:t>
      </w:r>
      <w:r>
        <w:t>o help you diagnose the problem? Which button on the main menu do you select to get this data?</w:t>
      </w:r>
    </w:p>
    <w:p w14:paraId="33E3DB7E" w14:textId="776E8F58" w:rsidR="00190B30" w:rsidRDefault="00190B30" w:rsidP="004825AC">
      <w:pPr>
        <w:pStyle w:val="BasalText"/>
        <w:widowControl w:val="0"/>
        <w:rPr>
          <w:color w:val="FF0000"/>
        </w:rPr>
      </w:pPr>
      <w:r w:rsidRPr="00C0593A">
        <w:rPr>
          <w:color w:val="FF0000"/>
        </w:rPr>
        <w:lastRenderedPageBreak/>
        <w:t xml:space="preserve">Answer: </w:t>
      </w:r>
      <w:r w:rsidR="00576714">
        <w:rPr>
          <w:color w:val="FF0000"/>
        </w:rPr>
        <w:t xml:space="preserve">HWiNFO can report S.M.A.R.T. data about the drive, including </w:t>
      </w:r>
      <w:r w:rsidR="00B43852">
        <w:rPr>
          <w:color w:val="FF0000"/>
        </w:rPr>
        <w:t xml:space="preserve">the </w:t>
      </w:r>
      <w:r w:rsidR="00576714">
        <w:rPr>
          <w:color w:val="FF0000"/>
        </w:rPr>
        <w:t>temperature of the drive, drive failure</w:t>
      </w:r>
      <w:r w:rsidR="00B43852">
        <w:rPr>
          <w:color w:val="FF0000"/>
        </w:rPr>
        <w:t>s</w:t>
      </w:r>
      <w:r w:rsidR="00576714">
        <w:rPr>
          <w:color w:val="FF0000"/>
        </w:rPr>
        <w:t>, and drive warning</w:t>
      </w:r>
      <w:r w:rsidR="00B43852">
        <w:rPr>
          <w:color w:val="FF0000"/>
        </w:rPr>
        <w:t>s</w:t>
      </w:r>
      <w:r w:rsidR="00576714">
        <w:rPr>
          <w:color w:val="FF0000"/>
        </w:rPr>
        <w:t xml:space="preserve">. Click the </w:t>
      </w:r>
      <w:r w:rsidR="00576714" w:rsidRPr="00433E1D">
        <w:rPr>
          <w:color w:val="FF0000"/>
        </w:rPr>
        <w:t>Sensors</w:t>
      </w:r>
      <w:r w:rsidR="00576714">
        <w:rPr>
          <w:color w:val="FF0000"/>
        </w:rPr>
        <w:t xml:space="preserve"> button to see this data.</w:t>
      </w:r>
    </w:p>
    <w:p w14:paraId="26D502C2" w14:textId="1B870DD9" w:rsidR="00E45431" w:rsidRPr="00A86260" w:rsidRDefault="00E45431" w:rsidP="004825AC">
      <w:pPr>
        <w:pStyle w:val="BasalText"/>
        <w:widowControl w:val="0"/>
        <w:numPr>
          <w:ilvl w:val="0"/>
          <w:numId w:val="14"/>
        </w:numPr>
        <w:ind w:left="360"/>
      </w:pPr>
      <w:r>
        <w:t>List two precautions you should take when using free utility software available on the web.</w:t>
      </w:r>
    </w:p>
    <w:p w14:paraId="7DE624BA" w14:textId="7584778B" w:rsidR="001A0050" w:rsidRDefault="00E45431" w:rsidP="004825AC">
      <w:pPr>
        <w:widowControl w:val="0"/>
        <w:rPr>
          <w:color w:val="FF0000"/>
        </w:rPr>
      </w:pPr>
      <w:r w:rsidRPr="00C0593A">
        <w:rPr>
          <w:color w:val="FF0000"/>
        </w:rPr>
        <w:t>Answer</w:t>
      </w:r>
      <w:r>
        <w:rPr>
          <w:color w:val="FF0000"/>
        </w:rPr>
        <w:t>s may vary</w:t>
      </w:r>
      <w:r w:rsidR="001A0050">
        <w:rPr>
          <w:color w:val="FF0000"/>
        </w:rPr>
        <w:t>; here are some possibilities</w:t>
      </w:r>
      <w:r>
        <w:rPr>
          <w:color w:val="FF0000"/>
        </w:rPr>
        <w:t>:</w:t>
      </w:r>
    </w:p>
    <w:p w14:paraId="35923C05" w14:textId="537BB228" w:rsidR="001A0050" w:rsidRPr="001A0050" w:rsidRDefault="00E45431" w:rsidP="00433E1D">
      <w:pPr>
        <w:pStyle w:val="ListParagraph"/>
        <w:widowControl w:val="0"/>
        <w:numPr>
          <w:ilvl w:val="0"/>
          <w:numId w:val="57"/>
        </w:numPr>
        <w:ind w:left="720"/>
      </w:pPr>
      <w:r w:rsidRPr="001A0050">
        <w:rPr>
          <w:color w:val="FF0000"/>
        </w:rPr>
        <w:t xml:space="preserve">Be careful </w:t>
      </w:r>
      <w:r w:rsidR="001A0050">
        <w:rPr>
          <w:color w:val="FF0000"/>
        </w:rPr>
        <w:t xml:space="preserve">not </w:t>
      </w:r>
      <w:r w:rsidRPr="001A0050">
        <w:rPr>
          <w:color w:val="FF0000"/>
        </w:rPr>
        <w:t>to download adware or bloatware along with the utility.</w:t>
      </w:r>
    </w:p>
    <w:p w14:paraId="25CF9006" w14:textId="6A0AC27E" w:rsidR="00E45431" w:rsidRPr="00E45431" w:rsidRDefault="00E45431" w:rsidP="00433E1D">
      <w:pPr>
        <w:pStyle w:val="ListParagraph"/>
        <w:widowControl w:val="0"/>
        <w:numPr>
          <w:ilvl w:val="0"/>
          <w:numId w:val="57"/>
        </w:numPr>
        <w:ind w:left="720"/>
      </w:pPr>
      <w:r w:rsidRPr="001A0050">
        <w:rPr>
          <w:color w:val="FF0000"/>
        </w:rPr>
        <w:t xml:space="preserve">Make sure you download only </w:t>
      </w:r>
      <w:r w:rsidR="001A0050" w:rsidRPr="001A0050">
        <w:rPr>
          <w:color w:val="FF0000"/>
        </w:rPr>
        <w:t xml:space="preserve">from </w:t>
      </w:r>
      <w:r w:rsidRPr="001A0050">
        <w:rPr>
          <w:color w:val="FF0000"/>
        </w:rPr>
        <w:t xml:space="preserve">reliable websites you trust. </w:t>
      </w:r>
    </w:p>
    <w:p w14:paraId="35AAC4A5" w14:textId="2FAD5A0E" w:rsidR="00E70EEA" w:rsidRPr="003215E4" w:rsidRDefault="00E70EEA" w:rsidP="004825AC">
      <w:pPr>
        <w:pStyle w:val="HeadA"/>
        <w:keepNext w:val="0"/>
        <w:widowControl w:val="0"/>
      </w:pPr>
      <w:r w:rsidRPr="003215E4">
        <w:t xml:space="preserve">Lab </w:t>
      </w:r>
      <w:r w:rsidR="00B85CD8">
        <w:t>2.</w:t>
      </w:r>
      <w:r w:rsidR="00426E4A">
        <w:t>2</w:t>
      </w:r>
      <w:r w:rsidRPr="003215E4">
        <w:t xml:space="preserve"> Identify Motherboard Components</w:t>
      </w:r>
    </w:p>
    <w:p w14:paraId="2688D0A6" w14:textId="77777777" w:rsidR="00E70EEA" w:rsidRPr="00A86260" w:rsidRDefault="00E70EEA" w:rsidP="004825AC">
      <w:pPr>
        <w:pStyle w:val="HeadB"/>
        <w:keepNext w:val="0"/>
        <w:widowControl w:val="0"/>
        <w:rPr>
          <w:b/>
        </w:rPr>
      </w:pPr>
      <w:r w:rsidRPr="00A86260">
        <w:t>Review Questions</w:t>
      </w:r>
    </w:p>
    <w:p w14:paraId="69B947F8" w14:textId="42893F0C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</w:pPr>
      <w:r w:rsidRPr="00A86260">
        <w:t>What are the two main differences between an ATX and microATX board?</w:t>
      </w:r>
    </w:p>
    <w:p w14:paraId="2E81D588" w14:textId="73E96C26" w:rsidR="00DB2D19" w:rsidRPr="00DB2D19" w:rsidRDefault="00DB2D19" w:rsidP="004825AC">
      <w:pPr>
        <w:pStyle w:val="BasalText"/>
        <w:widowControl w:val="0"/>
      </w:pPr>
      <w:r w:rsidRPr="00335381">
        <w:rPr>
          <w:color w:val="FF0000"/>
          <w:szCs w:val="22"/>
        </w:rPr>
        <w:t xml:space="preserve">Answer: </w:t>
      </w:r>
      <w:r>
        <w:rPr>
          <w:color w:val="FF0000"/>
          <w:szCs w:val="22"/>
        </w:rPr>
        <w:t xml:space="preserve">The </w:t>
      </w:r>
      <w:r w:rsidRPr="00DB2D19">
        <w:rPr>
          <w:color w:val="FF0000"/>
        </w:rPr>
        <w:t>microATX</w:t>
      </w:r>
      <w:bookmarkStart w:id="0" w:name="_GoBack"/>
      <w:bookmarkEnd w:id="0"/>
      <w:r>
        <w:rPr>
          <w:color w:val="FF0000"/>
          <w:szCs w:val="22"/>
        </w:rPr>
        <w:t xml:space="preserve"> is smaller and has fewer expansion slots. The microATX </w:t>
      </w:r>
      <w:r w:rsidR="00B43852">
        <w:rPr>
          <w:color w:val="FF0000"/>
          <w:szCs w:val="22"/>
        </w:rPr>
        <w:t xml:space="preserve">has </w:t>
      </w:r>
      <w:r>
        <w:rPr>
          <w:color w:val="FF0000"/>
          <w:szCs w:val="22"/>
        </w:rPr>
        <w:t xml:space="preserve">a maximum </w:t>
      </w:r>
      <w:r w:rsidR="00B43852">
        <w:rPr>
          <w:color w:val="FF0000"/>
          <w:szCs w:val="22"/>
        </w:rPr>
        <w:t xml:space="preserve">size </w:t>
      </w:r>
      <w:r>
        <w:rPr>
          <w:color w:val="FF0000"/>
          <w:szCs w:val="22"/>
        </w:rPr>
        <w:t xml:space="preserve">of 9.6" </w:t>
      </w:r>
      <w:r w:rsidR="00EC0664">
        <w:rPr>
          <w:color w:val="FF0000"/>
          <w:szCs w:val="22"/>
        </w:rPr>
        <w:t>×</w:t>
      </w:r>
      <w:r>
        <w:rPr>
          <w:color w:val="FF0000"/>
          <w:szCs w:val="22"/>
        </w:rPr>
        <w:t xml:space="preserve"> 9.</w:t>
      </w:r>
      <w:r w:rsidRPr="00A43404">
        <w:rPr>
          <w:color w:val="FF0000"/>
          <w:szCs w:val="22"/>
        </w:rPr>
        <w:t>6</w:t>
      </w:r>
      <w:r>
        <w:rPr>
          <w:color w:val="FF0000"/>
          <w:szCs w:val="22"/>
        </w:rPr>
        <w:t xml:space="preserve">" with a maximum of </w:t>
      </w:r>
      <w:r w:rsidR="00EC0664">
        <w:rPr>
          <w:color w:val="FF0000"/>
          <w:szCs w:val="22"/>
        </w:rPr>
        <w:t>four</w:t>
      </w:r>
      <w:r>
        <w:rPr>
          <w:color w:val="FF0000"/>
          <w:szCs w:val="22"/>
        </w:rPr>
        <w:t xml:space="preserve"> expansion slots, but usually </w:t>
      </w:r>
      <w:r w:rsidR="00EC0664">
        <w:rPr>
          <w:color w:val="FF0000"/>
          <w:szCs w:val="22"/>
        </w:rPr>
        <w:t>three</w:t>
      </w:r>
      <w:r>
        <w:rPr>
          <w:color w:val="FF0000"/>
          <w:szCs w:val="22"/>
        </w:rPr>
        <w:t xml:space="preserve"> or </w:t>
      </w:r>
      <w:r w:rsidR="00EC0664">
        <w:rPr>
          <w:color w:val="FF0000"/>
          <w:szCs w:val="22"/>
        </w:rPr>
        <w:t>fewer</w:t>
      </w:r>
      <w:r>
        <w:rPr>
          <w:color w:val="FF0000"/>
          <w:szCs w:val="22"/>
        </w:rPr>
        <w:t>.</w:t>
      </w:r>
    </w:p>
    <w:p w14:paraId="21928072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How can you determine the chipset if it’s not written on the board?</w:t>
      </w:r>
    </w:p>
    <w:p w14:paraId="2B5BAE3F" w14:textId="07C83834" w:rsidR="00DB2D19" w:rsidRPr="00DB2D19" w:rsidRDefault="00DB2D19" w:rsidP="004825AC">
      <w:pPr>
        <w:pStyle w:val="BasalText"/>
        <w:widowControl w:val="0"/>
      </w:pPr>
      <w:r w:rsidRPr="00335381">
        <w:rPr>
          <w:color w:val="FF0000"/>
          <w:szCs w:val="22"/>
        </w:rPr>
        <w:t>Answer</w:t>
      </w:r>
      <w:r>
        <w:rPr>
          <w:color w:val="FF0000"/>
          <w:szCs w:val="22"/>
        </w:rPr>
        <w:t xml:space="preserve">: Consult </w:t>
      </w:r>
      <w:r w:rsidRPr="00DB2D19">
        <w:rPr>
          <w:color w:val="FF0000"/>
        </w:rPr>
        <w:t>the</w:t>
      </w:r>
      <w:r>
        <w:rPr>
          <w:color w:val="FF0000"/>
          <w:szCs w:val="22"/>
        </w:rPr>
        <w:t xml:space="preserve"> documentation for your motherboard or research your motherboard’s make and model number on the Internet.</w:t>
      </w:r>
    </w:p>
    <w:p w14:paraId="1B089162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Of the motherboards you examined, which do you think is the oldest? Why?</w:t>
      </w:r>
    </w:p>
    <w:p w14:paraId="49B2BF27" w14:textId="3381922A" w:rsidR="00DB2D19" w:rsidRPr="00DB2D19" w:rsidRDefault="00DB2D19" w:rsidP="004825AC">
      <w:pPr>
        <w:pStyle w:val="BasalText"/>
        <w:widowControl w:val="0"/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>
        <w:rPr>
          <w:color w:val="FF0000"/>
          <w:szCs w:val="22"/>
        </w:rPr>
        <w:t xml:space="preserve">Answers </w:t>
      </w:r>
      <w:r w:rsidRPr="00DB2D19">
        <w:rPr>
          <w:color w:val="FF0000"/>
        </w:rPr>
        <w:t>will</w:t>
      </w:r>
      <w:r>
        <w:rPr>
          <w:color w:val="FF0000"/>
          <w:szCs w:val="22"/>
        </w:rPr>
        <w:t xml:space="preserve"> vary.</w:t>
      </w:r>
    </w:p>
    <w:p w14:paraId="232ABDD6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 xml:space="preserve">Which </w:t>
      </w:r>
      <w:r w:rsidRPr="003215E4">
        <w:t>motherboard</w:t>
      </w:r>
      <w:r w:rsidRPr="00A86260">
        <w:rPr>
          <w:rFonts w:ascii="Times" w:hAnsi="Times" w:cs="Times"/>
          <w:bCs/>
          <w:szCs w:val="24"/>
        </w:rPr>
        <w:t xml:space="preserve"> best supports old and new technology? Why?</w:t>
      </w:r>
    </w:p>
    <w:p w14:paraId="0D56B720" w14:textId="0CD12210" w:rsidR="00DB2D19" w:rsidRPr="00DB2D19" w:rsidRDefault="00DB2D19" w:rsidP="004825AC">
      <w:pPr>
        <w:pStyle w:val="BasalText"/>
        <w:widowControl w:val="0"/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>
        <w:rPr>
          <w:color w:val="FF0000"/>
          <w:szCs w:val="22"/>
        </w:rPr>
        <w:t xml:space="preserve">The </w:t>
      </w:r>
      <w:r w:rsidRPr="00DB2D19">
        <w:rPr>
          <w:color w:val="FF0000"/>
        </w:rPr>
        <w:t>answer</w:t>
      </w:r>
      <w:r>
        <w:rPr>
          <w:color w:val="FF0000"/>
          <w:szCs w:val="22"/>
        </w:rPr>
        <w:t xml:space="preserve"> depends on available samples.</w:t>
      </w:r>
    </w:p>
    <w:p w14:paraId="35E11C48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lastRenderedPageBreak/>
        <w:t xml:space="preserve">Which </w:t>
      </w:r>
      <w:r w:rsidRPr="003215E4">
        <w:t>motherboard</w:t>
      </w:r>
      <w:r w:rsidRPr="00A86260">
        <w:rPr>
          <w:rFonts w:ascii="Times" w:hAnsi="Times" w:cs="Times"/>
          <w:bCs/>
          <w:szCs w:val="24"/>
        </w:rPr>
        <w:t xml:space="preserve"> seems to provide the best possibility for expansion? Why?</w:t>
      </w:r>
    </w:p>
    <w:p w14:paraId="111D419F" w14:textId="4E147A42" w:rsidR="00DB2D19" w:rsidRPr="00DB2D19" w:rsidRDefault="00DB2D19" w:rsidP="004825AC">
      <w:pPr>
        <w:pStyle w:val="BasalText"/>
        <w:widowControl w:val="0"/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>
        <w:rPr>
          <w:color w:val="FF0000"/>
          <w:szCs w:val="22"/>
        </w:rPr>
        <w:t xml:space="preserve">The </w:t>
      </w:r>
      <w:r w:rsidRPr="00DB2D19">
        <w:rPr>
          <w:color w:val="FF0000"/>
        </w:rPr>
        <w:t>answer</w:t>
      </w:r>
      <w:r>
        <w:rPr>
          <w:color w:val="FF0000"/>
          <w:szCs w:val="22"/>
        </w:rPr>
        <w:t xml:space="preserve"> depends on available samples.</w:t>
      </w:r>
    </w:p>
    <w:p w14:paraId="2135562A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 xml:space="preserve">Which </w:t>
      </w:r>
      <w:r w:rsidRPr="003215E4">
        <w:t>motherboard</w:t>
      </w:r>
      <w:r w:rsidRPr="00A86260">
        <w:rPr>
          <w:rFonts w:ascii="Times" w:hAnsi="Times" w:cs="Times"/>
          <w:bCs/>
          <w:szCs w:val="24"/>
        </w:rPr>
        <w:t xml:space="preserve"> is most likely the easiest to configure? Why?</w:t>
      </w:r>
    </w:p>
    <w:p w14:paraId="69F599DE" w14:textId="02A30388" w:rsidR="00DB2D19" w:rsidRPr="00DB2D19" w:rsidRDefault="00DB2D19" w:rsidP="004825AC">
      <w:pPr>
        <w:pStyle w:val="BasalText"/>
        <w:widowControl w:val="0"/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>
        <w:rPr>
          <w:color w:val="FF0000"/>
          <w:szCs w:val="22"/>
        </w:rPr>
        <w:t xml:space="preserve">The </w:t>
      </w:r>
      <w:r w:rsidRPr="00DB2D19">
        <w:rPr>
          <w:color w:val="FF0000"/>
        </w:rPr>
        <w:t>answer</w:t>
      </w:r>
      <w:r>
        <w:rPr>
          <w:color w:val="FF0000"/>
          <w:szCs w:val="22"/>
        </w:rPr>
        <w:t xml:space="preserve"> depends on available samples.</w:t>
      </w:r>
    </w:p>
    <w:p w14:paraId="61413D09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 xml:space="preserve">Which </w:t>
      </w:r>
      <w:r w:rsidRPr="003215E4">
        <w:t>motherboard</w:t>
      </w:r>
      <w:r w:rsidRPr="00A86260">
        <w:rPr>
          <w:rFonts w:ascii="Times" w:hAnsi="Times" w:cs="Times"/>
          <w:szCs w:val="24"/>
        </w:rPr>
        <w:t xml:space="preserve"> do you think is the most expensive? Why?</w:t>
      </w:r>
    </w:p>
    <w:p w14:paraId="7FE4BFA5" w14:textId="42CB2BCF" w:rsidR="00DB2D19" w:rsidRPr="00DB2D19" w:rsidRDefault="00DB2D19" w:rsidP="004825AC">
      <w:pPr>
        <w:pStyle w:val="BasalText"/>
        <w:widowControl w:val="0"/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>
        <w:rPr>
          <w:color w:val="FF0000"/>
          <w:szCs w:val="22"/>
        </w:rPr>
        <w:t xml:space="preserve">The </w:t>
      </w:r>
      <w:r w:rsidRPr="00DB2D19">
        <w:rPr>
          <w:color w:val="FF0000"/>
        </w:rPr>
        <w:t>answer</w:t>
      </w:r>
      <w:r>
        <w:rPr>
          <w:color w:val="FF0000"/>
          <w:szCs w:val="22"/>
        </w:rPr>
        <w:t xml:space="preserve"> depends on available samples.</w:t>
      </w:r>
    </w:p>
    <w:p w14:paraId="15779F8D" w14:textId="77777777" w:rsidR="00E70EEA" w:rsidRPr="00A86260" w:rsidRDefault="00E70EEA" w:rsidP="004825AC">
      <w:pPr>
        <w:pStyle w:val="BasalText"/>
        <w:widowControl w:val="0"/>
        <w:numPr>
          <w:ilvl w:val="0"/>
          <w:numId w:val="29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 xml:space="preserve">What are </w:t>
      </w:r>
      <w:r w:rsidRPr="003215E4">
        <w:t>some</w:t>
      </w:r>
      <w:r w:rsidRPr="00A86260">
        <w:rPr>
          <w:rFonts w:ascii="Times" w:hAnsi="Times" w:cs="Times"/>
          <w:szCs w:val="24"/>
        </w:rPr>
        <w:t xml:space="preserve"> considerations a motherboard manufacturer has to contend with when designing a motherboard? (For example, consider room for large CPUs and cooling fans, where the power supply is located in relationship to the power connector, new technologies, and so forth.)</w:t>
      </w:r>
    </w:p>
    <w:p w14:paraId="38C0AB64" w14:textId="5CE6E1F1" w:rsidR="00DB2D19" w:rsidRPr="00DB2D19" w:rsidRDefault="00DB2D19" w:rsidP="004825AC">
      <w:pPr>
        <w:pStyle w:val="BasalText"/>
        <w:widowControl w:val="0"/>
        <w:rPr>
          <w:color w:val="FF0000"/>
        </w:rPr>
      </w:pPr>
      <w:r w:rsidRPr="00DB2D19">
        <w:rPr>
          <w:rFonts w:ascii="Times" w:eastAsia="Calibri" w:hAnsi="Times"/>
          <w:color w:val="FF0000"/>
          <w:lang w:eastAsia="en-US"/>
        </w:rPr>
        <w:t>Answer:</w:t>
      </w:r>
      <w:r w:rsidRPr="00DB2D19">
        <w:rPr>
          <w:color w:val="FF0000"/>
        </w:rPr>
        <w:t xml:space="preserve"> Answers will vary depending on student experience and research, but might include the following:</w:t>
      </w:r>
    </w:p>
    <w:p w14:paraId="527BE85B" w14:textId="77777777" w:rsidR="00DB2D19" w:rsidRPr="00DB2D19" w:rsidRDefault="00DB2D19" w:rsidP="004825AC">
      <w:pPr>
        <w:pStyle w:val="BasalText"/>
        <w:widowControl w:val="0"/>
        <w:numPr>
          <w:ilvl w:val="0"/>
          <w:numId w:val="51"/>
        </w:numPr>
        <w:ind w:left="360"/>
        <w:rPr>
          <w:color w:val="FF0000"/>
        </w:rPr>
      </w:pPr>
      <w:r w:rsidRPr="00DB2D19">
        <w:rPr>
          <w:color w:val="FF0000"/>
        </w:rPr>
        <w:t>Locations of ports and connections off the back or front of a tower or desktop case</w:t>
      </w:r>
    </w:p>
    <w:p w14:paraId="768DBA68" w14:textId="77777777" w:rsidR="00DB2D19" w:rsidRPr="00DB2D19" w:rsidRDefault="00DB2D19" w:rsidP="004825AC">
      <w:pPr>
        <w:pStyle w:val="BasalText"/>
        <w:widowControl w:val="0"/>
        <w:numPr>
          <w:ilvl w:val="0"/>
          <w:numId w:val="51"/>
        </w:numPr>
        <w:ind w:left="360"/>
        <w:rPr>
          <w:color w:val="FF0000"/>
        </w:rPr>
      </w:pPr>
      <w:r w:rsidRPr="00DB2D19">
        <w:rPr>
          <w:color w:val="FF0000"/>
        </w:rPr>
        <w:t>Holes in the board that align with holes in different types of computer cases</w:t>
      </w:r>
    </w:p>
    <w:p w14:paraId="36350F55" w14:textId="77777777" w:rsidR="00DB2D19" w:rsidRPr="00DB2D19" w:rsidRDefault="00DB2D19" w:rsidP="004825AC">
      <w:pPr>
        <w:pStyle w:val="BasalText"/>
        <w:widowControl w:val="0"/>
        <w:numPr>
          <w:ilvl w:val="0"/>
          <w:numId w:val="51"/>
        </w:numPr>
        <w:ind w:left="360"/>
        <w:rPr>
          <w:color w:val="FF0000"/>
        </w:rPr>
      </w:pPr>
      <w:r w:rsidRPr="00DB2D19">
        <w:rPr>
          <w:color w:val="FF0000"/>
        </w:rPr>
        <w:t>The need to accommodate different memory module technologies and amounts of RAM</w:t>
      </w:r>
    </w:p>
    <w:p w14:paraId="2C9A0AEB" w14:textId="77777777" w:rsidR="00DB2D19" w:rsidRPr="00DB2D19" w:rsidRDefault="00DB2D19" w:rsidP="004825AC">
      <w:pPr>
        <w:pStyle w:val="BasalText"/>
        <w:widowControl w:val="0"/>
        <w:numPr>
          <w:ilvl w:val="0"/>
          <w:numId w:val="51"/>
        </w:numPr>
        <w:ind w:left="360"/>
        <w:rPr>
          <w:color w:val="FF0000"/>
        </w:rPr>
      </w:pPr>
      <w:r w:rsidRPr="00DB2D19">
        <w:rPr>
          <w:color w:val="FF0000"/>
        </w:rPr>
        <w:t>The need to accommodate more than one type of CPU and CPU manufacturer</w:t>
      </w:r>
    </w:p>
    <w:p w14:paraId="2CA1A773" w14:textId="77777777" w:rsidR="00DB2D19" w:rsidRPr="00DB2D19" w:rsidRDefault="00DB2D19" w:rsidP="004825AC">
      <w:pPr>
        <w:pStyle w:val="BasalText"/>
        <w:widowControl w:val="0"/>
        <w:numPr>
          <w:ilvl w:val="0"/>
          <w:numId w:val="51"/>
        </w:numPr>
        <w:ind w:left="360"/>
        <w:rPr>
          <w:color w:val="FF0000"/>
        </w:rPr>
      </w:pPr>
      <w:r w:rsidRPr="00DB2D19">
        <w:rPr>
          <w:color w:val="FF0000"/>
        </w:rPr>
        <w:t>Room for additional components, such as modem riser cards</w:t>
      </w:r>
    </w:p>
    <w:p w14:paraId="50A1A498" w14:textId="2474372C" w:rsidR="00DB2D19" w:rsidRPr="00DB2D19" w:rsidRDefault="00DB2D19" w:rsidP="004825AC">
      <w:pPr>
        <w:pStyle w:val="BasalText"/>
        <w:widowControl w:val="0"/>
        <w:numPr>
          <w:ilvl w:val="0"/>
          <w:numId w:val="51"/>
        </w:numPr>
        <w:ind w:left="360"/>
        <w:rPr>
          <w:color w:val="FF0000"/>
        </w:rPr>
      </w:pPr>
      <w:r w:rsidRPr="00DB2D19">
        <w:rPr>
          <w:color w:val="FF0000"/>
        </w:rPr>
        <w:t xml:space="preserve">Stenciled or printed information on the board to identify </w:t>
      </w:r>
      <w:r w:rsidR="00B43852">
        <w:rPr>
          <w:color w:val="FF0000"/>
        </w:rPr>
        <w:t xml:space="preserve">the </w:t>
      </w:r>
      <w:r w:rsidRPr="00DB2D19">
        <w:rPr>
          <w:color w:val="FF0000"/>
        </w:rPr>
        <w:t>manufacturer, model, components, and connections on the board</w:t>
      </w:r>
    </w:p>
    <w:p w14:paraId="7CEBE397" w14:textId="77777777" w:rsidR="002A78AC" w:rsidRDefault="002A78AC">
      <w:pPr>
        <w:spacing w:line="240" w:lineRule="auto"/>
        <w:rPr>
          <w:rFonts w:ascii="Arial" w:hAnsi="Arial" w:cs="Arial"/>
          <w:bCs/>
          <w:noProof/>
          <w:kern w:val="32"/>
          <w:sz w:val="28"/>
          <w:szCs w:val="32"/>
        </w:rPr>
      </w:pPr>
      <w:r>
        <w:br w:type="page"/>
      </w:r>
    </w:p>
    <w:p w14:paraId="2A57C60D" w14:textId="02EA9893" w:rsidR="00E70EEA" w:rsidRPr="00A86260" w:rsidRDefault="00E70EEA" w:rsidP="004825AC">
      <w:pPr>
        <w:pStyle w:val="HeadA"/>
        <w:keepNext w:val="0"/>
        <w:widowControl w:val="0"/>
        <w:rPr>
          <w:b/>
          <w:i/>
        </w:rPr>
      </w:pPr>
      <w:r w:rsidRPr="00A86260">
        <w:lastRenderedPageBreak/>
        <w:t xml:space="preserve">Lab </w:t>
      </w:r>
      <w:r w:rsidR="00B85CD8">
        <w:t>2.</w:t>
      </w:r>
      <w:r w:rsidR="00426E4A">
        <w:t>3</w:t>
      </w:r>
      <w:r w:rsidRPr="00A86260">
        <w:t xml:space="preserve"> Identify a Motherboard and Find Documentation and Drivers on the </w:t>
      </w:r>
      <w:r w:rsidR="00E45431">
        <w:t>Web</w:t>
      </w:r>
    </w:p>
    <w:p w14:paraId="59CD84DC" w14:textId="77777777" w:rsidR="00E70EEA" w:rsidRPr="00A86260" w:rsidRDefault="00E70EEA" w:rsidP="004825AC">
      <w:pPr>
        <w:pStyle w:val="HeadB"/>
        <w:keepNext w:val="0"/>
        <w:widowControl w:val="0"/>
        <w:rPr>
          <w:b/>
        </w:rPr>
      </w:pPr>
      <w:r w:rsidRPr="00A86260">
        <w:t>Review Questions</w:t>
      </w:r>
    </w:p>
    <w:p w14:paraId="3C6EDDBD" w14:textId="77777777" w:rsidR="00E70EEA" w:rsidRPr="00A86260" w:rsidRDefault="00E70EEA" w:rsidP="004825AC">
      <w:pPr>
        <w:pStyle w:val="BasalText"/>
        <w:widowControl w:val="0"/>
        <w:numPr>
          <w:ilvl w:val="0"/>
          <w:numId w:val="32"/>
        </w:numPr>
        <w:ind w:left="360"/>
        <w:rPr>
          <w:rFonts w:ascii="Times" w:hAnsi="Times" w:cs="Times"/>
          <w:bCs/>
          <w:szCs w:val="24"/>
        </w:rPr>
      </w:pPr>
      <w:r w:rsidRPr="00EC357F">
        <w:rPr>
          <w:rFonts w:ascii="Times" w:hAnsi="Times" w:cs="Times"/>
          <w:szCs w:val="24"/>
        </w:rPr>
        <w:t>How</w:t>
      </w:r>
      <w:r w:rsidRPr="00A86260">
        <w:rPr>
          <w:rFonts w:ascii="Times" w:hAnsi="Times" w:cs="Times"/>
          <w:bCs/>
          <w:szCs w:val="24"/>
        </w:rPr>
        <w:t xml:space="preserve"> is the label usually applied to or written on a motherboard? How is it most often applied to other components?</w:t>
      </w:r>
    </w:p>
    <w:p w14:paraId="00178870" w14:textId="0489A8D2" w:rsidR="00DB2D19" w:rsidRPr="00DB2D19" w:rsidRDefault="00DB2D19" w:rsidP="004825AC">
      <w:pPr>
        <w:pStyle w:val="BasalText"/>
        <w:widowControl w:val="0"/>
        <w:rPr>
          <w:color w:val="FF0000"/>
        </w:rPr>
      </w:pPr>
      <w:r w:rsidRPr="00DB2D19">
        <w:rPr>
          <w:rFonts w:eastAsia="MS Mincho"/>
          <w:color w:val="FF0000"/>
        </w:rPr>
        <w:t>Answer: It is stenciled or printed directly on the board. Other components might use a paper sticker or have no label at all.</w:t>
      </w:r>
    </w:p>
    <w:p w14:paraId="33426DFA" w14:textId="77777777" w:rsidR="00E70EEA" w:rsidRPr="00A86260" w:rsidRDefault="00E70EEA" w:rsidP="004825AC">
      <w:pPr>
        <w:pStyle w:val="BasalText"/>
        <w:widowControl w:val="0"/>
        <w:numPr>
          <w:ilvl w:val="0"/>
          <w:numId w:val="32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What type of link on a manufacturer’s website usually leads you to manuals and other documentation?</w:t>
      </w:r>
    </w:p>
    <w:p w14:paraId="23949FE8" w14:textId="127DEED3" w:rsidR="00DB2D19" w:rsidRPr="00DB2D19" w:rsidRDefault="00DB2D19" w:rsidP="004825AC">
      <w:pPr>
        <w:pStyle w:val="BasalText"/>
        <w:widowControl w:val="0"/>
        <w:rPr>
          <w:color w:val="FF0000"/>
        </w:rPr>
      </w:pPr>
      <w:r w:rsidRPr="008F3289">
        <w:rPr>
          <w:rFonts w:eastAsia="MS Mincho"/>
          <w:color w:val="FF0000"/>
          <w:szCs w:val="22"/>
        </w:rPr>
        <w:t xml:space="preserve">Answer: </w:t>
      </w:r>
      <w:r w:rsidRPr="00DB2D19">
        <w:rPr>
          <w:rFonts w:eastAsia="MS Mincho"/>
          <w:color w:val="FF0000"/>
        </w:rPr>
        <w:t>Service</w:t>
      </w:r>
      <w:r>
        <w:rPr>
          <w:rFonts w:eastAsia="MS Mincho"/>
          <w:color w:val="FF0000"/>
          <w:szCs w:val="22"/>
        </w:rPr>
        <w:t xml:space="preserve"> or Support</w:t>
      </w:r>
    </w:p>
    <w:p w14:paraId="0F91F9B8" w14:textId="4B28D581" w:rsidR="00E70EEA" w:rsidRPr="00A86260" w:rsidRDefault="00E70EEA" w:rsidP="004825AC">
      <w:pPr>
        <w:pStyle w:val="BasalText"/>
        <w:widowControl w:val="0"/>
        <w:numPr>
          <w:ilvl w:val="0"/>
          <w:numId w:val="32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 xml:space="preserve">What </w:t>
      </w:r>
      <w:r w:rsidRPr="00EC357F">
        <w:rPr>
          <w:rFonts w:ascii="Times" w:hAnsi="Times" w:cs="Times"/>
          <w:szCs w:val="24"/>
        </w:rPr>
        <w:t>other</w:t>
      </w:r>
      <w:r w:rsidRPr="00A86260">
        <w:rPr>
          <w:rFonts w:ascii="Times" w:hAnsi="Times" w:cs="Times"/>
          <w:bCs/>
          <w:szCs w:val="24"/>
        </w:rPr>
        <w:t xml:space="preserve"> </w:t>
      </w:r>
      <w:r w:rsidR="00F07F82">
        <w:rPr>
          <w:rFonts w:ascii="Times" w:hAnsi="Times" w:cs="Times"/>
          <w:bCs/>
          <w:szCs w:val="24"/>
        </w:rPr>
        <w:t>downloads</w:t>
      </w:r>
      <w:r w:rsidRPr="00A86260">
        <w:rPr>
          <w:rFonts w:ascii="Times" w:hAnsi="Times" w:cs="Times"/>
          <w:bCs/>
          <w:szCs w:val="24"/>
        </w:rPr>
        <w:t xml:space="preserve"> about your motherboard might you want to </w:t>
      </w:r>
      <w:r w:rsidR="00F07F82">
        <w:rPr>
          <w:rFonts w:ascii="Times" w:hAnsi="Times" w:cs="Times"/>
          <w:bCs/>
          <w:szCs w:val="24"/>
        </w:rPr>
        <w:t>find</w:t>
      </w:r>
      <w:r w:rsidRPr="00A86260">
        <w:rPr>
          <w:rFonts w:ascii="Times" w:hAnsi="Times" w:cs="Times"/>
          <w:bCs/>
          <w:szCs w:val="24"/>
        </w:rPr>
        <w:t xml:space="preserve"> on the manufacturer’s website?</w:t>
      </w:r>
    </w:p>
    <w:p w14:paraId="56309C14" w14:textId="0E2A20B2" w:rsidR="00DB2D19" w:rsidRPr="00DB2D19" w:rsidRDefault="00DB2D19" w:rsidP="004825AC">
      <w:pPr>
        <w:pStyle w:val="BasalText"/>
        <w:widowControl w:val="0"/>
        <w:rPr>
          <w:rFonts w:eastAsia="MS Mincho"/>
          <w:color w:val="FF0000"/>
          <w:szCs w:val="22"/>
        </w:rPr>
      </w:pPr>
      <w:r w:rsidRPr="008F3289">
        <w:rPr>
          <w:rFonts w:eastAsia="MS Mincho"/>
          <w:color w:val="FF0000"/>
          <w:szCs w:val="22"/>
        </w:rPr>
        <w:t xml:space="preserve">Answer: </w:t>
      </w:r>
      <w:r w:rsidR="00F07F82">
        <w:rPr>
          <w:rFonts w:eastAsia="MS Mincho"/>
          <w:color w:val="FF0000"/>
        </w:rPr>
        <w:t>D</w:t>
      </w:r>
      <w:r>
        <w:rPr>
          <w:rFonts w:eastAsia="MS Mincho"/>
          <w:color w:val="FF0000"/>
          <w:szCs w:val="22"/>
        </w:rPr>
        <w:t>river</w:t>
      </w:r>
      <w:r w:rsidR="00F07F82">
        <w:rPr>
          <w:rFonts w:eastAsia="MS Mincho"/>
          <w:color w:val="FF0000"/>
          <w:szCs w:val="22"/>
        </w:rPr>
        <w:t xml:space="preserve"> updates and BIOS/UEFI updates</w:t>
      </w:r>
    </w:p>
    <w:p w14:paraId="387BEB5E" w14:textId="77777777" w:rsidR="00E70EEA" w:rsidRPr="00A86260" w:rsidRDefault="00E70EEA" w:rsidP="004825AC">
      <w:pPr>
        <w:pStyle w:val="BasalText"/>
        <w:widowControl w:val="0"/>
        <w:numPr>
          <w:ilvl w:val="0"/>
          <w:numId w:val="32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In what format is documentation most often available for download?</w:t>
      </w:r>
    </w:p>
    <w:p w14:paraId="41B79C6E" w14:textId="209F4CA0" w:rsidR="00DB2D19" w:rsidRPr="00DB2D19" w:rsidRDefault="00DB2D19" w:rsidP="004825AC">
      <w:pPr>
        <w:pStyle w:val="BasalText"/>
        <w:widowControl w:val="0"/>
        <w:rPr>
          <w:color w:val="FF0000"/>
        </w:rPr>
      </w:pPr>
      <w:r>
        <w:rPr>
          <w:color w:val="FF0000"/>
        </w:rPr>
        <w:t>Answer: PDF (.pdf)</w:t>
      </w:r>
    </w:p>
    <w:p w14:paraId="1CC4A2A8" w14:textId="23FF98F2" w:rsidR="00E70EEA" w:rsidRPr="00A86260" w:rsidRDefault="00F07F82" w:rsidP="004825AC">
      <w:pPr>
        <w:pStyle w:val="BasalText"/>
        <w:widowControl w:val="0"/>
        <w:numPr>
          <w:ilvl w:val="0"/>
          <w:numId w:val="32"/>
        </w:numPr>
        <w:ind w:left="360"/>
        <w:rPr>
          <w:rFonts w:ascii="Times" w:hAnsi="Times" w:cs="Times"/>
          <w:bCs/>
          <w:szCs w:val="24"/>
        </w:rPr>
      </w:pPr>
      <w:r>
        <w:rPr>
          <w:rFonts w:ascii="Times" w:hAnsi="Times" w:cs="Times"/>
          <w:bCs/>
          <w:szCs w:val="24"/>
        </w:rPr>
        <w:t>When supporting motherboards, w</w:t>
      </w:r>
      <w:r w:rsidR="00E70EEA" w:rsidRPr="00A86260">
        <w:rPr>
          <w:rFonts w:ascii="Times" w:hAnsi="Times" w:cs="Times"/>
          <w:bCs/>
          <w:szCs w:val="24"/>
        </w:rPr>
        <w:t xml:space="preserve">hat </w:t>
      </w:r>
      <w:r>
        <w:rPr>
          <w:rFonts w:ascii="Times" w:hAnsi="Times" w:cs="Times"/>
          <w:bCs/>
          <w:szCs w:val="24"/>
        </w:rPr>
        <w:t xml:space="preserve">helpful </w:t>
      </w:r>
      <w:r w:rsidR="00E70EEA" w:rsidRPr="00EC357F">
        <w:rPr>
          <w:rFonts w:ascii="Times" w:hAnsi="Times" w:cs="Times"/>
          <w:szCs w:val="24"/>
        </w:rPr>
        <w:t>information</w:t>
      </w:r>
      <w:r w:rsidR="00E70EEA" w:rsidRPr="00A86260">
        <w:rPr>
          <w:rFonts w:ascii="Times" w:hAnsi="Times" w:cs="Times"/>
          <w:bCs/>
          <w:szCs w:val="24"/>
        </w:rPr>
        <w:t xml:space="preserve"> besides </w:t>
      </w:r>
      <w:r>
        <w:rPr>
          <w:rFonts w:ascii="Times" w:hAnsi="Times" w:cs="Times"/>
          <w:bCs/>
          <w:szCs w:val="24"/>
        </w:rPr>
        <w:t>downloads</w:t>
      </w:r>
      <w:r w:rsidR="00E70EEA" w:rsidRPr="00A86260">
        <w:rPr>
          <w:rFonts w:ascii="Times" w:hAnsi="Times" w:cs="Times"/>
          <w:bCs/>
          <w:szCs w:val="24"/>
        </w:rPr>
        <w:t xml:space="preserve"> can be found on the manufacturer’s website?</w:t>
      </w:r>
    </w:p>
    <w:p w14:paraId="5D2B2B99" w14:textId="71F70F58" w:rsidR="00DB2D19" w:rsidRPr="00DB2D19" w:rsidRDefault="00DB2D19" w:rsidP="004825AC">
      <w:pPr>
        <w:widowControl w:val="0"/>
        <w:rPr>
          <w:color w:val="FF0000"/>
        </w:rPr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The answer depends on the website.</w:t>
      </w:r>
      <w:r w:rsidR="00F07F82">
        <w:rPr>
          <w:color w:val="FF0000"/>
        </w:rPr>
        <w:t xml:space="preserve"> Examples </w:t>
      </w:r>
      <w:r w:rsidR="00EC0664">
        <w:rPr>
          <w:color w:val="FF0000"/>
        </w:rPr>
        <w:t xml:space="preserve">include </w:t>
      </w:r>
      <w:r w:rsidR="00F07F82">
        <w:rPr>
          <w:color w:val="FF0000"/>
        </w:rPr>
        <w:t>troubleshooting videos, guidelines, and forums.</w:t>
      </w:r>
    </w:p>
    <w:p w14:paraId="381713C7" w14:textId="3DB22D45" w:rsidR="00E70EEA" w:rsidRPr="00A86260" w:rsidRDefault="00E70EEA" w:rsidP="004825AC">
      <w:pPr>
        <w:pStyle w:val="HeadA"/>
        <w:keepNext w:val="0"/>
        <w:widowControl w:val="0"/>
        <w:rPr>
          <w:b/>
          <w:i/>
        </w:rPr>
      </w:pPr>
      <w:r w:rsidRPr="00A86260">
        <w:lastRenderedPageBreak/>
        <w:t xml:space="preserve">Lab </w:t>
      </w:r>
      <w:r w:rsidR="00B85CD8">
        <w:t>2.</w:t>
      </w:r>
      <w:r w:rsidR="009C2F8D">
        <w:t>4</w:t>
      </w:r>
      <w:r w:rsidRPr="00A86260">
        <w:t xml:space="preserve"> Remove and Replace a Motherboard</w:t>
      </w:r>
    </w:p>
    <w:p w14:paraId="323508B1" w14:textId="77777777" w:rsidR="00E70EEA" w:rsidRPr="00A86260" w:rsidRDefault="00E70EEA" w:rsidP="004825AC">
      <w:pPr>
        <w:pStyle w:val="HeadB"/>
        <w:keepNext w:val="0"/>
        <w:widowControl w:val="0"/>
        <w:rPr>
          <w:b/>
        </w:rPr>
      </w:pPr>
      <w:r w:rsidRPr="00A86260">
        <w:t>Review Questions</w:t>
      </w:r>
    </w:p>
    <w:p w14:paraId="379B2E5E" w14:textId="77777777" w:rsidR="00E70EEA" w:rsidRPr="00A86260" w:rsidRDefault="00E70EEA" w:rsidP="004825AC">
      <w:pPr>
        <w:pStyle w:val="BasalText"/>
        <w:widowControl w:val="0"/>
        <w:numPr>
          <w:ilvl w:val="0"/>
          <w:numId w:val="37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How many screws usually attach the motherboard to the computer case?</w:t>
      </w:r>
    </w:p>
    <w:p w14:paraId="2555E133" w14:textId="337535D4" w:rsidR="00DB2D19" w:rsidRPr="00DB2D19" w:rsidRDefault="00DB2D19" w:rsidP="004825AC">
      <w:pPr>
        <w:pStyle w:val="BasalText"/>
        <w:widowControl w:val="0"/>
        <w:rPr>
          <w:color w:val="FF0000"/>
        </w:rPr>
      </w:pPr>
      <w:r>
        <w:rPr>
          <w:color w:val="FF0000"/>
          <w:szCs w:val="22"/>
        </w:rPr>
        <w:t xml:space="preserve">Answer: It </w:t>
      </w:r>
      <w:r w:rsidRPr="00DB2D19">
        <w:rPr>
          <w:color w:val="FF0000"/>
        </w:rPr>
        <w:t>depends</w:t>
      </w:r>
      <w:r>
        <w:rPr>
          <w:color w:val="FF0000"/>
          <w:szCs w:val="22"/>
        </w:rPr>
        <w:t xml:space="preserve"> on the motherboard, but usually six</w:t>
      </w:r>
      <w:r w:rsidR="00E14866">
        <w:rPr>
          <w:color w:val="FF0000"/>
          <w:szCs w:val="22"/>
        </w:rPr>
        <w:t xml:space="preserve"> to nine</w:t>
      </w:r>
      <w:r>
        <w:rPr>
          <w:color w:val="FF0000"/>
          <w:szCs w:val="22"/>
        </w:rPr>
        <w:t>.</w:t>
      </w:r>
    </w:p>
    <w:p w14:paraId="7B407ABF" w14:textId="77777777" w:rsidR="00E70EEA" w:rsidRPr="00A86260" w:rsidRDefault="00E70EEA" w:rsidP="004825AC">
      <w:pPr>
        <w:pStyle w:val="BasalText"/>
        <w:widowControl w:val="0"/>
        <w:numPr>
          <w:ilvl w:val="0"/>
          <w:numId w:val="37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What is the purpose of spacers?</w:t>
      </w:r>
    </w:p>
    <w:p w14:paraId="1141888B" w14:textId="5D9EF4E8" w:rsidR="00DB2D19" w:rsidRPr="00DB2D19" w:rsidRDefault="00DB2D19" w:rsidP="004825AC">
      <w:pPr>
        <w:pStyle w:val="BasalText"/>
        <w:widowControl w:val="0"/>
        <w:rPr>
          <w:color w:val="FF0000"/>
        </w:rPr>
      </w:pPr>
      <w:r>
        <w:rPr>
          <w:color w:val="FF0000"/>
          <w:szCs w:val="22"/>
        </w:rPr>
        <w:t>Answer: The purpose of spacers is to prevent the board from shorting out on the case and to provide space for air circulation.</w:t>
      </w:r>
    </w:p>
    <w:p w14:paraId="0B6EFE81" w14:textId="0D79000D" w:rsidR="00E70EEA" w:rsidRPr="00A86260" w:rsidRDefault="00F62471" w:rsidP="004825AC">
      <w:pPr>
        <w:pStyle w:val="BasalText"/>
        <w:widowControl w:val="0"/>
        <w:numPr>
          <w:ilvl w:val="0"/>
          <w:numId w:val="37"/>
        </w:numPr>
        <w:ind w:left="360"/>
        <w:rPr>
          <w:rFonts w:ascii="Times" w:hAnsi="Times" w:cs="Times"/>
          <w:bCs/>
          <w:szCs w:val="24"/>
        </w:rPr>
      </w:pPr>
      <w:r>
        <w:rPr>
          <w:rFonts w:ascii="Times" w:hAnsi="Times" w:cs="Times"/>
          <w:bCs/>
          <w:szCs w:val="24"/>
        </w:rPr>
        <w:t>When replacing a motherboard, why would you want the replacement board to use the same processor that the older board used</w:t>
      </w:r>
      <w:r w:rsidR="00E70EEA" w:rsidRPr="00A86260">
        <w:rPr>
          <w:rFonts w:ascii="Times" w:hAnsi="Times" w:cs="Times"/>
          <w:bCs/>
          <w:szCs w:val="24"/>
        </w:rPr>
        <w:t>?</w:t>
      </w:r>
    </w:p>
    <w:p w14:paraId="507F24D8" w14:textId="3C1E4252" w:rsidR="00DB2D19" w:rsidRDefault="00DB2D19" w:rsidP="004825AC">
      <w:pPr>
        <w:pStyle w:val="BasalText"/>
        <w:widowControl w:val="0"/>
        <w:rPr>
          <w:color w:val="FF0000"/>
        </w:rPr>
      </w:pPr>
      <w:r w:rsidRPr="00DB2D19">
        <w:rPr>
          <w:color w:val="FF0000"/>
        </w:rPr>
        <w:t xml:space="preserve">Answer: </w:t>
      </w:r>
      <w:r w:rsidR="00F62471">
        <w:rPr>
          <w:color w:val="FF0000"/>
        </w:rPr>
        <w:t>To avoid having to also replace the processor</w:t>
      </w:r>
    </w:p>
    <w:p w14:paraId="75E36771" w14:textId="3DB2034B" w:rsidR="00F62471" w:rsidRPr="00A86260" w:rsidRDefault="00F62471" w:rsidP="004825AC">
      <w:pPr>
        <w:pStyle w:val="BasalText"/>
        <w:widowControl w:val="0"/>
        <w:numPr>
          <w:ilvl w:val="0"/>
          <w:numId w:val="37"/>
        </w:numPr>
        <w:ind w:left="360"/>
        <w:rPr>
          <w:rFonts w:ascii="Times" w:hAnsi="Times" w:cs="Times"/>
          <w:bCs/>
          <w:szCs w:val="24"/>
        </w:rPr>
      </w:pPr>
      <w:r>
        <w:rPr>
          <w:rFonts w:ascii="Times" w:hAnsi="Times" w:cs="Times"/>
          <w:bCs/>
          <w:szCs w:val="24"/>
        </w:rPr>
        <w:t>List three tools or methods you can use to identify a motherboard so that you can find its documentation on the web</w:t>
      </w:r>
      <w:r w:rsidR="00680629">
        <w:rPr>
          <w:rFonts w:ascii="Times" w:hAnsi="Times" w:cs="Times"/>
          <w:bCs/>
          <w:szCs w:val="24"/>
        </w:rPr>
        <w:t>.</w:t>
      </w:r>
    </w:p>
    <w:p w14:paraId="6FE31682" w14:textId="05EE4AE8" w:rsidR="00F62471" w:rsidRDefault="00F62471" w:rsidP="004825AC">
      <w:pPr>
        <w:pStyle w:val="BasalText"/>
        <w:widowControl w:val="0"/>
        <w:rPr>
          <w:color w:val="FF0000"/>
        </w:rPr>
      </w:pPr>
      <w:r w:rsidRPr="00DB2D19">
        <w:rPr>
          <w:color w:val="FF0000"/>
        </w:rPr>
        <w:t>Answer</w:t>
      </w:r>
      <w:r>
        <w:rPr>
          <w:color w:val="FF0000"/>
        </w:rPr>
        <w:t>s may vary</w:t>
      </w:r>
      <w:r w:rsidR="00EC0664">
        <w:rPr>
          <w:color w:val="FF0000"/>
        </w:rPr>
        <w:t>;</w:t>
      </w:r>
      <w:r>
        <w:rPr>
          <w:color w:val="FF0000"/>
        </w:rPr>
        <w:t xml:space="preserve"> </w:t>
      </w:r>
      <w:r w:rsidR="00EC0664">
        <w:rPr>
          <w:color w:val="FF0000"/>
        </w:rPr>
        <w:t>p</w:t>
      </w:r>
      <w:r>
        <w:rPr>
          <w:color w:val="FF0000"/>
        </w:rPr>
        <w:t>ossib</w:t>
      </w:r>
      <w:r w:rsidR="00EC0664">
        <w:rPr>
          <w:color w:val="FF0000"/>
        </w:rPr>
        <w:t>i</w:t>
      </w:r>
      <w:r>
        <w:rPr>
          <w:color w:val="FF0000"/>
        </w:rPr>
        <w:t>l</w:t>
      </w:r>
      <w:r w:rsidR="00EC0664">
        <w:rPr>
          <w:color w:val="FF0000"/>
        </w:rPr>
        <w:t>iti</w:t>
      </w:r>
      <w:r>
        <w:rPr>
          <w:color w:val="FF0000"/>
        </w:rPr>
        <w:t>e</w:t>
      </w:r>
      <w:r w:rsidR="00EC0664">
        <w:rPr>
          <w:color w:val="FF0000"/>
        </w:rPr>
        <w:t>s include r</w:t>
      </w:r>
      <w:r>
        <w:rPr>
          <w:color w:val="FF0000"/>
        </w:rPr>
        <w:t>un</w:t>
      </w:r>
      <w:r w:rsidR="00EC0664">
        <w:rPr>
          <w:color w:val="FF0000"/>
        </w:rPr>
        <w:t>ning</w:t>
      </w:r>
      <w:r>
        <w:rPr>
          <w:color w:val="FF0000"/>
        </w:rPr>
        <w:t xml:space="preserve"> CPU-Z</w:t>
      </w:r>
      <w:r w:rsidR="00EC0664">
        <w:rPr>
          <w:color w:val="FF0000"/>
        </w:rPr>
        <w:t>, r</w:t>
      </w:r>
      <w:r>
        <w:rPr>
          <w:color w:val="FF0000"/>
        </w:rPr>
        <w:t>un</w:t>
      </w:r>
      <w:r w:rsidR="00EC0664">
        <w:rPr>
          <w:color w:val="FF0000"/>
        </w:rPr>
        <w:t>ning</w:t>
      </w:r>
      <w:r w:rsidR="00285AB8">
        <w:rPr>
          <w:color w:val="FF0000"/>
        </w:rPr>
        <w:t xml:space="preserve"> System Information (</w:t>
      </w:r>
      <w:r>
        <w:rPr>
          <w:color w:val="FF0000"/>
        </w:rPr>
        <w:t>msinfo32.exe</w:t>
      </w:r>
      <w:r w:rsidR="00285AB8">
        <w:rPr>
          <w:color w:val="FF0000"/>
        </w:rPr>
        <w:t>) in Windows</w:t>
      </w:r>
      <w:r w:rsidR="00EC0664">
        <w:rPr>
          <w:color w:val="FF0000"/>
        </w:rPr>
        <w:t>, and</w:t>
      </w:r>
      <w:r>
        <w:rPr>
          <w:color w:val="FF0000"/>
        </w:rPr>
        <w:t xml:space="preserve"> </w:t>
      </w:r>
      <w:r w:rsidR="00EC0664">
        <w:rPr>
          <w:color w:val="FF0000"/>
        </w:rPr>
        <w:t>o</w:t>
      </w:r>
      <w:r w:rsidR="00285AB8">
        <w:rPr>
          <w:color w:val="FF0000"/>
        </w:rPr>
        <w:t>pen</w:t>
      </w:r>
      <w:r w:rsidR="00EC0664">
        <w:rPr>
          <w:color w:val="FF0000"/>
        </w:rPr>
        <w:t>ing</w:t>
      </w:r>
      <w:r w:rsidR="00285AB8">
        <w:rPr>
          <w:color w:val="FF0000"/>
        </w:rPr>
        <w:t xml:space="preserve"> the case </w:t>
      </w:r>
      <w:r w:rsidR="00EC0664">
        <w:rPr>
          <w:color w:val="FF0000"/>
        </w:rPr>
        <w:t>to</w:t>
      </w:r>
      <w:r w:rsidR="00285AB8">
        <w:rPr>
          <w:color w:val="FF0000"/>
        </w:rPr>
        <w:t xml:space="preserve"> look for the model and brand etched on the board. </w:t>
      </w:r>
    </w:p>
    <w:p w14:paraId="009823F6" w14:textId="6972F38D" w:rsidR="00683485" w:rsidRDefault="00683485" w:rsidP="00683485">
      <w:pPr>
        <w:pStyle w:val="BasalText"/>
        <w:widowControl w:val="0"/>
        <w:numPr>
          <w:ilvl w:val="0"/>
          <w:numId w:val="37"/>
        </w:numPr>
        <w:ind w:left="360"/>
      </w:pPr>
      <w:r>
        <w:t xml:space="preserve">A motherboard has an onboard DVI port that is currently used for </w:t>
      </w:r>
      <w:r w:rsidR="005E242B">
        <w:t>a</w:t>
      </w:r>
      <w:r>
        <w:t xml:space="preserve"> single monitor. Sometimes the video does not come on after a Windows restart. To solve the problem, which </w:t>
      </w:r>
      <w:r w:rsidR="00573334">
        <w:t xml:space="preserve">of the following </w:t>
      </w:r>
      <w:r>
        <w:t>should you try first?</w:t>
      </w:r>
    </w:p>
    <w:p w14:paraId="27AB370A" w14:textId="73CBB3F4" w:rsidR="00683485" w:rsidRDefault="00683485" w:rsidP="006A1455">
      <w:pPr>
        <w:pStyle w:val="BasalText"/>
        <w:widowControl w:val="0"/>
        <w:numPr>
          <w:ilvl w:val="1"/>
          <w:numId w:val="37"/>
        </w:numPr>
        <w:ind w:left="720"/>
      </w:pPr>
      <w:r>
        <w:t>Flash BIOS/UEFI</w:t>
      </w:r>
      <w:r w:rsidR="006A1455">
        <w:t>.</w:t>
      </w:r>
    </w:p>
    <w:p w14:paraId="5CA214BF" w14:textId="68C37FA4" w:rsidR="00683485" w:rsidRDefault="00683485" w:rsidP="006A1455">
      <w:pPr>
        <w:pStyle w:val="BasalText"/>
        <w:widowControl w:val="0"/>
        <w:numPr>
          <w:ilvl w:val="1"/>
          <w:numId w:val="37"/>
        </w:numPr>
        <w:ind w:left="720"/>
      </w:pPr>
      <w:r>
        <w:t>Update the motherboard drivers</w:t>
      </w:r>
      <w:r w:rsidR="006A1455">
        <w:t>.</w:t>
      </w:r>
    </w:p>
    <w:p w14:paraId="51F1AC68" w14:textId="2F0494EA" w:rsidR="00683485" w:rsidRDefault="00683485" w:rsidP="006A1455">
      <w:pPr>
        <w:pStyle w:val="BasalText"/>
        <w:widowControl w:val="0"/>
        <w:numPr>
          <w:ilvl w:val="1"/>
          <w:numId w:val="37"/>
        </w:numPr>
        <w:ind w:left="720"/>
      </w:pPr>
      <w:r>
        <w:lastRenderedPageBreak/>
        <w:t>Reinstall Windows</w:t>
      </w:r>
      <w:r w:rsidR="006A1455">
        <w:t>.</w:t>
      </w:r>
    </w:p>
    <w:p w14:paraId="74C6002D" w14:textId="5DD1A2C8" w:rsidR="00683485" w:rsidRDefault="00683485" w:rsidP="006A1455">
      <w:pPr>
        <w:pStyle w:val="BasalText"/>
        <w:widowControl w:val="0"/>
        <w:numPr>
          <w:ilvl w:val="1"/>
          <w:numId w:val="37"/>
        </w:numPr>
        <w:ind w:left="720"/>
      </w:pPr>
      <w:r>
        <w:t>Replace the motherboard</w:t>
      </w:r>
      <w:r w:rsidR="006A1455">
        <w:t>.</w:t>
      </w:r>
    </w:p>
    <w:p w14:paraId="21BC4BAC" w14:textId="4BD75295" w:rsidR="00683485" w:rsidRPr="00353679" w:rsidRDefault="00683485">
      <w:pPr>
        <w:pStyle w:val="BasalText"/>
        <w:widowControl w:val="0"/>
        <w:rPr>
          <w:color w:val="FF0000"/>
        </w:rPr>
      </w:pPr>
      <w:r w:rsidRPr="00264B72">
        <w:rPr>
          <w:color w:val="FF0000"/>
        </w:rPr>
        <w:t>Answer: b</w:t>
      </w:r>
      <w:r w:rsidR="00264B72">
        <w:rPr>
          <w:color w:val="FF0000"/>
        </w:rPr>
        <w:t>.</w:t>
      </w:r>
      <w:r w:rsidRPr="00264B72">
        <w:rPr>
          <w:color w:val="FF0000"/>
        </w:rPr>
        <w:t xml:space="preserve"> Update the motherboard drivers</w:t>
      </w:r>
      <w:r w:rsidR="00353679" w:rsidRPr="00264B72">
        <w:rPr>
          <w:color w:val="FF0000"/>
        </w:rPr>
        <w:t xml:space="preserve">. Try the least invasive and easiest task first. </w:t>
      </w:r>
    </w:p>
    <w:p w14:paraId="6B65AA52" w14:textId="6196FE11" w:rsidR="00E70EEA" w:rsidRPr="00A86260" w:rsidRDefault="00E70EEA" w:rsidP="004825AC">
      <w:pPr>
        <w:pStyle w:val="HeadA"/>
        <w:keepNext w:val="0"/>
        <w:widowControl w:val="0"/>
        <w:rPr>
          <w:b/>
          <w:i/>
        </w:rPr>
      </w:pPr>
      <w:r w:rsidRPr="00A86260">
        <w:t xml:space="preserve">Lab </w:t>
      </w:r>
      <w:r w:rsidR="00B85CD8">
        <w:t>2.</w:t>
      </w:r>
      <w:r w:rsidR="00F62471">
        <w:t>5</w:t>
      </w:r>
      <w:r w:rsidRPr="00A86260">
        <w:t xml:space="preserve"> Examine </w:t>
      </w:r>
      <w:r w:rsidR="00CC2C93">
        <w:t>BIOS/</w:t>
      </w:r>
      <w:r w:rsidRPr="00A86260">
        <w:t xml:space="preserve">UEFI Settings and Research </w:t>
      </w:r>
      <w:r w:rsidR="00CC2C93">
        <w:t>BIOS/</w:t>
      </w:r>
      <w:r w:rsidRPr="00A86260">
        <w:t>UEFI Updates</w:t>
      </w:r>
    </w:p>
    <w:p w14:paraId="753B02E7" w14:textId="77777777" w:rsidR="00E70EEA" w:rsidRPr="00A86260" w:rsidRDefault="00E70EEA" w:rsidP="004825AC">
      <w:pPr>
        <w:pStyle w:val="HeadB"/>
        <w:keepNext w:val="0"/>
        <w:widowControl w:val="0"/>
        <w:rPr>
          <w:b/>
        </w:rPr>
      </w:pPr>
      <w:r w:rsidRPr="00A86260">
        <w:t>Review Questions</w:t>
      </w:r>
    </w:p>
    <w:p w14:paraId="7E6F6D20" w14:textId="70DAE565" w:rsidR="00B31F41" w:rsidRPr="00A86260" w:rsidRDefault="00B31F41" w:rsidP="004825AC">
      <w:pPr>
        <w:pStyle w:val="BasalText"/>
        <w:widowControl w:val="0"/>
        <w:numPr>
          <w:ilvl w:val="0"/>
          <w:numId w:val="48"/>
        </w:numPr>
        <w:ind w:left="360"/>
      </w:pPr>
      <w:r w:rsidRPr="00A86260">
        <w:t>Why does a computer need BIOS</w:t>
      </w:r>
      <w:r>
        <w:t>/UEFI</w:t>
      </w:r>
      <w:r w:rsidRPr="00A86260">
        <w:t>?</w:t>
      </w:r>
    </w:p>
    <w:p w14:paraId="6F0BBE29" w14:textId="1C57C089" w:rsidR="00B31F41" w:rsidRPr="00DB2D19" w:rsidRDefault="00B31F41" w:rsidP="004825AC">
      <w:pPr>
        <w:pStyle w:val="BasalText"/>
        <w:widowControl w:val="0"/>
        <w:rPr>
          <w:color w:val="FF0000"/>
        </w:rPr>
      </w:pPr>
      <w:r w:rsidRPr="00765E87">
        <w:rPr>
          <w:color w:val="FF0000"/>
        </w:rPr>
        <w:t>Answer</w:t>
      </w:r>
      <w:r>
        <w:rPr>
          <w:color w:val="FF0000"/>
        </w:rPr>
        <w:t xml:space="preserve">s may vary. </w:t>
      </w:r>
      <w:r w:rsidR="00F12016">
        <w:rPr>
          <w:color w:val="FF0000"/>
        </w:rPr>
        <w:t>One p</w:t>
      </w:r>
      <w:r>
        <w:rPr>
          <w:color w:val="FF0000"/>
        </w:rPr>
        <w:t>ossible answer</w:t>
      </w:r>
      <w:r w:rsidR="00F12016">
        <w:rPr>
          <w:color w:val="FF0000"/>
        </w:rPr>
        <w:t xml:space="preserve"> is that the computer</w:t>
      </w:r>
      <w:r>
        <w:rPr>
          <w:color w:val="FF0000"/>
        </w:rPr>
        <w:t xml:space="preserve"> needs BIOS/UEFI to start, </w:t>
      </w:r>
      <w:r w:rsidR="00F12016">
        <w:rPr>
          <w:color w:val="FF0000"/>
        </w:rPr>
        <w:t xml:space="preserve">to </w:t>
      </w:r>
      <w:r>
        <w:rPr>
          <w:color w:val="FF0000"/>
        </w:rPr>
        <w:t xml:space="preserve">manage onboard components, and </w:t>
      </w:r>
      <w:r w:rsidR="00F12016">
        <w:rPr>
          <w:color w:val="FF0000"/>
        </w:rPr>
        <w:t xml:space="preserve">to </w:t>
      </w:r>
      <w:r>
        <w:rPr>
          <w:color w:val="FF0000"/>
        </w:rPr>
        <w:t>launch an operating system.</w:t>
      </w:r>
    </w:p>
    <w:p w14:paraId="5399DF0B" w14:textId="10908731" w:rsidR="00B31F41" w:rsidRPr="00A86260" w:rsidRDefault="00B31F41" w:rsidP="00767304">
      <w:pPr>
        <w:pStyle w:val="BasalText"/>
        <w:widowControl w:val="0"/>
        <w:numPr>
          <w:ilvl w:val="0"/>
          <w:numId w:val="48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>When troubleshooting a computer, why might you have to enter BIOS</w:t>
      </w:r>
      <w:r>
        <w:rPr>
          <w:rFonts w:ascii="Times" w:hAnsi="Times" w:cs="Times"/>
          <w:szCs w:val="24"/>
        </w:rPr>
        <w:t>/UEFI</w:t>
      </w:r>
      <w:r w:rsidRPr="00A86260">
        <w:rPr>
          <w:rFonts w:ascii="Times" w:hAnsi="Times" w:cs="Times"/>
          <w:szCs w:val="24"/>
        </w:rPr>
        <w:t xml:space="preserve"> setup? List at least three reasons:</w:t>
      </w:r>
    </w:p>
    <w:p w14:paraId="36BAE686" w14:textId="77777777" w:rsidR="00B31F41" w:rsidRDefault="00B31F41" w:rsidP="004825AC">
      <w:pPr>
        <w:pStyle w:val="BasalText"/>
        <w:widowControl w:val="0"/>
        <w:rPr>
          <w:color w:val="FF0000"/>
        </w:rPr>
      </w:pPr>
      <w:r w:rsidRPr="00DB2D19">
        <w:rPr>
          <w:color w:val="FF0000"/>
        </w:rPr>
        <w:t>Answer</w:t>
      </w:r>
      <w:r w:rsidRPr="007B71A1">
        <w:rPr>
          <w:rFonts w:ascii="Times" w:eastAsia="Calibri" w:hAnsi="Times"/>
          <w:color w:val="FF0000"/>
          <w:szCs w:val="22"/>
          <w:lang w:eastAsia="en-US"/>
        </w:rPr>
        <w:t>:</w:t>
      </w:r>
      <w:r>
        <w:rPr>
          <w:color w:val="FF0000"/>
        </w:rPr>
        <w:t xml:space="preserve"> Answers may vary and might include:</w:t>
      </w:r>
    </w:p>
    <w:p w14:paraId="3B2A7B8C" w14:textId="77777777" w:rsidR="00B31F41" w:rsidRPr="00DB2D19" w:rsidRDefault="00B31F41" w:rsidP="004825AC">
      <w:pPr>
        <w:pStyle w:val="BasalText"/>
        <w:widowControl w:val="0"/>
        <w:numPr>
          <w:ilvl w:val="0"/>
          <w:numId w:val="50"/>
        </w:numPr>
        <w:ind w:left="360"/>
        <w:rPr>
          <w:color w:val="FF0000"/>
        </w:rPr>
      </w:pPr>
      <w:r w:rsidRPr="00DB2D19">
        <w:rPr>
          <w:color w:val="FF0000"/>
        </w:rPr>
        <w:t>To enable/disable components, such as a USB, FireWire, or network port</w:t>
      </w:r>
    </w:p>
    <w:p w14:paraId="67D26DAB" w14:textId="77777777" w:rsidR="00B31F41" w:rsidRPr="00DB2D19" w:rsidRDefault="00B31F41" w:rsidP="004825AC">
      <w:pPr>
        <w:pStyle w:val="BasalText"/>
        <w:widowControl w:val="0"/>
        <w:numPr>
          <w:ilvl w:val="0"/>
          <w:numId w:val="50"/>
        </w:numPr>
        <w:ind w:left="360"/>
        <w:rPr>
          <w:color w:val="FF0000"/>
        </w:rPr>
      </w:pPr>
      <w:r w:rsidRPr="00DB2D19">
        <w:rPr>
          <w:color w:val="FF0000"/>
        </w:rPr>
        <w:t>To verify that the system recognizes a new hard drive correctly</w:t>
      </w:r>
    </w:p>
    <w:p w14:paraId="0EC621B9" w14:textId="6D821505" w:rsidR="00B31F41" w:rsidRPr="00DB2D19" w:rsidRDefault="00B31F41" w:rsidP="004825AC">
      <w:pPr>
        <w:pStyle w:val="BasalText"/>
        <w:widowControl w:val="0"/>
        <w:numPr>
          <w:ilvl w:val="0"/>
          <w:numId w:val="50"/>
        </w:numPr>
        <w:ind w:left="360"/>
        <w:rPr>
          <w:color w:val="FF0000"/>
        </w:rPr>
      </w:pPr>
      <w:r w:rsidRPr="00DB2D19">
        <w:rPr>
          <w:color w:val="FF0000"/>
        </w:rPr>
        <w:t xml:space="preserve">To change </w:t>
      </w:r>
      <w:r>
        <w:rPr>
          <w:color w:val="FF0000"/>
        </w:rPr>
        <w:t xml:space="preserve">the boot sequence, such as when Windows is corrupted beyond repair and you want to boot the system to a network server </w:t>
      </w:r>
      <w:r w:rsidR="00767304">
        <w:rPr>
          <w:color w:val="FF0000"/>
        </w:rPr>
        <w:t xml:space="preserve">that </w:t>
      </w:r>
      <w:r>
        <w:rPr>
          <w:color w:val="FF0000"/>
        </w:rPr>
        <w:t>hold</w:t>
      </w:r>
      <w:r w:rsidR="00767304">
        <w:rPr>
          <w:color w:val="FF0000"/>
        </w:rPr>
        <w:t>s</w:t>
      </w:r>
      <w:r w:rsidR="00F12016">
        <w:rPr>
          <w:color w:val="FF0000"/>
        </w:rPr>
        <w:t xml:space="preserve"> a fresh deployment of Windows</w:t>
      </w:r>
    </w:p>
    <w:p w14:paraId="1E71026C" w14:textId="3E3E3BD5" w:rsidR="00B31F41" w:rsidRPr="00A86260" w:rsidRDefault="00B31F41" w:rsidP="004825AC">
      <w:pPr>
        <w:pStyle w:val="BasalText"/>
        <w:widowControl w:val="0"/>
        <w:numPr>
          <w:ilvl w:val="0"/>
          <w:numId w:val="48"/>
        </w:numPr>
        <w:ind w:left="360"/>
      </w:pPr>
      <w:r w:rsidRPr="00A86260">
        <w:t xml:space="preserve">What </w:t>
      </w:r>
      <w:r w:rsidRPr="003422FA">
        <w:t>happens</w:t>
      </w:r>
      <w:r w:rsidRPr="00A86260">
        <w:t xml:space="preserve"> automatically after you exit BIOS</w:t>
      </w:r>
      <w:r>
        <w:t>/UEFI</w:t>
      </w:r>
      <w:r w:rsidRPr="00A86260">
        <w:t xml:space="preserve"> setup?</w:t>
      </w:r>
    </w:p>
    <w:p w14:paraId="10D9EA21" w14:textId="77777777" w:rsidR="00B31F41" w:rsidRPr="00DB2D19" w:rsidRDefault="00B31F41" w:rsidP="004825AC">
      <w:pPr>
        <w:pStyle w:val="BasalText"/>
        <w:widowControl w:val="0"/>
        <w:rPr>
          <w:color w:val="FF0000"/>
        </w:rPr>
      </w:pPr>
      <w:r w:rsidRPr="00765E87">
        <w:rPr>
          <w:color w:val="FF0000"/>
        </w:rPr>
        <w:t xml:space="preserve">Answer: </w:t>
      </w:r>
      <w:r>
        <w:rPr>
          <w:color w:val="FF0000"/>
        </w:rPr>
        <w:t>The system reboots.</w:t>
      </w:r>
    </w:p>
    <w:p w14:paraId="3AA130CD" w14:textId="77777777" w:rsidR="002A78AC" w:rsidRDefault="002A78AC">
      <w:pPr>
        <w:spacing w:line="240" w:lineRule="auto"/>
        <w:rPr>
          <w:bCs/>
        </w:rPr>
      </w:pPr>
      <w:r>
        <w:rPr>
          <w:bCs/>
        </w:rPr>
        <w:br w:type="page"/>
      </w:r>
    </w:p>
    <w:p w14:paraId="73EB496E" w14:textId="582911EA" w:rsidR="00E70EEA" w:rsidRPr="00A86260" w:rsidRDefault="0049228A" w:rsidP="004825AC">
      <w:pPr>
        <w:pStyle w:val="BasalText"/>
        <w:widowControl w:val="0"/>
        <w:numPr>
          <w:ilvl w:val="0"/>
          <w:numId w:val="48"/>
        </w:numPr>
        <w:ind w:left="360"/>
        <w:rPr>
          <w:rFonts w:ascii="Times" w:hAnsi="Times" w:cs="Times"/>
          <w:bCs/>
          <w:szCs w:val="24"/>
        </w:rPr>
      </w:pPr>
      <w:r>
        <w:rPr>
          <w:bCs/>
        </w:rPr>
        <w:lastRenderedPageBreak/>
        <w:t>You plan to use Microsoft Hyper-V Manager to install a virtual machine on your laptop. Which settings should you verify</w:t>
      </w:r>
      <w:r w:rsidR="00A403E6">
        <w:rPr>
          <w:bCs/>
        </w:rPr>
        <w:t xml:space="preserve"> or change</w:t>
      </w:r>
      <w:r>
        <w:rPr>
          <w:bCs/>
        </w:rPr>
        <w:t xml:space="preserve"> in BIOS/UEFI before you launch Hyper-V Manager? </w:t>
      </w:r>
    </w:p>
    <w:p w14:paraId="29D3A21D" w14:textId="46C9EF67" w:rsidR="00DD3A50" w:rsidRPr="00DD3A50" w:rsidRDefault="00DD3A50" w:rsidP="004825AC">
      <w:pPr>
        <w:pStyle w:val="BasalText"/>
        <w:widowControl w:val="0"/>
        <w:rPr>
          <w:color w:val="FF0000"/>
        </w:rPr>
      </w:pPr>
      <w:r w:rsidRPr="00DD3A50">
        <w:rPr>
          <w:rFonts w:ascii="Times" w:eastAsia="Calibri" w:hAnsi="Times"/>
          <w:color w:val="FF0000"/>
          <w:lang w:eastAsia="en-US"/>
        </w:rPr>
        <w:t>Answer:</w:t>
      </w:r>
      <w:r w:rsidRPr="00DD3A50">
        <w:rPr>
          <w:color w:val="FF0000"/>
        </w:rPr>
        <w:t xml:space="preserve"> </w:t>
      </w:r>
      <w:r w:rsidR="00A403E6">
        <w:rPr>
          <w:color w:val="FF0000"/>
        </w:rPr>
        <w:t>Turn on support for virtualization</w:t>
      </w:r>
      <w:r w:rsidRPr="00DD3A50">
        <w:rPr>
          <w:color w:val="FF0000"/>
        </w:rPr>
        <w:t>.</w:t>
      </w:r>
    </w:p>
    <w:p w14:paraId="4DB98EC7" w14:textId="0A10D2B0" w:rsidR="00E70EEA" w:rsidRPr="00A86260" w:rsidRDefault="00A403E6" w:rsidP="004825AC">
      <w:pPr>
        <w:pStyle w:val="BasalText"/>
        <w:widowControl w:val="0"/>
        <w:numPr>
          <w:ilvl w:val="0"/>
          <w:numId w:val="48"/>
        </w:numPr>
        <w:ind w:left="360"/>
        <w:rPr>
          <w:rFonts w:ascii="Times" w:hAnsi="Times" w:cs="Times"/>
          <w:bCs/>
          <w:szCs w:val="24"/>
        </w:rPr>
      </w:pPr>
      <w:r>
        <w:rPr>
          <w:rFonts w:ascii="Times" w:hAnsi="Times" w:cs="Times"/>
          <w:bCs/>
          <w:szCs w:val="24"/>
        </w:rPr>
        <w:t>Bluetooth on a laptop computer refuses to work. Which should you do first, update the Bluetooth drivers or update BIOS/UEFI</w:t>
      </w:r>
      <w:r w:rsidR="00E70EEA" w:rsidRPr="00A86260">
        <w:rPr>
          <w:rFonts w:ascii="Times" w:hAnsi="Times" w:cs="Times"/>
          <w:bCs/>
          <w:szCs w:val="24"/>
        </w:rPr>
        <w:t>?</w:t>
      </w:r>
      <w:r>
        <w:rPr>
          <w:rFonts w:ascii="Times" w:hAnsi="Times" w:cs="Times"/>
          <w:bCs/>
          <w:szCs w:val="24"/>
        </w:rPr>
        <w:t xml:space="preserve"> Why?</w:t>
      </w:r>
    </w:p>
    <w:p w14:paraId="6EF28E6B" w14:textId="7ABDB2A4" w:rsidR="00DD3A50" w:rsidRPr="00DD3A50" w:rsidRDefault="00DD3A50" w:rsidP="004825AC">
      <w:pPr>
        <w:pStyle w:val="BasalText"/>
        <w:widowControl w:val="0"/>
        <w:rPr>
          <w:color w:val="FF0000"/>
        </w:rPr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 w:rsidR="00A403E6">
        <w:rPr>
          <w:rFonts w:ascii="Times" w:eastAsia="Calibri" w:hAnsi="Times"/>
          <w:color w:val="FF0000"/>
          <w:lang w:eastAsia="en-US"/>
        </w:rPr>
        <w:t>Try updating the Bluetooth drivers first. If that doesn’t work, update BIOS/UEFI</w:t>
      </w:r>
      <w:r>
        <w:rPr>
          <w:color w:val="FF0000"/>
          <w:szCs w:val="22"/>
        </w:rPr>
        <w:t>.</w:t>
      </w:r>
      <w:r w:rsidR="00A403E6">
        <w:rPr>
          <w:color w:val="FF0000"/>
          <w:szCs w:val="22"/>
        </w:rPr>
        <w:t xml:space="preserve"> When troubleshooting, always apply the least invasive solution first.</w:t>
      </w:r>
    </w:p>
    <w:p w14:paraId="6D7F24D3" w14:textId="45F85313" w:rsidR="00E70EEA" w:rsidRPr="00A86260" w:rsidRDefault="00E70EEA" w:rsidP="004825AC">
      <w:pPr>
        <w:pStyle w:val="BasalText"/>
        <w:widowControl w:val="0"/>
        <w:numPr>
          <w:ilvl w:val="0"/>
          <w:numId w:val="48"/>
        </w:numPr>
        <w:ind w:left="360"/>
        <w:rPr>
          <w:rFonts w:ascii="Times" w:hAnsi="Times" w:cs="Times"/>
          <w:szCs w:val="24"/>
        </w:rPr>
      </w:pPr>
      <w:r w:rsidRPr="00C53224">
        <w:rPr>
          <w:bCs/>
        </w:rPr>
        <w:t>Where</w:t>
      </w:r>
      <w:r w:rsidRPr="00A86260">
        <w:rPr>
          <w:rFonts w:ascii="Times" w:hAnsi="Times" w:cs="Times"/>
          <w:bCs/>
          <w:szCs w:val="24"/>
        </w:rPr>
        <w:t xml:space="preserve"> should you go online to get </w:t>
      </w:r>
      <w:r w:rsidR="000D320F">
        <w:rPr>
          <w:rFonts w:ascii="Times" w:hAnsi="Times" w:cs="Times"/>
          <w:bCs/>
          <w:szCs w:val="24"/>
        </w:rPr>
        <w:t>BIOS/</w:t>
      </w:r>
      <w:r w:rsidRPr="00A86260">
        <w:rPr>
          <w:rFonts w:ascii="Times" w:hAnsi="Times" w:cs="Times"/>
          <w:szCs w:val="24"/>
        </w:rPr>
        <w:t>UEFI update files?</w:t>
      </w:r>
    </w:p>
    <w:p w14:paraId="64171AC9" w14:textId="4873F13D" w:rsidR="00DD3A50" w:rsidRPr="00DD3A50" w:rsidRDefault="00DD3A50" w:rsidP="004825AC">
      <w:pPr>
        <w:pStyle w:val="BasalText"/>
        <w:widowControl w:val="0"/>
        <w:rPr>
          <w:color w:val="FF0000"/>
        </w:rPr>
      </w:pPr>
      <w:r w:rsidRPr="00F753E3">
        <w:rPr>
          <w:color w:val="FF0000"/>
          <w:szCs w:val="22"/>
        </w:rPr>
        <w:t xml:space="preserve">Answer: </w:t>
      </w:r>
      <w:r w:rsidRPr="00DD3A50">
        <w:rPr>
          <w:rFonts w:ascii="Times" w:eastAsia="Calibri" w:hAnsi="Times"/>
          <w:color w:val="FF0000"/>
          <w:lang w:eastAsia="en-US"/>
        </w:rPr>
        <w:t>The</w:t>
      </w:r>
      <w:r>
        <w:rPr>
          <w:color w:val="FF0000"/>
          <w:szCs w:val="22"/>
        </w:rPr>
        <w:t xml:space="preserve"> manufacturer’s website</w:t>
      </w:r>
    </w:p>
    <w:p w14:paraId="4986AC9A" w14:textId="326D4512" w:rsidR="00E70EEA" w:rsidRPr="00A86260" w:rsidRDefault="000D320F" w:rsidP="004825AC">
      <w:pPr>
        <w:pStyle w:val="BasalText"/>
        <w:widowControl w:val="0"/>
        <w:numPr>
          <w:ilvl w:val="0"/>
          <w:numId w:val="48"/>
        </w:numPr>
        <w:ind w:left="360"/>
        <w:rPr>
          <w:rFonts w:ascii="Times" w:hAnsi="Times" w:cs="Times"/>
          <w:bCs/>
          <w:szCs w:val="24"/>
        </w:rPr>
      </w:pPr>
      <w:r>
        <w:rPr>
          <w:rFonts w:ascii="Times" w:hAnsi="Times" w:cs="Times"/>
          <w:bCs/>
          <w:szCs w:val="24"/>
        </w:rPr>
        <w:t xml:space="preserve">List at least two </w:t>
      </w:r>
      <w:r w:rsidR="00E70EEA" w:rsidRPr="00A86260">
        <w:rPr>
          <w:rFonts w:ascii="Times" w:hAnsi="Times" w:cs="Times"/>
          <w:bCs/>
          <w:szCs w:val="24"/>
        </w:rPr>
        <w:t xml:space="preserve">precautions </w:t>
      </w:r>
      <w:r>
        <w:rPr>
          <w:rFonts w:ascii="Times" w:hAnsi="Times" w:cs="Times"/>
          <w:bCs/>
          <w:szCs w:val="24"/>
        </w:rPr>
        <w:t xml:space="preserve">you </w:t>
      </w:r>
      <w:r w:rsidR="00E70EEA" w:rsidRPr="00A86260">
        <w:rPr>
          <w:rFonts w:ascii="Times" w:hAnsi="Times" w:cs="Times"/>
          <w:bCs/>
          <w:szCs w:val="24"/>
        </w:rPr>
        <w:t xml:space="preserve">should take </w:t>
      </w:r>
      <w:r>
        <w:rPr>
          <w:rFonts w:ascii="Times" w:hAnsi="Times" w:cs="Times"/>
          <w:bCs/>
          <w:szCs w:val="24"/>
        </w:rPr>
        <w:t xml:space="preserve">before or </w:t>
      </w:r>
      <w:r w:rsidR="00E70EEA" w:rsidRPr="00A86260">
        <w:rPr>
          <w:rFonts w:ascii="Times" w:hAnsi="Times" w:cs="Times"/>
          <w:bCs/>
          <w:szCs w:val="24"/>
        </w:rPr>
        <w:t>during the update process to help reduce the chance of problems occurring during the update</w:t>
      </w:r>
      <w:r w:rsidR="00767304">
        <w:rPr>
          <w:rFonts w:ascii="Times" w:hAnsi="Times" w:cs="Times"/>
          <w:bCs/>
          <w:szCs w:val="24"/>
        </w:rPr>
        <w:t>.</w:t>
      </w:r>
    </w:p>
    <w:p w14:paraId="6C4B8D78" w14:textId="77777777" w:rsidR="00DD3A50" w:rsidRDefault="00DD3A50" w:rsidP="004825AC">
      <w:pPr>
        <w:pStyle w:val="BasalText"/>
        <w:widowControl w:val="0"/>
        <w:rPr>
          <w:color w:val="FF0000"/>
          <w:szCs w:val="22"/>
        </w:rPr>
      </w:pPr>
      <w:r w:rsidRPr="007B71A1">
        <w:rPr>
          <w:rFonts w:ascii="Times" w:eastAsia="Calibri" w:hAnsi="Times"/>
          <w:color w:val="FF0000"/>
          <w:szCs w:val="22"/>
          <w:lang w:eastAsia="en-US"/>
        </w:rPr>
        <w:t>Answer:</w:t>
      </w:r>
      <w:r>
        <w:rPr>
          <w:color w:val="FF0000"/>
        </w:rPr>
        <w:t xml:space="preserve"> </w:t>
      </w:r>
      <w:r w:rsidRPr="00DD3A50">
        <w:rPr>
          <w:rFonts w:ascii="Times" w:eastAsia="Calibri" w:hAnsi="Times"/>
          <w:color w:val="FF0000"/>
          <w:lang w:eastAsia="en-US"/>
        </w:rPr>
        <w:t>Answers</w:t>
      </w:r>
      <w:r>
        <w:rPr>
          <w:color w:val="FF0000"/>
          <w:szCs w:val="22"/>
        </w:rPr>
        <w:t xml:space="preserve"> will vary and might include: </w:t>
      </w:r>
    </w:p>
    <w:p w14:paraId="297F2716" w14:textId="77777777" w:rsidR="00DD3A50" w:rsidRPr="00DD3A50" w:rsidRDefault="00DD3A50" w:rsidP="004825AC">
      <w:pPr>
        <w:pStyle w:val="BasalText"/>
        <w:widowControl w:val="0"/>
        <w:numPr>
          <w:ilvl w:val="0"/>
          <w:numId w:val="52"/>
        </w:numPr>
        <w:ind w:left="360"/>
        <w:rPr>
          <w:rFonts w:ascii="Times" w:eastAsia="Calibri" w:hAnsi="Times"/>
          <w:color w:val="FF0000"/>
          <w:lang w:eastAsia="en-US"/>
        </w:rPr>
      </w:pPr>
      <w:r w:rsidRPr="00DD3A50">
        <w:rPr>
          <w:rFonts w:ascii="Times" w:eastAsia="Calibri" w:hAnsi="Times"/>
          <w:color w:val="FF0000"/>
          <w:lang w:eastAsia="en-US"/>
        </w:rPr>
        <w:t>Make sure the computer stays plugged in.</w:t>
      </w:r>
    </w:p>
    <w:p w14:paraId="0E0B3F74" w14:textId="77777777" w:rsidR="00DD3A50" w:rsidRPr="00DD3A50" w:rsidRDefault="00DD3A50" w:rsidP="004825AC">
      <w:pPr>
        <w:pStyle w:val="BasalText"/>
        <w:widowControl w:val="0"/>
        <w:numPr>
          <w:ilvl w:val="0"/>
          <w:numId w:val="52"/>
        </w:numPr>
        <w:ind w:left="360"/>
        <w:rPr>
          <w:rFonts w:ascii="Times" w:eastAsia="Calibri" w:hAnsi="Times"/>
          <w:color w:val="FF0000"/>
          <w:lang w:eastAsia="en-US"/>
        </w:rPr>
      </w:pPr>
      <w:r w:rsidRPr="00DD3A50">
        <w:rPr>
          <w:rFonts w:ascii="Times" w:eastAsia="Calibri" w:hAnsi="Times"/>
          <w:color w:val="FF0000"/>
          <w:lang w:eastAsia="en-US"/>
        </w:rPr>
        <w:t>Have a printed copy of update instructions on hand.</w:t>
      </w:r>
    </w:p>
    <w:p w14:paraId="608DEB0D" w14:textId="6FCAFE73" w:rsidR="00DD3A50" w:rsidRPr="00DD3A50" w:rsidRDefault="00DD3A50" w:rsidP="004825AC">
      <w:pPr>
        <w:pStyle w:val="BasalText"/>
        <w:widowControl w:val="0"/>
        <w:numPr>
          <w:ilvl w:val="0"/>
          <w:numId w:val="52"/>
        </w:numPr>
        <w:ind w:left="360"/>
        <w:rPr>
          <w:rFonts w:ascii="Times" w:eastAsia="Calibri" w:hAnsi="Times"/>
          <w:color w:val="FF0000"/>
          <w:lang w:eastAsia="en-US"/>
        </w:rPr>
      </w:pPr>
      <w:r w:rsidRPr="00DD3A50">
        <w:rPr>
          <w:rFonts w:ascii="Times" w:eastAsia="Calibri" w:hAnsi="Times"/>
          <w:color w:val="FF0000"/>
          <w:lang w:eastAsia="en-US"/>
        </w:rPr>
        <w:t>Close all open programs and disable anti-malware</w:t>
      </w:r>
      <w:r w:rsidR="00767304">
        <w:rPr>
          <w:rFonts w:ascii="Times" w:eastAsia="Calibri" w:hAnsi="Times"/>
          <w:color w:val="FF0000"/>
          <w:lang w:eastAsia="en-US"/>
        </w:rPr>
        <w:t xml:space="preserve"> software</w:t>
      </w:r>
      <w:r w:rsidRPr="00DD3A50">
        <w:rPr>
          <w:rFonts w:ascii="Times" w:eastAsia="Calibri" w:hAnsi="Times"/>
          <w:color w:val="FF0000"/>
          <w:lang w:eastAsia="en-US"/>
        </w:rPr>
        <w:t>.</w:t>
      </w:r>
    </w:p>
    <w:p w14:paraId="66175E45" w14:textId="6CE3B968" w:rsidR="00DD3A50" w:rsidRDefault="00DD3A50" w:rsidP="004825AC">
      <w:pPr>
        <w:pStyle w:val="BasalText"/>
        <w:widowControl w:val="0"/>
        <w:numPr>
          <w:ilvl w:val="0"/>
          <w:numId w:val="52"/>
        </w:numPr>
        <w:ind w:left="360"/>
        <w:rPr>
          <w:rFonts w:ascii="Times" w:eastAsia="Calibri" w:hAnsi="Times"/>
          <w:color w:val="FF0000"/>
          <w:lang w:eastAsia="en-US"/>
        </w:rPr>
      </w:pPr>
      <w:r w:rsidRPr="00DD3A50">
        <w:rPr>
          <w:rFonts w:ascii="Times" w:eastAsia="Calibri" w:hAnsi="Times"/>
          <w:color w:val="FF0000"/>
          <w:lang w:eastAsia="en-US"/>
        </w:rPr>
        <w:t xml:space="preserve">Create a backup of the old </w:t>
      </w:r>
      <w:r w:rsidR="000D320F">
        <w:rPr>
          <w:rFonts w:ascii="Times" w:eastAsia="Calibri" w:hAnsi="Times"/>
          <w:color w:val="FF0000"/>
          <w:lang w:eastAsia="en-US"/>
        </w:rPr>
        <w:t>BIOS/</w:t>
      </w:r>
      <w:r w:rsidRPr="00DD3A50">
        <w:rPr>
          <w:rFonts w:ascii="Times" w:eastAsia="Calibri" w:hAnsi="Times"/>
          <w:color w:val="FF0000"/>
          <w:lang w:eastAsia="en-US"/>
        </w:rPr>
        <w:t>UEFI version.</w:t>
      </w:r>
    </w:p>
    <w:p w14:paraId="5498DF62" w14:textId="77777777" w:rsidR="00683485" w:rsidRPr="00A86260" w:rsidRDefault="00683485" w:rsidP="00A90D04">
      <w:pPr>
        <w:pStyle w:val="BasalText"/>
        <w:widowControl w:val="0"/>
        <w:numPr>
          <w:ilvl w:val="0"/>
          <w:numId w:val="48"/>
        </w:numPr>
        <w:ind w:left="360"/>
        <w:rPr>
          <w:rFonts w:ascii="Times" w:hAnsi="Times" w:cs="Times"/>
          <w:bCs/>
          <w:szCs w:val="24"/>
        </w:rPr>
      </w:pPr>
      <w:r>
        <w:rPr>
          <w:rFonts w:ascii="Times" w:hAnsi="Times" w:cs="Times"/>
          <w:bCs/>
          <w:szCs w:val="24"/>
        </w:rPr>
        <w:t xml:space="preserve">Older motherboards used many jumpers to configure the board, but today’s motherboards are </w:t>
      </w:r>
      <w:r w:rsidRPr="00A86260">
        <w:rPr>
          <w:rFonts w:ascii="Times" w:hAnsi="Times" w:cs="Times"/>
          <w:bCs/>
          <w:szCs w:val="24"/>
        </w:rPr>
        <w:t xml:space="preserve">likely to have </w:t>
      </w:r>
      <w:r>
        <w:rPr>
          <w:rFonts w:ascii="Times" w:hAnsi="Times" w:cs="Times"/>
          <w:bCs/>
          <w:szCs w:val="24"/>
        </w:rPr>
        <w:t>only a single</w:t>
      </w:r>
      <w:r w:rsidRPr="00A86260">
        <w:rPr>
          <w:rFonts w:ascii="Times" w:hAnsi="Times" w:cs="Times"/>
          <w:bCs/>
          <w:szCs w:val="24"/>
        </w:rPr>
        <w:t xml:space="preserve"> jumper</w:t>
      </w:r>
      <w:r>
        <w:rPr>
          <w:rFonts w:ascii="Times" w:hAnsi="Times" w:cs="Times"/>
          <w:bCs/>
          <w:szCs w:val="24"/>
        </w:rPr>
        <w:t xml:space="preserve"> group</w:t>
      </w:r>
      <w:r w:rsidRPr="00A86260">
        <w:rPr>
          <w:rFonts w:ascii="Times" w:hAnsi="Times" w:cs="Times"/>
          <w:bCs/>
          <w:szCs w:val="24"/>
        </w:rPr>
        <w:t xml:space="preserve">. </w:t>
      </w:r>
      <w:r>
        <w:rPr>
          <w:rFonts w:ascii="Times" w:hAnsi="Times" w:cs="Times"/>
          <w:bCs/>
          <w:szCs w:val="24"/>
        </w:rPr>
        <w:t>What is the purpose of this group of jumpers</w:t>
      </w:r>
      <w:r w:rsidRPr="00A86260">
        <w:rPr>
          <w:rFonts w:ascii="Times" w:hAnsi="Times" w:cs="Times"/>
          <w:bCs/>
          <w:szCs w:val="24"/>
        </w:rPr>
        <w:t>?</w:t>
      </w:r>
    </w:p>
    <w:p w14:paraId="36D63D6D" w14:textId="77777777" w:rsidR="00683485" w:rsidRPr="00DB2D19" w:rsidRDefault="00683485" w:rsidP="00683485">
      <w:pPr>
        <w:pStyle w:val="BasalText"/>
        <w:widowControl w:val="0"/>
        <w:rPr>
          <w:color w:val="FF0000"/>
        </w:rPr>
      </w:pPr>
      <w:r w:rsidRPr="00F753E3">
        <w:rPr>
          <w:color w:val="FF0000"/>
          <w:szCs w:val="22"/>
        </w:rPr>
        <w:t xml:space="preserve">Answer: </w:t>
      </w:r>
      <w:r>
        <w:rPr>
          <w:color w:val="FF0000"/>
          <w:szCs w:val="22"/>
        </w:rPr>
        <w:t>The jumpers are used to clear BIOS/UEFI settings and can be useful to recover from a forgotten power-on password.</w:t>
      </w:r>
    </w:p>
    <w:p w14:paraId="11E5634D" w14:textId="51C81EE3" w:rsidR="00A81B14" w:rsidRPr="00A86260" w:rsidRDefault="00A81B14" w:rsidP="004825AC">
      <w:pPr>
        <w:pStyle w:val="HeadA"/>
        <w:keepNext w:val="0"/>
        <w:widowControl w:val="0"/>
        <w:rPr>
          <w:b/>
          <w:i/>
        </w:rPr>
      </w:pPr>
      <w:r w:rsidRPr="00A86260">
        <w:lastRenderedPageBreak/>
        <w:t xml:space="preserve">Lab </w:t>
      </w:r>
      <w:r>
        <w:t>2.</w:t>
      </w:r>
      <w:r w:rsidRPr="00A86260">
        <w:t>6 Flash BIOS</w:t>
      </w:r>
      <w:r w:rsidR="00A403E6">
        <w:t>/UEFI</w:t>
      </w:r>
    </w:p>
    <w:p w14:paraId="643EA20A" w14:textId="77777777" w:rsidR="00A81B14" w:rsidRPr="00A86260" w:rsidRDefault="00A81B14" w:rsidP="004825AC">
      <w:pPr>
        <w:pStyle w:val="HeadB"/>
        <w:keepNext w:val="0"/>
        <w:widowControl w:val="0"/>
        <w:rPr>
          <w:b/>
        </w:rPr>
      </w:pPr>
      <w:r w:rsidRPr="00A86260">
        <w:t>Review Questions</w:t>
      </w:r>
    </w:p>
    <w:p w14:paraId="51DB417C" w14:textId="393246F8" w:rsidR="00A81B14" w:rsidRPr="00A86260" w:rsidRDefault="00A81B14" w:rsidP="004825AC">
      <w:pPr>
        <w:pStyle w:val="BasalText"/>
        <w:widowControl w:val="0"/>
        <w:numPr>
          <w:ilvl w:val="0"/>
          <w:numId w:val="45"/>
        </w:numPr>
        <w:ind w:left="360"/>
        <w:rPr>
          <w:rFonts w:ascii="Times" w:hAnsi="Times" w:cs="Times"/>
          <w:bCs/>
          <w:szCs w:val="24"/>
        </w:rPr>
      </w:pPr>
      <w:r w:rsidRPr="00A86260">
        <w:rPr>
          <w:rFonts w:ascii="Times" w:hAnsi="Times" w:cs="Times"/>
          <w:bCs/>
          <w:szCs w:val="24"/>
        </w:rPr>
        <w:t>At what point in the boot process is BIOS</w:t>
      </w:r>
      <w:r w:rsidR="00F62471">
        <w:rPr>
          <w:rFonts w:ascii="Times" w:hAnsi="Times" w:cs="Times"/>
          <w:bCs/>
          <w:szCs w:val="24"/>
        </w:rPr>
        <w:t>/UEFI</w:t>
      </w:r>
      <w:r w:rsidRPr="00A86260">
        <w:rPr>
          <w:rFonts w:ascii="Times" w:hAnsi="Times" w:cs="Times"/>
          <w:bCs/>
          <w:szCs w:val="24"/>
        </w:rPr>
        <w:t xml:space="preserve"> information displayed?</w:t>
      </w:r>
    </w:p>
    <w:p w14:paraId="41A6A56F" w14:textId="77777777" w:rsidR="00A81B14" w:rsidRPr="00DD3A50" w:rsidRDefault="00A81B14" w:rsidP="004825AC">
      <w:pPr>
        <w:pStyle w:val="BasalText"/>
        <w:widowControl w:val="0"/>
        <w:rPr>
          <w:color w:val="FF0000"/>
        </w:rPr>
      </w:pPr>
      <w:r>
        <w:rPr>
          <w:color w:val="FF0000"/>
          <w:szCs w:val="22"/>
        </w:rPr>
        <w:t xml:space="preserve">Answer: </w:t>
      </w:r>
      <w:r w:rsidRPr="00DD3A50">
        <w:rPr>
          <w:color w:val="FF0000"/>
        </w:rPr>
        <w:t>During</w:t>
      </w:r>
      <w:r>
        <w:rPr>
          <w:color w:val="FF0000"/>
          <w:szCs w:val="22"/>
        </w:rPr>
        <w:t xml:space="preserve"> POST (power-on self test)</w:t>
      </w:r>
    </w:p>
    <w:p w14:paraId="5612BBF2" w14:textId="2C9830BC" w:rsidR="00A81B14" w:rsidRPr="00A86260" w:rsidRDefault="00A81B14" w:rsidP="004825AC">
      <w:pPr>
        <w:pStyle w:val="BasalText"/>
        <w:widowControl w:val="0"/>
        <w:numPr>
          <w:ilvl w:val="0"/>
          <w:numId w:val="45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>Why is it so important to record BIOS</w:t>
      </w:r>
      <w:r w:rsidR="009D5B2B">
        <w:rPr>
          <w:rFonts w:ascii="Times" w:hAnsi="Times" w:cs="Times"/>
          <w:szCs w:val="24"/>
        </w:rPr>
        <w:t>/UEFI</w:t>
      </w:r>
      <w:r w:rsidRPr="00A86260">
        <w:rPr>
          <w:rFonts w:ascii="Times" w:hAnsi="Times" w:cs="Times"/>
          <w:szCs w:val="24"/>
        </w:rPr>
        <w:t xml:space="preserve"> and motherboard information correctly?</w:t>
      </w:r>
    </w:p>
    <w:p w14:paraId="35F8E3EE" w14:textId="27ED5F62" w:rsidR="00A81B14" w:rsidRPr="00DD3A50" w:rsidRDefault="00A81B14" w:rsidP="004825AC">
      <w:pPr>
        <w:pStyle w:val="BasalText"/>
        <w:widowControl w:val="0"/>
        <w:rPr>
          <w:color w:val="FF0000"/>
        </w:rPr>
      </w:pPr>
      <w:r w:rsidRPr="00F753E3">
        <w:rPr>
          <w:color w:val="FF0000"/>
          <w:szCs w:val="22"/>
        </w:rPr>
        <w:t xml:space="preserve">Answer: </w:t>
      </w:r>
      <w:r w:rsidRPr="00DD3A50">
        <w:rPr>
          <w:color w:val="FF0000"/>
        </w:rPr>
        <w:t>It</w:t>
      </w:r>
      <w:r>
        <w:rPr>
          <w:color w:val="FF0000"/>
          <w:szCs w:val="22"/>
        </w:rPr>
        <w:t xml:space="preserve"> is important so you get the correct version. If the wrong version is used to flash BIOS</w:t>
      </w:r>
      <w:r w:rsidR="009D5B2B">
        <w:rPr>
          <w:color w:val="FF0000"/>
          <w:szCs w:val="22"/>
        </w:rPr>
        <w:t>/UEFI</w:t>
      </w:r>
      <w:r>
        <w:rPr>
          <w:color w:val="FF0000"/>
          <w:szCs w:val="22"/>
        </w:rPr>
        <w:t>, permanent damage can occur.</w:t>
      </w:r>
    </w:p>
    <w:p w14:paraId="284CF4EF" w14:textId="77777777" w:rsidR="00A81B14" w:rsidRPr="00A86260" w:rsidRDefault="00A81B14" w:rsidP="004825AC">
      <w:pPr>
        <w:pStyle w:val="BasalText"/>
        <w:widowControl w:val="0"/>
        <w:numPr>
          <w:ilvl w:val="0"/>
          <w:numId w:val="45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 xml:space="preserve">What file </w:t>
      </w:r>
      <w:r w:rsidRPr="007E6705">
        <w:rPr>
          <w:rFonts w:ascii="Times" w:hAnsi="Times" w:cs="Times"/>
          <w:bCs/>
          <w:szCs w:val="24"/>
        </w:rPr>
        <w:t>might</w:t>
      </w:r>
      <w:r w:rsidRPr="00A86260">
        <w:rPr>
          <w:rFonts w:ascii="Times" w:hAnsi="Times" w:cs="Times"/>
          <w:szCs w:val="24"/>
        </w:rPr>
        <w:t xml:space="preserve"> contain last-minute adjustments to the upgrade procedures?</w:t>
      </w:r>
    </w:p>
    <w:p w14:paraId="31DF8CA0" w14:textId="77777777" w:rsidR="00A81B14" w:rsidRPr="00DD3A50" w:rsidRDefault="00A81B14" w:rsidP="004825AC">
      <w:pPr>
        <w:pStyle w:val="BasalText"/>
        <w:widowControl w:val="0"/>
        <w:rPr>
          <w:color w:val="FF0000"/>
          <w:szCs w:val="22"/>
        </w:rPr>
      </w:pPr>
      <w:r>
        <w:rPr>
          <w:color w:val="FF0000"/>
          <w:szCs w:val="22"/>
        </w:rPr>
        <w:t xml:space="preserve">Answer: </w:t>
      </w:r>
      <w:r w:rsidRPr="00DD3A50">
        <w:rPr>
          <w:color w:val="FF0000"/>
        </w:rPr>
        <w:t>Readme</w:t>
      </w:r>
      <w:r>
        <w:rPr>
          <w:color w:val="FF0000"/>
          <w:szCs w:val="22"/>
        </w:rPr>
        <w:t>.txt</w:t>
      </w:r>
    </w:p>
    <w:p w14:paraId="6822AADE" w14:textId="2B6DC7F9" w:rsidR="00A81B14" w:rsidRPr="00A86260" w:rsidRDefault="00A81B14" w:rsidP="004825AC">
      <w:pPr>
        <w:pStyle w:val="BasalText"/>
        <w:widowControl w:val="0"/>
        <w:numPr>
          <w:ilvl w:val="0"/>
          <w:numId w:val="45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 xml:space="preserve">In </w:t>
      </w:r>
      <w:r w:rsidRPr="007E6705">
        <w:rPr>
          <w:rFonts w:ascii="Times" w:hAnsi="Times" w:cs="Times"/>
          <w:bCs/>
          <w:szCs w:val="24"/>
        </w:rPr>
        <w:t>what</w:t>
      </w:r>
      <w:r w:rsidRPr="00A86260">
        <w:rPr>
          <w:rFonts w:ascii="Times" w:hAnsi="Times" w:cs="Times"/>
          <w:szCs w:val="24"/>
        </w:rPr>
        <w:t xml:space="preserve"> state are BIOS</w:t>
      </w:r>
      <w:r w:rsidR="009D5B2B">
        <w:rPr>
          <w:rFonts w:ascii="Times" w:hAnsi="Times" w:cs="Times"/>
          <w:szCs w:val="24"/>
        </w:rPr>
        <w:t>/UEFI</w:t>
      </w:r>
      <w:r w:rsidRPr="00A86260">
        <w:rPr>
          <w:rFonts w:ascii="Times" w:hAnsi="Times" w:cs="Times"/>
          <w:szCs w:val="24"/>
        </w:rPr>
        <w:t xml:space="preserve"> settings usually placed after an update?</w:t>
      </w:r>
    </w:p>
    <w:p w14:paraId="068EF03F" w14:textId="563A9D0D" w:rsidR="00A81B14" w:rsidRPr="00DD3A50" w:rsidRDefault="00A81B14" w:rsidP="004825AC">
      <w:pPr>
        <w:pStyle w:val="BasalText"/>
        <w:widowControl w:val="0"/>
        <w:rPr>
          <w:color w:val="FF0000"/>
        </w:rPr>
      </w:pPr>
      <w:r>
        <w:rPr>
          <w:color w:val="FF0000"/>
        </w:rPr>
        <w:t xml:space="preserve">Answer: </w:t>
      </w:r>
      <w:r w:rsidR="00F12016">
        <w:rPr>
          <w:color w:val="FF0000"/>
        </w:rPr>
        <w:t>The d</w:t>
      </w:r>
      <w:r>
        <w:rPr>
          <w:color w:val="FF0000"/>
        </w:rPr>
        <w:t>efault state</w:t>
      </w:r>
    </w:p>
    <w:p w14:paraId="34A355A3" w14:textId="0358E117" w:rsidR="00A81B14" w:rsidRPr="00A86260" w:rsidRDefault="00A81B14" w:rsidP="004825AC">
      <w:pPr>
        <w:pStyle w:val="BasalText"/>
        <w:widowControl w:val="0"/>
        <w:numPr>
          <w:ilvl w:val="0"/>
          <w:numId w:val="45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szCs w:val="24"/>
        </w:rPr>
        <w:t>Why should you not update BIOS</w:t>
      </w:r>
      <w:r w:rsidR="009D5B2B">
        <w:rPr>
          <w:rFonts w:ascii="Times" w:hAnsi="Times" w:cs="Times"/>
          <w:szCs w:val="24"/>
        </w:rPr>
        <w:t>/UEFI</w:t>
      </w:r>
      <w:r w:rsidRPr="00A86260">
        <w:rPr>
          <w:rFonts w:ascii="Times" w:hAnsi="Times" w:cs="Times"/>
          <w:szCs w:val="24"/>
        </w:rPr>
        <w:t xml:space="preserve"> unless a computer needs it?</w:t>
      </w:r>
    </w:p>
    <w:p w14:paraId="546A7B09" w14:textId="2AAD64C0" w:rsidR="00A81B14" w:rsidRPr="00DD3A50" w:rsidRDefault="00A81B14" w:rsidP="004825AC">
      <w:pPr>
        <w:pStyle w:val="BasalText"/>
        <w:widowControl w:val="0"/>
        <w:rPr>
          <w:color w:val="FF0000"/>
        </w:rPr>
      </w:pPr>
      <w:r>
        <w:rPr>
          <w:color w:val="FF0000"/>
        </w:rPr>
        <w:t>Answer: Because updating BIOS</w:t>
      </w:r>
      <w:r w:rsidR="009D5B2B">
        <w:rPr>
          <w:color w:val="FF0000"/>
        </w:rPr>
        <w:t>/UEFI</w:t>
      </w:r>
      <w:r>
        <w:rPr>
          <w:color w:val="FF0000"/>
        </w:rPr>
        <w:t xml:space="preserve"> can cause problems with the </w:t>
      </w:r>
      <w:r w:rsidR="004825AC">
        <w:rPr>
          <w:color w:val="FF0000"/>
        </w:rPr>
        <w:t>computer</w:t>
      </w:r>
    </w:p>
    <w:p w14:paraId="13FEDD04" w14:textId="6FA1A19F" w:rsidR="00A81B14" w:rsidRPr="00A86260" w:rsidRDefault="00A81B14" w:rsidP="004825AC">
      <w:pPr>
        <w:pStyle w:val="BasalText"/>
        <w:widowControl w:val="0"/>
        <w:numPr>
          <w:ilvl w:val="0"/>
          <w:numId w:val="45"/>
        </w:numPr>
        <w:ind w:left="360"/>
        <w:rPr>
          <w:rFonts w:ascii="Times" w:hAnsi="Times" w:cs="Times"/>
          <w:szCs w:val="24"/>
        </w:rPr>
      </w:pPr>
      <w:r w:rsidRPr="00A86260">
        <w:rPr>
          <w:rFonts w:ascii="Times" w:hAnsi="Times" w:cs="Times"/>
          <w:bCs/>
          <w:szCs w:val="24"/>
        </w:rPr>
        <w:t>When flashing BIOS</w:t>
      </w:r>
      <w:r w:rsidR="009D5B2B">
        <w:rPr>
          <w:rFonts w:ascii="Times" w:hAnsi="Times" w:cs="Times"/>
          <w:bCs/>
          <w:szCs w:val="24"/>
        </w:rPr>
        <w:t>/UEFI</w:t>
      </w:r>
      <w:r w:rsidRPr="00A86260">
        <w:rPr>
          <w:rFonts w:ascii="Times" w:hAnsi="Times" w:cs="Times"/>
          <w:bCs/>
          <w:szCs w:val="24"/>
        </w:rPr>
        <w:t>, why is it always important to save the old version of the BIOS</w:t>
      </w:r>
      <w:r w:rsidR="009D5B2B">
        <w:rPr>
          <w:rFonts w:ascii="Times" w:hAnsi="Times" w:cs="Times"/>
          <w:bCs/>
          <w:szCs w:val="24"/>
        </w:rPr>
        <w:t>/UEFI</w:t>
      </w:r>
      <w:r w:rsidRPr="00A86260">
        <w:rPr>
          <w:rFonts w:ascii="Times" w:hAnsi="Times" w:cs="Times"/>
          <w:bCs/>
          <w:szCs w:val="24"/>
        </w:rPr>
        <w:t xml:space="preserve"> </w:t>
      </w:r>
      <w:r w:rsidRPr="00A86260">
        <w:rPr>
          <w:rFonts w:ascii="Times" w:hAnsi="Times" w:cs="Times"/>
          <w:szCs w:val="24"/>
        </w:rPr>
        <w:t>code?</w:t>
      </w:r>
    </w:p>
    <w:p w14:paraId="3C27894C" w14:textId="54C57E31" w:rsidR="00A81B14" w:rsidRPr="004825AC" w:rsidRDefault="00A81B14" w:rsidP="004825AC">
      <w:pPr>
        <w:pStyle w:val="BasalText"/>
        <w:widowControl w:val="0"/>
        <w:rPr>
          <w:color w:val="FF0000"/>
        </w:rPr>
      </w:pPr>
      <w:r w:rsidRPr="00DD3A50">
        <w:rPr>
          <w:color w:val="FF0000"/>
        </w:rPr>
        <w:t>Answer: Save the BIOS</w:t>
      </w:r>
      <w:r w:rsidR="00D615EB">
        <w:rPr>
          <w:color w:val="FF0000"/>
        </w:rPr>
        <w:t>/UEFI</w:t>
      </w:r>
      <w:r w:rsidRPr="00DD3A50">
        <w:rPr>
          <w:color w:val="FF0000"/>
        </w:rPr>
        <w:t xml:space="preserve"> so that if you encounter problems with a new version, </w:t>
      </w:r>
      <w:r w:rsidR="00F12016">
        <w:rPr>
          <w:color w:val="FF0000"/>
        </w:rPr>
        <w:t xml:space="preserve">you can </w:t>
      </w:r>
      <w:r w:rsidRPr="00DD3A50">
        <w:rPr>
          <w:color w:val="FF0000"/>
        </w:rPr>
        <w:t>revert to the previous version.</w:t>
      </w:r>
    </w:p>
    <w:sectPr w:rsidR="00A81B14" w:rsidRPr="004825AC" w:rsidSect="004825AC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7FEFF0" w16cid:durableId="1FFAD4C4"/>
  <w16cid:commentId w16cid:paraId="17DBE4C8" w16cid:durableId="1FFAD4E6"/>
  <w16cid:commentId w16cid:paraId="55FB21E7" w16cid:durableId="1FFAD4C5"/>
  <w16cid:commentId w16cid:paraId="7E235BF0" w16cid:durableId="2002922D"/>
  <w16cid:commentId w16cid:paraId="3B909C45" w16cid:durableId="1FFAD4C6"/>
  <w16cid:commentId w16cid:paraId="6FD4B2A8" w16cid:durableId="200292E0"/>
  <w16cid:commentId w16cid:paraId="747294F5" w16cid:durableId="1FFAD4C7"/>
  <w16cid:commentId w16cid:paraId="7EB80BA1" w16cid:durableId="200292FF"/>
  <w16cid:commentId w16cid:paraId="5D35DC58" w16cid:durableId="1FFAD4C8"/>
  <w16cid:commentId w16cid:paraId="24701976" w16cid:durableId="20029325"/>
  <w16cid:commentId w16cid:paraId="3289A1AE" w16cid:durableId="1FFAD5D9"/>
  <w16cid:commentId w16cid:paraId="39D43FA7" w16cid:durableId="1FFAD62E"/>
  <w16cid:commentId w16cid:paraId="4F3912EA" w16cid:durableId="1FFAD4C9"/>
  <w16cid:commentId w16cid:paraId="026D8775" w16cid:durableId="1FFAD743"/>
  <w16cid:commentId w16cid:paraId="36AE98DD" w16cid:durableId="1FFAD4CC"/>
  <w16cid:commentId w16cid:paraId="6CD2DA03" w16cid:durableId="2002A87B"/>
  <w16cid:commentId w16cid:paraId="68242A19" w16cid:durableId="1FFAD4CD"/>
  <w16cid:commentId w16cid:paraId="67C76E78" w16cid:durableId="2002AB70"/>
  <w16cid:commentId w16cid:paraId="2BCAED5E" w16cid:durableId="1FFAD4CA"/>
  <w16cid:commentId w16cid:paraId="23010AF0" w16cid:durableId="20029568"/>
  <w16cid:commentId w16cid:paraId="53FF5823" w16cid:durableId="1FFAD4CB"/>
  <w16cid:commentId w16cid:paraId="0E6034FB" w16cid:durableId="200295BB"/>
  <w16cid:commentId w16cid:paraId="0D3C7582" w16cid:durableId="1FFAD4CE"/>
  <w16cid:commentId w16cid:paraId="7A71C52E" w16cid:durableId="2002AAC9"/>
  <w16cid:commentId w16cid:paraId="72060965" w16cid:durableId="1FFAD4CF"/>
  <w16cid:commentId w16cid:paraId="692D9C6F" w16cid:durableId="1FFAD8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6D845" w14:textId="77777777" w:rsidR="002865A4" w:rsidRDefault="002865A4">
      <w:pPr>
        <w:spacing w:line="240" w:lineRule="auto"/>
      </w:pPr>
      <w:r>
        <w:separator/>
      </w:r>
    </w:p>
  </w:endnote>
  <w:endnote w:type="continuationSeparator" w:id="0">
    <w:p w14:paraId="1365DC17" w14:textId="77777777" w:rsidR="002865A4" w:rsidRDefault="002865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 Sans">
    <w:altName w:val="Officina S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Sabon Bold">
    <w:altName w:val="Times New Roman"/>
    <w:charset w:val="00"/>
    <w:family w:val="roman"/>
    <w:pitch w:val="variable"/>
  </w:font>
  <w:font w:name="ITC Officina Serif Book">
    <w:altName w:val="Times New Roman"/>
    <w:charset w:val="00"/>
    <w:family w:val="roman"/>
    <w:pitch w:val="variable"/>
  </w:font>
  <w:font w:name="ITC Officina Sans Bold">
    <w:charset w:val="00"/>
    <w:family w:val="roman"/>
    <w:pitch w:val="variable"/>
  </w:font>
  <w:font w:name="ITC Officina Serif Bold">
    <w:altName w:val="Times New Roman"/>
    <w:charset w:val="00"/>
    <w:family w:val="roman"/>
    <w:pitch w:val="variable"/>
  </w:font>
  <w:font w:name="Sabon">
    <w:altName w:val="Times New Roman"/>
    <w:charset w:val="00"/>
    <w:family w:val="roman"/>
    <w:pitch w:val="variable"/>
  </w:font>
  <w:font w:name="ITC Officina Sans BoldItalic">
    <w:charset w:val="00"/>
    <w:family w:val="roman"/>
    <w:pitch w:val="variable"/>
  </w:font>
  <w:font w:name="ITC Officina Sans Book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TC Officina Sans Book">
    <w:altName w:val="Calibri"/>
    <w:charset w:val="00"/>
    <w:family w:val="roman"/>
    <w:pitch w:val="variable"/>
    <w:sig w:usb0="00000003" w:usb1="00000000" w:usb2="00000000" w:usb3="00000000" w:csb0="00000001" w:csb1="00000000"/>
  </w:font>
  <w:font w:name="PalatinoLTStd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Arial Unicode MS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OfficinaSans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fficinaSerif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fficinaSans-Bold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LTStd-LightC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fficinaSans-Boo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toneSerifStd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bonLT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bon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E64BB" w14:textId="77777777" w:rsidR="006A1455" w:rsidRDefault="006A14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0B0205" w14:textId="77777777" w:rsidR="006A1455" w:rsidRDefault="006A14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0B9EF" w14:textId="77777777" w:rsidR="006A1455" w:rsidRDefault="006A14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03A3">
      <w:rPr>
        <w:rStyle w:val="PageNumber"/>
        <w:noProof/>
      </w:rPr>
      <w:t>2</w:t>
    </w:r>
    <w:r>
      <w:rPr>
        <w:rStyle w:val="PageNumber"/>
      </w:rPr>
      <w:fldChar w:fldCharType="end"/>
    </w:r>
  </w:p>
  <w:p w14:paraId="0119E7D6" w14:textId="75715850" w:rsidR="006A1455" w:rsidRDefault="006A1455">
    <w:pPr>
      <w:pStyle w:val="Footer"/>
      <w:ind w:right="360"/>
    </w:pPr>
    <w:r>
      <w:t xml:space="preserve">Chapter 2, Lab Manual for </w:t>
    </w:r>
    <w:r>
      <w:rPr>
        <w:i/>
      </w:rPr>
      <w:t>A+ Guide to IT Tech Support</w:t>
    </w:r>
    <w:r>
      <w:t xml:space="preserve"> (ISBN xxx-xxxxxxxxxx)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13756" w14:textId="77777777" w:rsidR="002865A4" w:rsidRDefault="002865A4">
      <w:pPr>
        <w:spacing w:line="240" w:lineRule="auto"/>
      </w:pPr>
      <w:r>
        <w:separator/>
      </w:r>
    </w:p>
  </w:footnote>
  <w:footnote w:type="continuationSeparator" w:id="0">
    <w:p w14:paraId="58A3A4B6" w14:textId="77777777" w:rsidR="002865A4" w:rsidRDefault="002865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5C9"/>
    <w:multiLevelType w:val="hybridMultilevel"/>
    <w:tmpl w:val="F210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B2936"/>
    <w:multiLevelType w:val="hybridMultilevel"/>
    <w:tmpl w:val="BE3ED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62602"/>
    <w:multiLevelType w:val="hybridMultilevel"/>
    <w:tmpl w:val="8D5A1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87C93"/>
    <w:multiLevelType w:val="hybridMultilevel"/>
    <w:tmpl w:val="CDBC2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F037F"/>
    <w:multiLevelType w:val="hybridMultilevel"/>
    <w:tmpl w:val="87207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C34A0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D5724"/>
    <w:multiLevelType w:val="hybridMultilevel"/>
    <w:tmpl w:val="0276A496"/>
    <w:lvl w:ilvl="0" w:tplc="B1A81CFA">
      <w:start w:val="1"/>
      <w:numFmt w:val="none"/>
      <w:pStyle w:val="HeadC"/>
      <w:lvlText w:val="[C HD]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7242A"/>
    <w:multiLevelType w:val="hybridMultilevel"/>
    <w:tmpl w:val="3DF68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A7EDB"/>
    <w:multiLevelType w:val="singleLevel"/>
    <w:tmpl w:val="4192EF9E"/>
    <w:lvl w:ilvl="0">
      <w:start w:val="1"/>
      <w:numFmt w:val="none"/>
      <w:pStyle w:val="EOCAHd"/>
      <w:lvlText w:val="[EOC A HD]"/>
      <w:legacy w:legacy="1" w:legacySpace="432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9" w15:restartNumberingAfterBreak="0">
    <w:nsid w:val="0CA96B9C"/>
    <w:multiLevelType w:val="hybridMultilevel"/>
    <w:tmpl w:val="96221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1D34"/>
    <w:multiLevelType w:val="singleLevel"/>
    <w:tmpl w:val="25E65414"/>
    <w:lvl w:ilvl="0">
      <w:start w:val="1"/>
      <w:numFmt w:val="none"/>
      <w:pStyle w:val="KeyTerms"/>
      <w:lvlText w:val="[BT B HD]"/>
      <w:legacy w:legacy="1" w:legacySpace="432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1" w15:restartNumberingAfterBreak="0">
    <w:nsid w:val="10930E86"/>
    <w:multiLevelType w:val="hybridMultilevel"/>
    <w:tmpl w:val="BAACC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95852"/>
    <w:multiLevelType w:val="hybridMultilevel"/>
    <w:tmpl w:val="495E2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C00D0"/>
    <w:multiLevelType w:val="hybridMultilevel"/>
    <w:tmpl w:val="64465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83DF9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737BE6"/>
    <w:multiLevelType w:val="hybridMultilevel"/>
    <w:tmpl w:val="DF462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21660"/>
    <w:multiLevelType w:val="hybridMultilevel"/>
    <w:tmpl w:val="8F8C9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245029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2F57E1"/>
    <w:multiLevelType w:val="hybridMultilevel"/>
    <w:tmpl w:val="38B4E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83BDB"/>
    <w:multiLevelType w:val="hybridMultilevel"/>
    <w:tmpl w:val="1F661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020823"/>
    <w:multiLevelType w:val="hybridMultilevel"/>
    <w:tmpl w:val="4DA04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4B4167"/>
    <w:multiLevelType w:val="hybridMultilevel"/>
    <w:tmpl w:val="81AAC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E20723"/>
    <w:multiLevelType w:val="hybridMultilevel"/>
    <w:tmpl w:val="0DC6DD2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 w15:restartNumberingAfterBreak="0">
    <w:nsid w:val="26FA7EBD"/>
    <w:multiLevelType w:val="hybridMultilevel"/>
    <w:tmpl w:val="8CAAC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D026C0"/>
    <w:multiLevelType w:val="hybridMultilevel"/>
    <w:tmpl w:val="8512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B75051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863C07"/>
    <w:multiLevelType w:val="singleLevel"/>
    <w:tmpl w:val="D75A5082"/>
    <w:lvl w:ilvl="0">
      <w:start w:val="1"/>
      <w:numFmt w:val="decimal"/>
      <w:pStyle w:val="Boxnumberlis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</w:abstractNum>
  <w:abstractNum w:abstractNumId="27" w15:restartNumberingAfterBreak="0">
    <w:nsid w:val="3323705E"/>
    <w:multiLevelType w:val="singleLevel"/>
    <w:tmpl w:val="517A40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33767D0E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E1515"/>
    <w:multiLevelType w:val="hybridMultilevel"/>
    <w:tmpl w:val="A2E80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A143CE"/>
    <w:multiLevelType w:val="hybridMultilevel"/>
    <w:tmpl w:val="96221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B61F41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C83A5D"/>
    <w:multiLevelType w:val="hybridMultilevel"/>
    <w:tmpl w:val="3ED6E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F20A46"/>
    <w:multiLevelType w:val="hybridMultilevel"/>
    <w:tmpl w:val="B34CF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61292F"/>
    <w:multiLevelType w:val="hybridMultilevel"/>
    <w:tmpl w:val="32AC6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B94530"/>
    <w:multiLevelType w:val="hybridMultilevel"/>
    <w:tmpl w:val="A2E80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15284A"/>
    <w:multiLevelType w:val="hybridMultilevel"/>
    <w:tmpl w:val="46883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958B5"/>
    <w:multiLevelType w:val="hybridMultilevel"/>
    <w:tmpl w:val="94028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0D0B84"/>
    <w:multiLevelType w:val="hybridMultilevel"/>
    <w:tmpl w:val="9C7A6868"/>
    <w:lvl w:ilvl="0" w:tplc="FFFFFFFF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91A0000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BE5121"/>
    <w:multiLevelType w:val="hybridMultilevel"/>
    <w:tmpl w:val="BE2E5E68"/>
    <w:lvl w:ilvl="0" w:tplc="E9868060">
      <w:start w:val="1"/>
      <w:numFmt w:val="none"/>
      <w:pStyle w:val="HeadA"/>
      <w:lvlText w:val="[A HD]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987FE8"/>
    <w:multiLevelType w:val="hybridMultilevel"/>
    <w:tmpl w:val="96221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058A8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828C0"/>
    <w:multiLevelType w:val="hybridMultilevel"/>
    <w:tmpl w:val="E4E81D14"/>
    <w:lvl w:ilvl="0" w:tplc="04CC5EF0">
      <w:start w:val="1"/>
      <w:numFmt w:val="none"/>
      <w:pStyle w:val="HeadB"/>
      <w:lvlText w:val="[B HD]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B13B45"/>
    <w:multiLevelType w:val="hybridMultilevel"/>
    <w:tmpl w:val="8CAAC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B435E"/>
    <w:multiLevelType w:val="hybridMultilevel"/>
    <w:tmpl w:val="42925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9B5C2B"/>
    <w:multiLevelType w:val="hybridMultilevel"/>
    <w:tmpl w:val="3ED6E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05037C"/>
    <w:multiLevelType w:val="hybridMultilevel"/>
    <w:tmpl w:val="A2E80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778DB"/>
    <w:multiLevelType w:val="hybridMultilevel"/>
    <w:tmpl w:val="75688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6C304B"/>
    <w:multiLevelType w:val="hybridMultilevel"/>
    <w:tmpl w:val="A2E80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0B04E7"/>
    <w:multiLevelType w:val="hybridMultilevel"/>
    <w:tmpl w:val="E35E2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8B252E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C15D7B"/>
    <w:multiLevelType w:val="hybridMultilevel"/>
    <w:tmpl w:val="4BB49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92313F"/>
    <w:multiLevelType w:val="hybridMultilevel"/>
    <w:tmpl w:val="96221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CC4805"/>
    <w:multiLevelType w:val="hybridMultilevel"/>
    <w:tmpl w:val="35CAD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B77DB5"/>
    <w:multiLevelType w:val="hybridMultilevel"/>
    <w:tmpl w:val="3ED6E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751482"/>
    <w:multiLevelType w:val="hybridMultilevel"/>
    <w:tmpl w:val="A2E80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38"/>
  </w:num>
  <w:num w:numId="4">
    <w:abstractNumId w:val="8"/>
  </w:num>
  <w:num w:numId="5">
    <w:abstractNumId w:val="26"/>
  </w:num>
  <w:num w:numId="6">
    <w:abstractNumId w:val="40"/>
  </w:num>
  <w:num w:numId="7">
    <w:abstractNumId w:val="43"/>
  </w:num>
  <w:num w:numId="8">
    <w:abstractNumId w:val="6"/>
  </w:num>
  <w:num w:numId="9">
    <w:abstractNumId w:val="48"/>
  </w:num>
  <w:num w:numId="10">
    <w:abstractNumId w:val="16"/>
  </w:num>
  <w:num w:numId="11">
    <w:abstractNumId w:val="45"/>
  </w:num>
  <w:num w:numId="12">
    <w:abstractNumId w:val="13"/>
  </w:num>
  <w:num w:numId="13">
    <w:abstractNumId w:val="36"/>
  </w:num>
  <w:num w:numId="14">
    <w:abstractNumId w:val="1"/>
  </w:num>
  <w:num w:numId="15">
    <w:abstractNumId w:val="21"/>
  </w:num>
  <w:num w:numId="16">
    <w:abstractNumId w:val="19"/>
  </w:num>
  <w:num w:numId="17">
    <w:abstractNumId w:val="24"/>
  </w:num>
  <w:num w:numId="18">
    <w:abstractNumId w:val="46"/>
  </w:num>
  <w:num w:numId="19">
    <w:abstractNumId w:val="37"/>
  </w:num>
  <w:num w:numId="20">
    <w:abstractNumId w:val="32"/>
  </w:num>
  <w:num w:numId="21">
    <w:abstractNumId w:val="15"/>
  </w:num>
  <w:num w:numId="22">
    <w:abstractNumId w:val="50"/>
  </w:num>
  <w:num w:numId="23">
    <w:abstractNumId w:val="54"/>
  </w:num>
  <w:num w:numId="24">
    <w:abstractNumId w:val="3"/>
  </w:num>
  <w:num w:numId="25">
    <w:abstractNumId w:val="20"/>
  </w:num>
  <w:num w:numId="26">
    <w:abstractNumId w:val="44"/>
  </w:num>
  <w:num w:numId="27">
    <w:abstractNumId w:val="23"/>
  </w:num>
  <w:num w:numId="28">
    <w:abstractNumId w:val="28"/>
  </w:num>
  <w:num w:numId="29">
    <w:abstractNumId w:val="5"/>
  </w:num>
  <w:num w:numId="30">
    <w:abstractNumId w:val="42"/>
  </w:num>
  <w:num w:numId="31">
    <w:abstractNumId w:val="4"/>
  </w:num>
  <w:num w:numId="32">
    <w:abstractNumId w:val="31"/>
  </w:num>
  <w:num w:numId="33">
    <w:abstractNumId w:val="17"/>
  </w:num>
  <w:num w:numId="34">
    <w:abstractNumId w:val="14"/>
  </w:num>
  <w:num w:numId="35">
    <w:abstractNumId w:val="25"/>
  </w:num>
  <w:num w:numId="36">
    <w:abstractNumId w:val="51"/>
  </w:num>
  <w:num w:numId="37">
    <w:abstractNumId w:val="35"/>
  </w:num>
  <w:num w:numId="38">
    <w:abstractNumId w:val="2"/>
  </w:num>
  <w:num w:numId="39">
    <w:abstractNumId w:val="7"/>
  </w:num>
  <w:num w:numId="40">
    <w:abstractNumId w:val="56"/>
  </w:num>
  <w:num w:numId="41">
    <w:abstractNumId w:val="29"/>
  </w:num>
  <w:num w:numId="42">
    <w:abstractNumId w:val="47"/>
  </w:num>
  <w:num w:numId="43">
    <w:abstractNumId w:val="33"/>
  </w:num>
  <w:num w:numId="44">
    <w:abstractNumId w:val="49"/>
  </w:num>
  <w:num w:numId="45">
    <w:abstractNumId w:val="41"/>
  </w:num>
  <w:num w:numId="46">
    <w:abstractNumId w:val="30"/>
  </w:num>
  <w:num w:numId="47">
    <w:abstractNumId w:val="9"/>
  </w:num>
  <w:num w:numId="48">
    <w:abstractNumId w:val="12"/>
  </w:num>
  <w:num w:numId="49">
    <w:abstractNumId w:val="34"/>
  </w:num>
  <w:num w:numId="50">
    <w:abstractNumId w:val="0"/>
  </w:num>
  <w:num w:numId="51">
    <w:abstractNumId w:val="11"/>
  </w:num>
  <w:num w:numId="52">
    <w:abstractNumId w:val="18"/>
  </w:num>
  <w:num w:numId="53">
    <w:abstractNumId w:val="55"/>
  </w:num>
  <w:num w:numId="54">
    <w:abstractNumId w:val="53"/>
  </w:num>
  <w:num w:numId="55">
    <w:abstractNumId w:val="52"/>
  </w:num>
  <w:num w:numId="56">
    <w:abstractNumId w:val="39"/>
  </w:num>
  <w:num w:numId="57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4B"/>
    <w:rsid w:val="00003D0B"/>
    <w:rsid w:val="000169AE"/>
    <w:rsid w:val="00041986"/>
    <w:rsid w:val="00043A68"/>
    <w:rsid w:val="0004506E"/>
    <w:rsid w:val="00050340"/>
    <w:rsid w:val="00063C18"/>
    <w:rsid w:val="0009345B"/>
    <w:rsid w:val="00094D14"/>
    <w:rsid w:val="000A10AC"/>
    <w:rsid w:val="000B23D3"/>
    <w:rsid w:val="000B4624"/>
    <w:rsid w:val="000B70D7"/>
    <w:rsid w:val="000C03A3"/>
    <w:rsid w:val="000C5F27"/>
    <w:rsid w:val="000D320F"/>
    <w:rsid w:val="000D46C8"/>
    <w:rsid w:val="000D68D1"/>
    <w:rsid w:val="000F1061"/>
    <w:rsid w:val="00110973"/>
    <w:rsid w:val="00123434"/>
    <w:rsid w:val="00126475"/>
    <w:rsid w:val="00127084"/>
    <w:rsid w:val="00130D52"/>
    <w:rsid w:val="00134F8D"/>
    <w:rsid w:val="001359C8"/>
    <w:rsid w:val="00137FD6"/>
    <w:rsid w:val="00141625"/>
    <w:rsid w:val="0014596C"/>
    <w:rsid w:val="00147BC4"/>
    <w:rsid w:val="00157838"/>
    <w:rsid w:val="00164F4F"/>
    <w:rsid w:val="00177BE4"/>
    <w:rsid w:val="00185B64"/>
    <w:rsid w:val="001861BB"/>
    <w:rsid w:val="00190B30"/>
    <w:rsid w:val="001A0050"/>
    <w:rsid w:val="001A3FED"/>
    <w:rsid w:val="00201333"/>
    <w:rsid w:val="002137F9"/>
    <w:rsid w:val="00222140"/>
    <w:rsid w:val="002232F2"/>
    <w:rsid w:val="0023382B"/>
    <w:rsid w:val="0024599C"/>
    <w:rsid w:val="00264B72"/>
    <w:rsid w:val="00271C25"/>
    <w:rsid w:val="00276AAB"/>
    <w:rsid w:val="00282928"/>
    <w:rsid w:val="002853B1"/>
    <w:rsid w:val="00285AB8"/>
    <w:rsid w:val="002865A4"/>
    <w:rsid w:val="002867B7"/>
    <w:rsid w:val="002936A3"/>
    <w:rsid w:val="00297D01"/>
    <w:rsid w:val="002A12DE"/>
    <w:rsid w:val="002A6BB8"/>
    <w:rsid w:val="002A78AC"/>
    <w:rsid w:val="002A7CF0"/>
    <w:rsid w:val="002A7E08"/>
    <w:rsid w:val="002C065D"/>
    <w:rsid w:val="002C33C0"/>
    <w:rsid w:val="002C6391"/>
    <w:rsid w:val="002E2F7F"/>
    <w:rsid w:val="002E6D54"/>
    <w:rsid w:val="002E7562"/>
    <w:rsid w:val="002E7C4C"/>
    <w:rsid w:val="002F17AB"/>
    <w:rsid w:val="002F30B2"/>
    <w:rsid w:val="00300F5F"/>
    <w:rsid w:val="00304A05"/>
    <w:rsid w:val="0030565C"/>
    <w:rsid w:val="00307CD2"/>
    <w:rsid w:val="00314747"/>
    <w:rsid w:val="00317950"/>
    <w:rsid w:val="003215E4"/>
    <w:rsid w:val="003279DB"/>
    <w:rsid w:val="00331982"/>
    <w:rsid w:val="00332BEA"/>
    <w:rsid w:val="00335D9F"/>
    <w:rsid w:val="003422FA"/>
    <w:rsid w:val="00343257"/>
    <w:rsid w:val="0034396D"/>
    <w:rsid w:val="00346C20"/>
    <w:rsid w:val="00353679"/>
    <w:rsid w:val="00356DB7"/>
    <w:rsid w:val="00357686"/>
    <w:rsid w:val="00365BE6"/>
    <w:rsid w:val="00385D6E"/>
    <w:rsid w:val="003A235A"/>
    <w:rsid w:val="003B7F28"/>
    <w:rsid w:val="003D6D56"/>
    <w:rsid w:val="003E66EC"/>
    <w:rsid w:val="003F734B"/>
    <w:rsid w:val="00401510"/>
    <w:rsid w:val="004026CC"/>
    <w:rsid w:val="004262A8"/>
    <w:rsid w:val="00426E4A"/>
    <w:rsid w:val="0043268F"/>
    <w:rsid w:val="00433A66"/>
    <w:rsid w:val="00433E1D"/>
    <w:rsid w:val="00435D15"/>
    <w:rsid w:val="00440B88"/>
    <w:rsid w:val="0044539A"/>
    <w:rsid w:val="004474A1"/>
    <w:rsid w:val="004529B9"/>
    <w:rsid w:val="00457A91"/>
    <w:rsid w:val="004628A3"/>
    <w:rsid w:val="004825AC"/>
    <w:rsid w:val="004868FD"/>
    <w:rsid w:val="0049228A"/>
    <w:rsid w:val="004A6C4B"/>
    <w:rsid w:val="004A762E"/>
    <w:rsid w:val="004C7BEF"/>
    <w:rsid w:val="004D3CC8"/>
    <w:rsid w:val="004D6128"/>
    <w:rsid w:val="004E18E4"/>
    <w:rsid w:val="00504C5D"/>
    <w:rsid w:val="00525127"/>
    <w:rsid w:val="00526440"/>
    <w:rsid w:val="00534867"/>
    <w:rsid w:val="00557D35"/>
    <w:rsid w:val="00562734"/>
    <w:rsid w:val="00573334"/>
    <w:rsid w:val="00576714"/>
    <w:rsid w:val="005A2579"/>
    <w:rsid w:val="005B03C7"/>
    <w:rsid w:val="005C7A08"/>
    <w:rsid w:val="005E0038"/>
    <w:rsid w:val="005E242B"/>
    <w:rsid w:val="005F01FD"/>
    <w:rsid w:val="00603D5C"/>
    <w:rsid w:val="00610E86"/>
    <w:rsid w:val="006240D3"/>
    <w:rsid w:val="006276CB"/>
    <w:rsid w:val="006606A2"/>
    <w:rsid w:val="00667F42"/>
    <w:rsid w:val="00673257"/>
    <w:rsid w:val="00673D6E"/>
    <w:rsid w:val="00680629"/>
    <w:rsid w:val="00683485"/>
    <w:rsid w:val="00694ADB"/>
    <w:rsid w:val="006A1455"/>
    <w:rsid w:val="006B0C64"/>
    <w:rsid w:val="006B4322"/>
    <w:rsid w:val="006C1CAC"/>
    <w:rsid w:val="006C2AD0"/>
    <w:rsid w:val="006C3A52"/>
    <w:rsid w:val="006C6B0A"/>
    <w:rsid w:val="006D12B8"/>
    <w:rsid w:val="006D4921"/>
    <w:rsid w:val="006F022F"/>
    <w:rsid w:val="00724424"/>
    <w:rsid w:val="00725E57"/>
    <w:rsid w:val="00737CA3"/>
    <w:rsid w:val="00767304"/>
    <w:rsid w:val="007802F4"/>
    <w:rsid w:val="0078781B"/>
    <w:rsid w:val="00787C7C"/>
    <w:rsid w:val="007D4177"/>
    <w:rsid w:val="007E2191"/>
    <w:rsid w:val="007E6705"/>
    <w:rsid w:val="00803D20"/>
    <w:rsid w:val="00812CAD"/>
    <w:rsid w:val="00813952"/>
    <w:rsid w:val="008534BB"/>
    <w:rsid w:val="008569BD"/>
    <w:rsid w:val="008734D9"/>
    <w:rsid w:val="0089783B"/>
    <w:rsid w:val="008A2865"/>
    <w:rsid w:val="008B0134"/>
    <w:rsid w:val="008B0C39"/>
    <w:rsid w:val="008C6521"/>
    <w:rsid w:val="009405A4"/>
    <w:rsid w:val="00940C1E"/>
    <w:rsid w:val="009555C4"/>
    <w:rsid w:val="009735AB"/>
    <w:rsid w:val="00974042"/>
    <w:rsid w:val="00983DDC"/>
    <w:rsid w:val="00990763"/>
    <w:rsid w:val="00990AC1"/>
    <w:rsid w:val="009A5AFD"/>
    <w:rsid w:val="009B558D"/>
    <w:rsid w:val="009C2F8D"/>
    <w:rsid w:val="009C6A30"/>
    <w:rsid w:val="009D0F8B"/>
    <w:rsid w:val="009D5B2B"/>
    <w:rsid w:val="009E6CE7"/>
    <w:rsid w:val="00A015D0"/>
    <w:rsid w:val="00A07EBB"/>
    <w:rsid w:val="00A355C3"/>
    <w:rsid w:val="00A403E6"/>
    <w:rsid w:val="00A418A8"/>
    <w:rsid w:val="00A423FA"/>
    <w:rsid w:val="00A51BAC"/>
    <w:rsid w:val="00A577C6"/>
    <w:rsid w:val="00A57823"/>
    <w:rsid w:val="00A74220"/>
    <w:rsid w:val="00A81B14"/>
    <w:rsid w:val="00A90D04"/>
    <w:rsid w:val="00AA3BF7"/>
    <w:rsid w:val="00AB1AF1"/>
    <w:rsid w:val="00AC3F8F"/>
    <w:rsid w:val="00AD4E87"/>
    <w:rsid w:val="00AD6822"/>
    <w:rsid w:val="00AE5157"/>
    <w:rsid w:val="00AE6C67"/>
    <w:rsid w:val="00AF3641"/>
    <w:rsid w:val="00AF4139"/>
    <w:rsid w:val="00B064D6"/>
    <w:rsid w:val="00B31F41"/>
    <w:rsid w:val="00B32230"/>
    <w:rsid w:val="00B43852"/>
    <w:rsid w:val="00B46781"/>
    <w:rsid w:val="00B46AF7"/>
    <w:rsid w:val="00B55F60"/>
    <w:rsid w:val="00B62826"/>
    <w:rsid w:val="00B64A40"/>
    <w:rsid w:val="00B8015F"/>
    <w:rsid w:val="00B81FE1"/>
    <w:rsid w:val="00B84BE7"/>
    <w:rsid w:val="00B85302"/>
    <w:rsid w:val="00B85CD8"/>
    <w:rsid w:val="00B94C58"/>
    <w:rsid w:val="00B95D14"/>
    <w:rsid w:val="00BC13EE"/>
    <w:rsid w:val="00BD6621"/>
    <w:rsid w:val="00C0593A"/>
    <w:rsid w:val="00C136DE"/>
    <w:rsid w:val="00C211CB"/>
    <w:rsid w:val="00C34F8E"/>
    <w:rsid w:val="00C40B3C"/>
    <w:rsid w:val="00C411F3"/>
    <w:rsid w:val="00C45CE8"/>
    <w:rsid w:val="00C463DA"/>
    <w:rsid w:val="00C51B48"/>
    <w:rsid w:val="00C53224"/>
    <w:rsid w:val="00C6243F"/>
    <w:rsid w:val="00C645B6"/>
    <w:rsid w:val="00C74371"/>
    <w:rsid w:val="00C859B1"/>
    <w:rsid w:val="00CA000B"/>
    <w:rsid w:val="00CA0842"/>
    <w:rsid w:val="00CA2E46"/>
    <w:rsid w:val="00CC1150"/>
    <w:rsid w:val="00CC2C93"/>
    <w:rsid w:val="00CC44BF"/>
    <w:rsid w:val="00CD1AC8"/>
    <w:rsid w:val="00CD5A0A"/>
    <w:rsid w:val="00CF42F1"/>
    <w:rsid w:val="00CF653E"/>
    <w:rsid w:val="00D0166D"/>
    <w:rsid w:val="00D14263"/>
    <w:rsid w:val="00D245B1"/>
    <w:rsid w:val="00D47013"/>
    <w:rsid w:val="00D55A78"/>
    <w:rsid w:val="00D615EB"/>
    <w:rsid w:val="00D61EA3"/>
    <w:rsid w:val="00D824D0"/>
    <w:rsid w:val="00D8284E"/>
    <w:rsid w:val="00D924FA"/>
    <w:rsid w:val="00D96EB7"/>
    <w:rsid w:val="00DA5B3D"/>
    <w:rsid w:val="00DB2D19"/>
    <w:rsid w:val="00DB4696"/>
    <w:rsid w:val="00DD3A50"/>
    <w:rsid w:val="00E00A09"/>
    <w:rsid w:val="00E06C67"/>
    <w:rsid w:val="00E14866"/>
    <w:rsid w:val="00E14A50"/>
    <w:rsid w:val="00E2465C"/>
    <w:rsid w:val="00E2680C"/>
    <w:rsid w:val="00E316A1"/>
    <w:rsid w:val="00E45431"/>
    <w:rsid w:val="00E5718B"/>
    <w:rsid w:val="00E70EEA"/>
    <w:rsid w:val="00E73DA7"/>
    <w:rsid w:val="00E953B8"/>
    <w:rsid w:val="00EA09D6"/>
    <w:rsid w:val="00EA25BB"/>
    <w:rsid w:val="00EA73BE"/>
    <w:rsid w:val="00EA7456"/>
    <w:rsid w:val="00EC0664"/>
    <w:rsid w:val="00EC357F"/>
    <w:rsid w:val="00EC3D2F"/>
    <w:rsid w:val="00EC5A22"/>
    <w:rsid w:val="00ED733C"/>
    <w:rsid w:val="00EE744B"/>
    <w:rsid w:val="00EF0D1D"/>
    <w:rsid w:val="00EF26D5"/>
    <w:rsid w:val="00EF5E86"/>
    <w:rsid w:val="00F03002"/>
    <w:rsid w:val="00F07F82"/>
    <w:rsid w:val="00F12016"/>
    <w:rsid w:val="00F17EF7"/>
    <w:rsid w:val="00F21B12"/>
    <w:rsid w:val="00F22718"/>
    <w:rsid w:val="00F31CB1"/>
    <w:rsid w:val="00F45B11"/>
    <w:rsid w:val="00F62471"/>
    <w:rsid w:val="00F6653F"/>
    <w:rsid w:val="00F85E9F"/>
    <w:rsid w:val="00F87DBF"/>
    <w:rsid w:val="00F92601"/>
    <w:rsid w:val="00FA51CE"/>
    <w:rsid w:val="00FB2407"/>
    <w:rsid w:val="00FC01F1"/>
    <w:rsid w:val="00FC0212"/>
    <w:rsid w:val="00FC1D25"/>
    <w:rsid w:val="00FC29EA"/>
    <w:rsid w:val="00FD4333"/>
    <w:rsid w:val="00FD64C0"/>
    <w:rsid w:val="00FD6829"/>
    <w:rsid w:val="00FE2937"/>
    <w:rsid w:val="00FE7C21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6493A3"/>
  <w15:chartTrackingRefBased/>
  <w15:docId w15:val="{3A2E95DF-EE0A-4709-A2FB-61A5E4E6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uiPriority="9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802F4"/>
    <w:pPr>
      <w:spacing w:line="480" w:lineRule="auto"/>
    </w:pPr>
    <w:rPr>
      <w:sz w:val="24"/>
      <w:lang w:eastAsia="ja-JP"/>
    </w:rPr>
  </w:style>
  <w:style w:type="paragraph" w:styleId="Heading1">
    <w:name w:val="heading 1"/>
    <w:basedOn w:val="Normal"/>
    <w:next w:val="Normal"/>
    <w:link w:val="Heading1Char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6C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title">
    <w:name w:val="co title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obj">
    <w:name w:val="obj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t">
    <w:name w:val="b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ahead">
    <w:name w:val="a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bhead">
    <w:name w:val="b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figurenumber">
    <w:name w:val="figure number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head">
    <w:name w:val="c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note">
    <w:name w:val="note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ocnl">
    <w:name w:val="eoc nl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oteboxapplyingconceptpara">
    <w:name w:val="noteboxapplyingconceptpara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depara">
    <w:name w:val="codepara"/>
    <w:basedOn w:val="Normal"/>
    <w:pPr>
      <w:spacing w:before="100" w:beforeAutospacing="1" w:after="100" w:afterAutospacing="1"/>
    </w:pPr>
    <w:rPr>
      <w:rFonts w:ascii="Courier New" w:eastAsia="Arial Unicode MS" w:hAnsi="Courier New" w:cs="Arial Unicode MS"/>
    </w:rPr>
  </w:style>
  <w:style w:type="character" w:customStyle="1" w:styleId="code1">
    <w:name w:val="code1"/>
    <w:rPr>
      <w:rFonts w:ascii="Courier New" w:hAnsi="Courier New"/>
    </w:rPr>
  </w:style>
  <w:style w:type="paragraph" w:customStyle="1" w:styleId="tb">
    <w:name w:val="tb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hapter">
    <w:name w:val="chapter"/>
    <w:basedOn w:val="Normal"/>
    <w:next w:val="Normal"/>
    <w:pPr>
      <w:pBdr>
        <w:top w:val="single" w:sz="12" w:space="0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New York" w:hAnsi="New York"/>
      <w:caps/>
      <w:sz w:val="20"/>
    </w:rPr>
  </w:style>
  <w:style w:type="paragraph" w:customStyle="1" w:styleId="co">
    <w:name w:val="co #"/>
    <w:basedOn w:val="Normal"/>
    <w:next w:val="Normal"/>
    <w:pPr>
      <w:pBdr>
        <w:bottom w:val="single" w:sz="12" w:space="0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New York" w:hAnsi="New York"/>
      <w:spacing w:val="-35"/>
      <w:sz w:val="100"/>
    </w:rPr>
  </w:style>
  <w:style w:type="paragraph" w:customStyle="1" w:styleId="bl">
    <w:name w:val="bl"/>
    <w:basedOn w:val="obj"/>
  </w:style>
  <w:style w:type="paragraph" w:customStyle="1" w:styleId="dhead">
    <w:name w:val="d head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dropcap">
    <w:name w:val="dropcap"/>
    <w:basedOn w:val="bt"/>
  </w:style>
  <w:style w:type="paragraph" w:customStyle="1" w:styleId="eocbullet">
    <w:name w:val="eoc bullet"/>
    <w:basedOn w:val="obj"/>
  </w:style>
  <w:style w:type="paragraph" w:customStyle="1" w:styleId="eocnldoubledgt">
    <w:name w:val="eoc nl double dg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ocnllettered">
    <w:name w:val="eoc nl lettered"/>
    <w:basedOn w:val="Normal"/>
    <w:pPr>
      <w:spacing w:before="100" w:beforeAutospacing="1" w:after="100" w:afterAutospacing="1"/>
      <w:ind w:left="360"/>
    </w:pPr>
    <w:rPr>
      <w:rFonts w:ascii="Arial Unicode MS" w:eastAsia="Arial Unicode MS" w:hAnsi="Arial Unicode MS" w:cs="Arial Unicode MS"/>
    </w:rPr>
  </w:style>
  <w:style w:type="paragraph" w:customStyle="1" w:styleId="keyterms0">
    <w:name w:val="key terms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l">
    <w:name w:val="nl"/>
    <w:basedOn w:val="Normal"/>
    <w:rPr>
      <w:rFonts w:ascii="Arial Unicode MS" w:eastAsia="Arial Unicode MS" w:hAnsi="Arial Unicode MS" w:cs="Arial Unicode MS"/>
    </w:rPr>
  </w:style>
  <w:style w:type="paragraph" w:customStyle="1" w:styleId="tbhead">
    <w:name w:val="tb head"/>
    <w:basedOn w:val="tb"/>
    <w:rPr>
      <w:b/>
      <w:bCs/>
    </w:rPr>
  </w:style>
  <w:style w:type="paragraph" w:customStyle="1" w:styleId="keytermfirstpara">
    <w:name w:val="keytermfirstpara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lletter">
    <w:name w:val="nl letter"/>
    <w:basedOn w:val="eocnl"/>
    <w:pPr>
      <w:ind w:left="360"/>
    </w:pPr>
  </w:style>
  <w:style w:type="paragraph" w:customStyle="1" w:styleId="introtext">
    <w:name w:val="intro text"/>
    <w:basedOn w:val="b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ChapterTitle">
    <w:name w:val="Chapter Title"/>
    <w:next w:val="ObjectivesHead"/>
    <w:pPr>
      <w:spacing w:before="720" w:after="120"/>
    </w:pPr>
    <w:rPr>
      <w:b/>
      <w:noProof/>
      <w:sz w:val="36"/>
      <w:lang w:eastAsia="ja-JP"/>
    </w:rPr>
  </w:style>
  <w:style w:type="paragraph" w:customStyle="1" w:styleId="ObjectivesHead">
    <w:name w:val="Objectives Head"/>
    <w:basedOn w:val="BeginObjectives"/>
    <w:next w:val="BeginObjectives"/>
    <w:pPr>
      <w:spacing w:before="360"/>
    </w:pPr>
    <w:rPr>
      <w:sz w:val="28"/>
    </w:rPr>
  </w:style>
  <w:style w:type="paragraph" w:customStyle="1" w:styleId="BeginObjectives">
    <w:name w:val="Begin Objectives"/>
    <w:basedOn w:val="ChapterTitle"/>
    <w:next w:val="ListBullet"/>
    <w:pPr>
      <w:spacing w:before="240"/>
    </w:pPr>
    <w:rPr>
      <w:b w:val="0"/>
      <w:sz w:val="24"/>
    </w:rPr>
  </w:style>
  <w:style w:type="paragraph" w:styleId="ListBullet">
    <w:name w:val="List Bullet"/>
    <w:basedOn w:val="Normal"/>
    <w:semiHidden/>
    <w:pPr>
      <w:numPr>
        <w:numId w:val="1"/>
      </w:numPr>
      <w:spacing w:before="120"/>
    </w:pPr>
  </w:style>
  <w:style w:type="paragraph" w:customStyle="1" w:styleId="ChapterSubTitle">
    <w:name w:val="Chapter Sub Title"/>
    <w:basedOn w:val="Normal"/>
    <w:next w:val="Normal"/>
    <w:pPr>
      <w:spacing w:before="120" w:after="120"/>
    </w:pPr>
    <w:rPr>
      <w:b/>
      <w:sz w:val="28"/>
    </w:rPr>
  </w:style>
  <w:style w:type="paragraph" w:customStyle="1" w:styleId="HeadA">
    <w:name w:val="Head A"/>
    <w:basedOn w:val="Heading1"/>
    <w:next w:val="BasalTextFollowingAHead"/>
    <w:link w:val="HeadAChar"/>
    <w:qFormat/>
    <w:rsid w:val="002137F9"/>
    <w:pPr>
      <w:numPr>
        <w:numId w:val="6"/>
      </w:numPr>
      <w:spacing w:before="480"/>
    </w:pPr>
    <w:rPr>
      <w:b w:val="0"/>
      <w:noProof/>
      <w:sz w:val="28"/>
    </w:rPr>
  </w:style>
  <w:style w:type="paragraph" w:customStyle="1" w:styleId="BasalTextFollowingAHead">
    <w:name w:val="Basal Text Following A Head"/>
    <w:basedOn w:val="Normal"/>
    <w:next w:val="Normal"/>
    <w:pPr>
      <w:spacing w:before="120" w:after="120"/>
    </w:pPr>
  </w:style>
  <w:style w:type="paragraph" w:customStyle="1" w:styleId="HeadB">
    <w:name w:val="Head B"/>
    <w:basedOn w:val="Heading2"/>
    <w:next w:val="BasalTextFollowingBHead"/>
    <w:qFormat/>
    <w:rsid w:val="006D4921"/>
    <w:pPr>
      <w:numPr>
        <w:numId w:val="7"/>
      </w:numPr>
      <w:spacing w:before="360"/>
      <w:ind w:left="0" w:firstLine="0"/>
    </w:pPr>
    <w:rPr>
      <w:b w:val="0"/>
    </w:rPr>
  </w:style>
  <w:style w:type="paragraph" w:customStyle="1" w:styleId="BasalTextFollowingBHead">
    <w:name w:val="Basal Text Following B Head"/>
    <w:basedOn w:val="BasalTextFollowingAHead"/>
    <w:next w:val="Normal"/>
  </w:style>
  <w:style w:type="paragraph" w:customStyle="1" w:styleId="HeadC">
    <w:name w:val="Head C"/>
    <w:basedOn w:val="Heading3"/>
    <w:next w:val="BasalTextFollowingCHead"/>
    <w:qFormat/>
    <w:rsid w:val="00D824D0"/>
    <w:pPr>
      <w:numPr>
        <w:numId w:val="8"/>
      </w:numPr>
      <w:ind w:left="0" w:firstLine="0"/>
    </w:pPr>
    <w:rPr>
      <w:b w:val="0"/>
      <w:sz w:val="28"/>
    </w:rPr>
  </w:style>
  <w:style w:type="paragraph" w:customStyle="1" w:styleId="BasalTextFollowingCHead">
    <w:name w:val="Basal Text Following C Head"/>
    <w:basedOn w:val="BasalTextFollowingBHead"/>
    <w:next w:val="Normal"/>
  </w:style>
  <w:style w:type="paragraph" w:customStyle="1" w:styleId="BeginBulletedList">
    <w:name w:val="Begin Bulleted List"/>
    <w:basedOn w:val="ChapterTitle"/>
    <w:next w:val="ListBullet"/>
    <w:pPr>
      <w:spacing w:before="240"/>
    </w:pPr>
    <w:rPr>
      <w:b w:val="0"/>
      <w:sz w:val="24"/>
    </w:rPr>
  </w:style>
  <w:style w:type="paragraph" w:customStyle="1" w:styleId="EndBulletedList">
    <w:name w:val="End Bulleted List"/>
    <w:basedOn w:val="ListBullet"/>
    <w:next w:val="Normal"/>
    <w:pPr>
      <w:ind w:left="0" w:firstLine="0"/>
    </w:pPr>
  </w:style>
  <w:style w:type="paragraph" w:customStyle="1" w:styleId="EndObjectives">
    <w:name w:val="End Objectives"/>
    <w:basedOn w:val="BeginObjectives"/>
    <w:next w:val="Normal"/>
  </w:style>
  <w:style w:type="paragraph" w:customStyle="1" w:styleId="IntroHeading">
    <w:name w:val="Intro Heading"/>
    <w:basedOn w:val="Normal"/>
    <w:next w:val="IntroText0"/>
    <w:pPr>
      <w:spacing w:before="240" w:after="120"/>
    </w:pPr>
  </w:style>
  <w:style w:type="paragraph" w:customStyle="1" w:styleId="IntroText0">
    <w:name w:val="Intro Text"/>
    <w:basedOn w:val="Normal"/>
    <w:next w:val="Normal"/>
    <w:pPr>
      <w:spacing w:before="120" w:after="120"/>
    </w:pPr>
  </w:style>
  <w:style w:type="paragraph" w:customStyle="1" w:styleId="ChapterNumber">
    <w:name w:val="Chapter Number"/>
    <w:basedOn w:val="ChapterTitle"/>
    <w:next w:val="ChapterTitle"/>
  </w:style>
  <w:style w:type="paragraph" w:customStyle="1" w:styleId="BasalText">
    <w:name w:val="Basal Text"/>
    <w:basedOn w:val="Normal"/>
    <w:next w:val="Normal"/>
    <w:qFormat/>
    <w:pPr>
      <w:spacing w:before="120" w:after="120"/>
    </w:pPr>
  </w:style>
  <w:style w:type="paragraph" w:customStyle="1" w:styleId="EndofChapterText">
    <w:name w:val="End of Chapter Text"/>
    <w:basedOn w:val="BasalTextFollowingAHead"/>
    <w:next w:val="Normal"/>
  </w:style>
  <w:style w:type="paragraph" w:customStyle="1" w:styleId="EndofChapterSubText">
    <w:name w:val="End of Chapter Sub Text"/>
    <w:basedOn w:val="EndofChapterText"/>
    <w:next w:val="Normal"/>
  </w:style>
  <w:style w:type="paragraph" w:customStyle="1" w:styleId="BeginNumberedList">
    <w:name w:val="Begin Numbered List"/>
    <w:basedOn w:val="EndofChapterText"/>
    <w:next w:val="ListNumber"/>
  </w:style>
  <w:style w:type="paragraph" w:styleId="ListNumber">
    <w:name w:val="List Number"/>
    <w:basedOn w:val="Normal"/>
    <w:semiHidden/>
    <w:pPr>
      <w:spacing w:before="120"/>
    </w:pPr>
  </w:style>
  <w:style w:type="paragraph" w:customStyle="1" w:styleId="EndNumberedList">
    <w:name w:val="End Numbered List"/>
    <w:basedOn w:val="BeginNumberedList"/>
    <w:next w:val="Normal"/>
  </w:style>
  <w:style w:type="paragraph" w:customStyle="1" w:styleId="TableHead">
    <w:name w:val="Table Head"/>
    <w:basedOn w:val="BasalText"/>
    <w:next w:val="TableText"/>
  </w:style>
  <w:style w:type="paragraph" w:customStyle="1" w:styleId="TableText">
    <w:name w:val="Table Text"/>
    <w:basedOn w:val="TableHead"/>
    <w:next w:val="Normal"/>
  </w:style>
  <w:style w:type="paragraph" w:customStyle="1" w:styleId="EndTable">
    <w:name w:val="End Table"/>
    <w:basedOn w:val="TableText"/>
    <w:next w:val="Normal"/>
  </w:style>
  <w:style w:type="paragraph" w:customStyle="1" w:styleId="Figure">
    <w:name w:val="Figure"/>
    <w:basedOn w:val="TableText"/>
    <w:next w:val="Normal"/>
    <w:qFormat/>
    <w:rsid w:val="00F22718"/>
    <w:rPr>
      <w:b/>
      <w:color w:val="FF0000"/>
    </w:rPr>
  </w:style>
  <w:style w:type="paragraph" w:customStyle="1" w:styleId="BeginSteps">
    <w:name w:val="Begin Steps"/>
    <w:basedOn w:val="EndTable"/>
    <w:next w:val="ListNumber"/>
  </w:style>
  <w:style w:type="paragraph" w:customStyle="1" w:styleId="EndSteps">
    <w:name w:val="End Steps"/>
    <w:basedOn w:val="ListNumber"/>
    <w:next w:val="Normal"/>
  </w:style>
  <w:style w:type="paragraph" w:customStyle="1" w:styleId="QuickTip">
    <w:name w:val="Quick Tip"/>
    <w:basedOn w:val="BasalText"/>
    <w:next w:val="Normal"/>
  </w:style>
  <w:style w:type="paragraph" w:customStyle="1" w:styleId="InThisBook">
    <w:name w:val="In This Book"/>
    <w:basedOn w:val="ListNumber"/>
    <w:next w:val="Normal"/>
    <w:pPr>
      <w:spacing w:after="120"/>
    </w:pPr>
  </w:style>
  <w:style w:type="paragraph" w:customStyle="1" w:styleId="InThisChapter">
    <w:name w:val="In This Chapter"/>
    <w:basedOn w:val="InThisBook"/>
    <w:next w:val="Normal"/>
  </w:style>
  <w:style w:type="paragraph" w:customStyle="1" w:styleId="MenuTip">
    <w:name w:val="Menu Tip"/>
    <w:basedOn w:val="InThisBook"/>
    <w:next w:val="Normal"/>
  </w:style>
  <w:style w:type="paragraph" w:customStyle="1" w:styleId="MouseTip">
    <w:name w:val="Mouse Tip"/>
    <w:basedOn w:val="MenuTip"/>
    <w:next w:val="Normal"/>
  </w:style>
  <w:style w:type="paragraph" w:customStyle="1" w:styleId="DocumentStyleTip">
    <w:name w:val="Document Style Tip"/>
    <w:basedOn w:val="MouseTip"/>
    <w:next w:val="Normal"/>
  </w:style>
  <w:style w:type="paragraph" w:customStyle="1" w:styleId="HeadD">
    <w:name w:val="Head D"/>
    <w:basedOn w:val="Heading4"/>
    <w:next w:val="BasalTextFollowingDHead"/>
    <w:rPr>
      <w:sz w:val="24"/>
    </w:rPr>
  </w:style>
  <w:style w:type="paragraph" w:customStyle="1" w:styleId="BasalTextFollowingDHead">
    <w:name w:val="Basal Text Following D Head"/>
    <w:basedOn w:val="BasalTextFollowingCHead"/>
    <w:next w:val="Normal"/>
  </w:style>
  <w:style w:type="paragraph" w:customStyle="1" w:styleId="EndofChapterHeadA">
    <w:name w:val="End of Chapter Head A"/>
    <w:basedOn w:val="HeadA"/>
    <w:next w:val="Normal"/>
    <w:link w:val="EndofChapterHeadAChar"/>
  </w:style>
  <w:style w:type="paragraph" w:customStyle="1" w:styleId="EndofChapterHeadB">
    <w:name w:val="End of Chapter Head B"/>
    <w:basedOn w:val="EndofChapterHeadA"/>
    <w:next w:val="Normal"/>
  </w:style>
  <w:style w:type="paragraph" w:customStyle="1" w:styleId="EndofChapterHeadC">
    <w:name w:val="End of Chapter Head C"/>
    <w:basedOn w:val="EndofChapterHeadB"/>
    <w:next w:val="Normal"/>
  </w:style>
  <w:style w:type="paragraph" w:customStyle="1" w:styleId="BeginAlphaList">
    <w:name w:val="Begin Alpha List"/>
    <w:basedOn w:val="BeginNumberedList"/>
    <w:next w:val="ListNumber2"/>
  </w:style>
  <w:style w:type="paragraph" w:styleId="ListNumber2">
    <w:name w:val="List Number 2"/>
    <w:basedOn w:val="Normal"/>
    <w:semiHidden/>
    <w:pPr>
      <w:ind w:left="360"/>
    </w:pPr>
  </w:style>
  <w:style w:type="paragraph" w:styleId="List">
    <w:name w:val="List"/>
    <w:basedOn w:val="Normal"/>
    <w:semiHidden/>
    <w:pPr>
      <w:ind w:left="360" w:hanging="360"/>
    </w:pPr>
  </w:style>
  <w:style w:type="paragraph" w:customStyle="1" w:styleId="EndAlphaList">
    <w:name w:val="End Alpha List"/>
    <w:basedOn w:val="EndNumberedList"/>
    <w:next w:val="Normal"/>
  </w:style>
  <w:style w:type="paragraph" w:customStyle="1" w:styleId="BeginKeyTerms">
    <w:name w:val="Begin Key Terms"/>
    <w:basedOn w:val="Figure"/>
    <w:next w:val="Normal"/>
  </w:style>
  <w:style w:type="paragraph" w:customStyle="1" w:styleId="EndKeyTerms">
    <w:name w:val="End Key Terms"/>
    <w:basedOn w:val="BeginKeyTerms"/>
    <w:next w:val="Normal"/>
  </w:style>
  <w:style w:type="paragraph" w:customStyle="1" w:styleId="BeginGlossary">
    <w:name w:val="Begin Glossary"/>
    <w:basedOn w:val="BeginKeyTerms"/>
    <w:next w:val="Normal"/>
  </w:style>
  <w:style w:type="paragraph" w:customStyle="1" w:styleId="EndGlossary">
    <w:name w:val="End Glossary"/>
    <w:basedOn w:val="BeginGlossary"/>
    <w:next w:val="Normal"/>
  </w:style>
  <w:style w:type="paragraph" w:customStyle="1" w:styleId="BeginReviewQuestions">
    <w:name w:val="Begin Review Questions"/>
    <w:basedOn w:val="BeginGlossary"/>
    <w:next w:val="Normal"/>
  </w:style>
  <w:style w:type="paragraph" w:customStyle="1" w:styleId="EndReviewQuestions">
    <w:name w:val="End Review Questions"/>
    <w:basedOn w:val="BeginGlossary"/>
    <w:next w:val="Normal"/>
  </w:style>
  <w:style w:type="paragraph" w:customStyle="1" w:styleId="CaseStudyIcon">
    <w:name w:val="Case Study Icon"/>
    <w:basedOn w:val="EndReviewQuestions"/>
    <w:next w:val="Normal"/>
  </w:style>
  <w:style w:type="paragraph" w:customStyle="1" w:styleId="HandsOnIcon">
    <w:name w:val="Hands On Icon"/>
    <w:basedOn w:val="CaseStudyIcon"/>
    <w:next w:val="Normal"/>
  </w:style>
  <w:style w:type="paragraph" w:customStyle="1" w:styleId="FactoidIcon">
    <w:name w:val="Factoid Icon"/>
    <w:basedOn w:val="HandsOnIcon"/>
    <w:next w:val="Normal"/>
  </w:style>
  <w:style w:type="paragraph" w:customStyle="1" w:styleId="NoteIcon">
    <w:name w:val="Note Icon"/>
    <w:basedOn w:val="HandsOnIcon"/>
    <w:next w:val="Normal"/>
  </w:style>
  <w:style w:type="paragraph" w:customStyle="1" w:styleId="ProjectIcon">
    <w:name w:val="Project Icon"/>
    <w:basedOn w:val="HandsOnIcon"/>
    <w:next w:val="Normal"/>
  </w:style>
  <w:style w:type="paragraph" w:customStyle="1" w:styleId="TrendIcon">
    <w:name w:val="Trend Icon"/>
    <w:basedOn w:val="HandsOnIcon"/>
    <w:next w:val="Normal"/>
  </w:style>
  <w:style w:type="paragraph" w:customStyle="1" w:styleId="Definition">
    <w:name w:val="Definition"/>
    <w:basedOn w:val="HandsOnIcon"/>
    <w:next w:val="Normal"/>
  </w:style>
  <w:style w:type="paragraph" w:customStyle="1" w:styleId="Tip">
    <w:name w:val="Tip"/>
    <w:basedOn w:val="HandsOnIcon"/>
    <w:next w:val="Normal"/>
  </w:style>
  <w:style w:type="paragraph" w:customStyle="1" w:styleId="Caution">
    <w:name w:val="Caution"/>
    <w:basedOn w:val="HandsOnIcon"/>
    <w:next w:val="Normal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spacing w:after="120" w:line="240" w:lineRule="auto"/>
    </w:pPr>
  </w:style>
  <w:style w:type="character" w:styleId="PageNumber">
    <w:name w:val="page number"/>
    <w:basedOn w:val="DefaultParagraphFont"/>
  </w:style>
  <w:style w:type="paragraph" w:customStyle="1" w:styleId="Query">
    <w:name w:val="Query"/>
    <w:basedOn w:val="Normal"/>
    <w:autoRedefine/>
    <w:rPr>
      <w:b/>
      <w:color w:val="FF0000"/>
      <w:lang w:eastAsia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salTextChar">
    <w:name w:val="Basal Text Char"/>
    <w:rPr>
      <w:sz w:val="24"/>
      <w:lang w:val="en-US" w:eastAsia="ja-JP" w:bidi="ar-S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Officina Sans" w:hAnsi="Officina Sans"/>
      <w:color w:val="000000"/>
      <w:sz w:val="24"/>
      <w:szCs w:val="24"/>
    </w:rPr>
  </w:style>
  <w:style w:type="paragraph" w:customStyle="1" w:styleId="Style1">
    <w:name w:val="Style1"/>
    <w:basedOn w:val="Normal"/>
    <w:pPr>
      <w:autoSpaceDE w:val="0"/>
      <w:autoSpaceDN w:val="0"/>
      <w:adjustRightInd w:val="0"/>
      <w:spacing w:line="240" w:lineRule="auto"/>
      <w:ind w:left="288"/>
    </w:pPr>
    <w:rPr>
      <w:rFonts w:ascii="Sabon-Roman" w:hAnsi="Sabon-Roman"/>
      <w:sz w:val="22"/>
      <w:szCs w:val="22"/>
      <w:lang w:eastAsia="en-US"/>
    </w:rPr>
  </w:style>
  <w:style w:type="paragraph" w:customStyle="1" w:styleId="AHead0">
    <w:name w:val="A Head"/>
    <w:basedOn w:val="Normal"/>
    <w:next w:val="BHead0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40" w:right="20"/>
    </w:pPr>
    <w:rPr>
      <w:rFonts w:ascii="New York" w:hAnsi="New York"/>
      <w:smallCaps/>
      <w:sz w:val="32"/>
      <w:lang w:eastAsia="en-US"/>
    </w:rPr>
  </w:style>
  <w:style w:type="paragraph" w:customStyle="1" w:styleId="BHead0">
    <w:name w:val="B Head"/>
    <w:basedOn w:val="Normal"/>
    <w:next w:val="Normal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 w:right="20"/>
    </w:pPr>
    <w:rPr>
      <w:rFonts w:ascii="New York" w:hAnsi="New York"/>
      <w:sz w:val="28"/>
      <w:lang w:eastAsia="en-US"/>
    </w:rPr>
  </w:style>
  <w:style w:type="paragraph" w:styleId="PlainText">
    <w:name w:val="Plain Text"/>
    <w:basedOn w:val="Normal"/>
    <w:semiHidden/>
    <w:rPr>
      <w:rFonts w:ascii="Courier New" w:hAnsi="Courier New"/>
      <w:lang w:eastAsia="en-US"/>
    </w:rPr>
  </w:style>
  <w:style w:type="paragraph" w:customStyle="1" w:styleId="KeyTerms">
    <w:name w:val="Key Terms"/>
    <w:basedOn w:val="BasalText"/>
    <w:pPr>
      <w:numPr>
        <w:numId w:val="2"/>
      </w:numPr>
    </w:pPr>
    <w:rPr>
      <w:b/>
    </w:rPr>
  </w:style>
  <w:style w:type="paragraph" w:customStyle="1" w:styleId="tblast">
    <w:name w:val="tb last"/>
    <w:basedOn w:val="tb"/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Keytermsbox">
    <w:name w:val="Key terms box"/>
    <w:basedOn w:val="Normal"/>
    <w:qFormat/>
    <w:rsid w:val="00B85302"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60" w:after="60" w:line="240" w:lineRule="auto"/>
    </w:pPr>
    <w:rPr>
      <w:rFonts w:ascii="Times" w:hAnsi="Times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4A6C4B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paragraph" w:customStyle="1" w:styleId="Textind">
    <w:name w:val="Text ind"/>
    <w:basedOn w:val="Normal"/>
    <w:uiPriority w:val="99"/>
    <w:rsid w:val="00B85302"/>
    <w:pPr>
      <w:widowControl w:val="0"/>
      <w:tabs>
        <w:tab w:val="left" w:pos="2520"/>
      </w:tabs>
      <w:autoSpaceDE w:val="0"/>
      <w:autoSpaceDN w:val="0"/>
      <w:adjustRightInd w:val="0"/>
      <w:spacing w:before="120" w:line="360" w:lineRule="auto"/>
      <w:ind w:firstLine="360"/>
    </w:pPr>
    <w:rPr>
      <w:rFonts w:ascii="Times" w:hAnsi="Times"/>
      <w:szCs w:val="24"/>
      <w:lang w:eastAsia="en-US"/>
    </w:rPr>
  </w:style>
  <w:style w:type="character" w:customStyle="1" w:styleId="KT">
    <w:name w:val="KT"/>
    <w:qFormat/>
    <w:rsid w:val="00F22718"/>
    <w:rPr>
      <w:rFonts w:ascii="B Sabon Bold" w:hAnsi="B Sabon Bold"/>
      <w:b/>
      <w:strike w:val="0"/>
      <w:dstrike w:val="0"/>
      <w:color w:val="075798"/>
    </w:rPr>
  </w:style>
  <w:style w:type="character" w:customStyle="1" w:styleId="HeaderChar">
    <w:name w:val="Header Char"/>
    <w:link w:val="Header"/>
    <w:uiPriority w:val="99"/>
    <w:rsid w:val="009555C4"/>
    <w:rPr>
      <w:sz w:val="24"/>
      <w:lang w:eastAsia="ja-JP"/>
    </w:rPr>
  </w:style>
  <w:style w:type="character" w:customStyle="1" w:styleId="Normal1">
    <w:name w:val="Normal1"/>
    <w:rsid w:val="009555C4"/>
    <w:rPr>
      <w:rFonts w:ascii="ITC Officina Serif Book" w:hAnsi="ITC Officina Serif Book"/>
      <w:sz w:val="18"/>
    </w:rPr>
  </w:style>
  <w:style w:type="paragraph" w:customStyle="1" w:styleId="CN">
    <w:name w:val="CN"/>
    <w:rsid w:val="009555C4"/>
    <w:pPr>
      <w:spacing w:line="260" w:lineRule="exact"/>
      <w:jc w:val="center"/>
    </w:pPr>
    <w:rPr>
      <w:rFonts w:ascii="ITC Officina Sans Bold" w:hAnsi="ITC Officina Sans Bold"/>
      <w:caps/>
      <w:color w:val="FFFFFF"/>
      <w:sz w:val="24"/>
      <w:lang w:val="en-GB"/>
    </w:rPr>
  </w:style>
  <w:style w:type="paragraph" w:customStyle="1" w:styleId="CNN">
    <w:name w:val="CNN"/>
    <w:uiPriority w:val="99"/>
    <w:rsid w:val="009555C4"/>
    <w:pPr>
      <w:spacing w:line="760" w:lineRule="exact"/>
      <w:jc w:val="center"/>
    </w:pPr>
    <w:rPr>
      <w:rFonts w:ascii="ITC Officina Sans Bold" w:hAnsi="ITC Officina Sans Bold"/>
      <w:caps/>
      <w:color w:val="FFFFFF"/>
      <w:sz w:val="96"/>
      <w:lang w:val="en-GB"/>
    </w:rPr>
  </w:style>
  <w:style w:type="paragraph" w:customStyle="1" w:styleId="CT">
    <w:name w:val="CT"/>
    <w:rsid w:val="009555C4"/>
    <w:pPr>
      <w:spacing w:line="620" w:lineRule="exact"/>
    </w:pPr>
    <w:rPr>
      <w:rFonts w:ascii="ITC Officina Serif Bold" w:hAnsi="ITC Officina Serif Bold"/>
      <w:sz w:val="44"/>
      <w:lang w:val="en-GB"/>
    </w:rPr>
  </w:style>
  <w:style w:type="paragraph" w:customStyle="1" w:styleId="OBJH">
    <w:name w:val="OBJH"/>
    <w:rsid w:val="009555C4"/>
    <w:pPr>
      <w:spacing w:line="260" w:lineRule="exact"/>
      <w:ind w:left="40"/>
    </w:pPr>
    <w:rPr>
      <w:rFonts w:ascii="ITC Officina Serif Bold" w:hAnsi="ITC Officina Serif Bold"/>
      <w:color w:val="73B019"/>
      <w:lang w:val="en-GB"/>
    </w:rPr>
  </w:style>
  <w:style w:type="paragraph" w:customStyle="1" w:styleId="OBJBL">
    <w:name w:val="OBJBL"/>
    <w:uiPriority w:val="99"/>
    <w:rsid w:val="009555C4"/>
    <w:pPr>
      <w:spacing w:after="100" w:line="220" w:lineRule="exact"/>
      <w:ind w:left="140" w:hanging="140"/>
    </w:pPr>
    <w:rPr>
      <w:rFonts w:ascii="B Sabon Bold" w:hAnsi="B Sabon Bold"/>
      <w:lang w:val="en-GB"/>
    </w:rPr>
  </w:style>
  <w:style w:type="paragraph" w:customStyle="1" w:styleId="INT-TX1">
    <w:name w:val="INT-TX1"/>
    <w:rsid w:val="009555C4"/>
    <w:pPr>
      <w:spacing w:line="280" w:lineRule="exact"/>
    </w:pPr>
    <w:rPr>
      <w:rFonts w:ascii="Sabon" w:hAnsi="Sabon"/>
      <w:sz w:val="22"/>
      <w:lang w:val="en-GB"/>
    </w:rPr>
  </w:style>
  <w:style w:type="paragraph" w:customStyle="1" w:styleId="INT-TX">
    <w:name w:val="INT-TX"/>
    <w:rsid w:val="009555C4"/>
    <w:pPr>
      <w:spacing w:line="280" w:lineRule="exact"/>
      <w:ind w:firstLine="280"/>
    </w:pPr>
    <w:rPr>
      <w:rFonts w:ascii="Sabon" w:hAnsi="Sabon"/>
      <w:sz w:val="22"/>
      <w:lang w:val="en-GB"/>
    </w:rPr>
  </w:style>
  <w:style w:type="paragraph" w:customStyle="1" w:styleId="Ahead1">
    <w:name w:val="A head"/>
    <w:rsid w:val="009555C4"/>
    <w:pPr>
      <w:keepNext/>
      <w:keepLines/>
      <w:spacing w:before="520" w:after="260" w:line="260" w:lineRule="exact"/>
    </w:pPr>
    <w:rPr>
      <w:rFonts w:ascii="ITC Officina Sans BoldItalic" w:hAnsi="ITC Officina Sans BoldItalic"/>
      <w:caps/>
      <w:color w:val="73B019"/>
      <w:sz w:val="32"/>
      <w:lang w:val="en-GB"/>
    </w:rPr>
  </w:style>
  <w:style w:type="paragraph" w:customStyle="1" w:styleId="TX-LAB">
    <w:name w:val="TX-LAB"/>
    <w:rsid w:val="009555C4"/>
    <w:pPr>
      <w:spacing w:line="260" w:lineRule="exact"/>
      <w:ind w:firstLine="200"/>
    </w:pPr>
    <w:rPr>
      <w:rFonts w:ascii="Sabon" w:hAnsi="Sabon"/>
      <w:lang w:val="en-GB"/>
    </w:rPr>
  </w:style>
  <w:style w:type="paragraph" w:customStyle="1" w:styleId="TX">
    <w:name w:val="TX"/>
    <w:basedOn w:val="TX-LAB"/>
    <w:uiPriority w:val="99"/>
    <w:rsid w:val="009555C4"/>
    <w:pPr>
      <w:keepLines/>
      <w:ind w:firstLine="202"/>
    </w:pPr>
  </w:style>
  <w:style w:type="paragraph" w:customStyle="1" w:styleId="TX1">
    <w:name w:val="TX1"/>
    <w:basedOn w:val="TX"/>
    <w:uiPriority w:val="99"/>
    <w:rsid w:val="009555C4"/>
    <w:pPr>
      <w:ind w:firstLine="0"/>
    </w:pPr>
  </w:style>
  <w:style w:type="paragraph" w:customStyle="1" w:styleId="Bhead1">
    <w:name w:val="B head"/>
    <w:rsid w:val="009555C4"/>
    <w:pPr>
      <w:keepNext/>
      <w:keepLines/>
      <w:spacing w:before="400" w:after="120" w:line="260" w:lineRule="exact"/>
    </w:pPr>
    <w:rPr>
      <w:rFonts w:ascii="ITC Officina Sans Bold" w:hAnsi="ITC Officina Sans Bold"/>
      <w:caps/>
      <w:color w:val="075798"/>
      <w:sz w:val="28"/>
      <w:lang w:val="en-GB"/>
    </w:rPr>
  </w:style>
  <w:style w:type="paragraph" w:customStyle="1" w:styleId="BL1">
    <w:name w:val="BL1"/>
    <w:rsid w:val="009555C4"/>
    <w:pPr>
      <w:spacing w:before="260" w:line="260" w:lineRule="exact"/>
      <w:ind w:left="1800" w:hanging="240"/>
    </w:pPr>
    <w:rPr>
      <w:rFonts w:ascii="Sabon" w:hAnsi="Sabon"/>
      <w:lang w:val="en-GB"/>
    </w:rPr>
  </w:style>
  <w:style w:type="paragraph" w:customStyle="1" w:styleId="BL2">
    <w:name w:val="BL2"/>
    <w:rsid w:val="009555C4"/>
    <w:pPr>
      <w:spacing w:after="260" w:line="260" w:lineRule="exact"/>
      <w:ind w:left="1800" w:hanging="240"/>
    </w:pPr>
    <w:rPr>
      <w:rFonts w:ascii="Sabon" w:hAnsi="Sabon"/>
      <w:lang w:val="en-GB"/>
    </w:rPr>
  </w:style>
  <w:style w:type="paragraph" w:customStyle="1" w:styleId="BL0">
    <w:name w:val="BL"/>
    <w:basedOn w:val="TX1"/>
    <w:uiPriority w:val="99"/>
    <w:rsid w:val="009555C4"/>
    <w:pPr>
      <w:ind w:left="1800" w:hanging="240"/>
    </w:pPr>
  </w:style>
  <w:style w:type="paragraph" w:customStyle="1" w:styleId="Chead0">
    <w:name w:val="C head"/>
    <w:rsid w:val="009555C4"/>
    <w:pPr>
      <w:spacing w:before="260" w:after="60" w:line="260" w:lineRule="exact"/>
    </w:pPr>
    <w:rPr>
      <w:rFonts w:ascii="ITC Officina Sans Bold" w:hAnsi="ITC Officina Sans Bold"/>
      <w:caps/>
      <w:color w:val="01877F"/>
      <w:sz w:val="24"/>
      <w:lang w:val="en-GB"/>
    </w:rPr>
  </w:style>
  <w:style w:type="paragraph" w:customStyle="1" w:styleId="Dhead0">
    <w:name w:val="D head"/>
    <w:rsid w:val="009555C4"/>
    <w:pPr>
      <w:spacing w:before="260" w:after="60" w:line="260" w:lineRule="exact"/>
    </w:pPr>
    <w:rPr>
      <w:rFonts w:ascii="ITC Officina Sans BookItalic" w:hAnsi="ITC Officina Sans BookItalic"/>
      <w:color w:val="075798"/>
      <w:sz w:val="24"/>
      <w:lang w:val="en-GB"/>
    </w:rPr>
  </w:style>
  <w:style w:type="paragraph" w:customStyle="1" w:styleId="TXwindent">
    <w:name w:val="TX w/indent"/>
    <w:basedOn w:val="TX"/>
    <w:uiPriority w:val="99"/>
    <w:rsid w:val="009555C4"/>
  </w:style>
  <w:style w:type="paragraph" w:customStyle="1" w:styleId="TXFL">
    <w:name w:val="TX FL"/>
    <w:basedOn w:val="TXwindent"/>
    <w:rsid w:val="009555C4"/>
    <w:pPr>
      <w:ind w:firstLine="0"/>
    </w:pPr>
  </w:style>
  <w:style w:type="paragraph" w:customStyle="1" w:styleId="NL1">
    <w:name w:val="NL1"/>
    <w:rsid w:val="009555C4"/>
    <w:pPr>
      <w:spacing w:before="260" w:after="100" w:line="260" w:lineRule="exact"/>
      <w:ind w:left="1800" w:hanging="240"/>
    </w:pPr>
    <w:rPr>
      <w:rFonts w:ascii="Sabon" w:hAnsi="Sabon"/>
      <w:lang w:val="en-GB"/>
    </w:rPr>
  </w:style>
  <w:style w:type="character" w:customStyle="1" w:styleId="NL0">
    <w:name w:val="NL"/>
    <w:rsid w:val="009555C4"/>
    <w:rPr>
      <w:rFonts w:ascii="B Sabon Bold" w:hAnsi="B Sabon Bold"/>
    </w:rPr>
  </w:style>
  <w:style w:type="paragraph" w:customStyle="1" w:styleId="NL2">
    <w:name w:val="NL2"/>
    <w:rsid w:val="009555C4"/>
    <w:pPr>
      <w:spacing w:after="260" w:line="260" w:lineRule="exact"/>
      <w:ind w:left="1800" w:hanging="240"/>
    </w:pPr>
    <w:rPr>
      <w:rFonts w:ascii="Sabon" w:hAnsi="Sabon"/>
      <w:lang w:val="en-GB"/>
    </w:rPr>
  </w:style>
  <w:style w:type="paragraph" w:customStyle="1" w:styleId="Code">
    <w:name w:val="Code"/>
    <w:rsid w:val="009555C4"/>
    <w:pPr>
      <w:spacing w:before="260" w:after="260" w:line="260" w:lineRule="exact"/>
      <w:ind w:left="1296"/>
    </w:pPr>
    <w:rPr>
      <w:rFonts w:ascii="Courier" w:hAnsi="Courier"/>
      <w:lang w:val="en-GB"/>
    </w:rPr>
  </w:style>
  <w:style w:type="paragraph" w:customStyle="1" w:styleId="NL110">
    <w:name w:val="NL1_10"/>
    <w:rsid w:val="009555C4"/>
    <w:pPr>
      <w:tabs>
        <w:tab w:val="decimal" w:pos="1760"/>
        <w:tab w:val="left" w:pos="1905"/>
      </w:tabs>
      <w:spacing w:before="260" w:after="100" w:line="260" w:lineRule="exact"/>
      <w:ind w:left="1905" w:hanging="1905"/>
    </w:pPr>
    <w:rPr>
      <w:rFonts w:ascii="Sabon" w:hAnsi="Sabon"/>
      <w:lang w:val="en-GB"/>
    </w:rPr>
  </w:style>
  <w:style w:type="paragraph" w:customStyle="1" w:styleId="NL10">
    <w:name w:val="NL_10"/>
    <w:rsid w:val="009555C4"/>
    <w:pPr>
      <w:tabs>
        <w:tab w:val="decimal" w:pos="1760"/>
        <w:tab w:val="left" w:pos="1905"/>
      </w:tabs>
      <w:spacing w:after="100" w:line="260" w:lineRule="exact"/>
      <w:ind w:left="1905" w:hanging="1905"/>
    </w:pPr>
    <w:rPr>
      <w:rFonts w:ascii="Sabon" w:hAnsi="Sabon"/>
      <w:lang w:val="en-GB"/>
    </w:rPr>
  </w:style>
  <w:style w:type="paragraph" w:customStyle="1" w:styleId="NLBL1">
    <w:name w:val="NL_BL1"/>
    <w:rsid w:val="009555C4"/>
    <w:pPr>
      <w:spacing w:before="120" w:line="260" w:lineRule="exact"/>
      <w:ind w:left="2040" w:hanging="240"/>
    </w:pPr>
    <w:rPr>
      <w:rFonts w:ascii="Sabon" w:hAnsi="Sabon"/>
      <w:lang w:val="en-GB"/>
    </w:rPr>
  </w:style>
  <w:style w:type="paragraph" w:customStyle="1" w:styleId="NLBL">
    <w:name w:val="NL_BL"/>
    <w:rsid w:val="009555C4"/>
    <w:pPr>
      <w:spacing w:line="260" w:lineRule="exact"/>
      <w:ind w:left="2040" w:hanging="240"/>
    </w:pPr>
    <w:rPr>
      <w:rFonts w:ascii="Sabon" w:hAnsi="Sabon"/>
      <w:lang w:val="en-GB"/>
    </w:rPr>
  </w:style>
  <w:style w:type="paragraph" w:customStyle="1" w:styleId="NLBL2">
    <w:name w:val="NL_BL2"/>
    <w:rsid w:val="009555C4"/>
    <w:pPr>
      <w:spacing w:after="120" w:line="260" w:lineRule="exact"/>
      <w:ind w:left="2040" w:hanging="240"/>
    </w:pPr>
    <w:rPr>
      <w:rFonts w:ascii="Sabon" w:hAnsi="Sabon"/>
      <w:lang w:val="en-GB"/>
    </w:rPr>
  </w:style>
  <w:style w:type="paragraph" w:customStyle="1" w:styleId="EOCH">
    <w:name w:val="EOC H"/>
    <w:rsid w:val="009555C4"/>
    <w:pPr>
      <w:spacing w:before="490" w:after="280"/>
      <w:ind w:left="160"/>
    </w:pPr>
    <w:rPr>
      <w:rFonts w:ascii="ITC Officina Sans BoldItalic" w:hAnsi="ITC Officina Sans BoldItalic"/>
      <w:caps/>
      <w:position w:val="-6"/>
      <w:sz w:val="28"/>
      <w:lang w:val="en-GB"/>
    </w:rPr>
  </w:style>
  <w:style w:type="paragraph" w:customStyle="1" w:styleId="SUM1">
    <w:name w:val="SUM 1"/>
    <w:rsid w:val="009555C4"/>
    <w:pPr>
      <w:tabs>
        <w:tab w:val="decimal" w:pos="1245"/>
        <w:tab w:val="left" w:pos="1420"/>
      </w:tabs>
      <w:spacing w:after="120" w:line="260" w:lineRule="exact"/>
      <w:ind w:left="1504" w:hanging="240"/>
    </w:pPr>
    <w:rPr>
      <w:rFonts w:ascii="Sabon" w:hAnsi="Sabon"/>
      <w:lang w:val="en-GB"/>
    </w:rPr>
  </w:style>
  <w:style w:type="paragraph" w:customStyle="1" w:styleId="Keytext">
    <w:name w:val="Key text"/>
    <w:rsid w:val="009555C4"/>
    <w:pPr>
      <w:tabs>
        <w:tab w:val="decimal" w:pos="1245"/>
        <w:tab w:val="left" w:pos="1349"/>
      </w:tabs>
      <w:spacing w:after="120" w:line="260" w:lineRule="exact"/>
      <w:ind w:left="1020"/>
    </w:pPr>
    <w:rPr>
      <w:rFonts w:ascii="Sabon" w:hAnsi="Sabon"/>
      <w:lang w:val="en-GB"/>
    </w:rPr>
  </w:style>
  <w:style w:type="paragraph" w:customStyle="1" w:styleId="KTText">
    <w:name w:val="KT Text"/>
    <w:rsid w:val="009555C4"/>
    <w:pPr>
      <w:spacing w:line="200" w:lineRule="exact"/>
      <w:ind w:left="180" w:hanging="180"/>
    </w:pPr>
    <w:rPr>
      <w:rFonts w:ascii="Sabon" w:hAnsi="Sabon"/>
      <w:sz w:val="18"/>
      <w:lang w:val="en-GB"/>
    </w:rPr>
  </w:style>
  <w:style w:type="paragraph" w:customStyle="1" w:styleId="RQN">
    <w:name w:val="RQN"/>
    <w:rsid w:val="009555C4"/>
    <w:pPr>
      <w:tabs>
        <w:tab w:val="decimal" w:pos="1245"/>
        <w:tab w:val="left" w:pos="1420"/>
      </w:tabs>
      <w:spacing w:before="120" w:line="260" w:lineRule="exact"/>
      <w:ind w:left="1420" w:hanging="400"/>
    </w:pPr>
    <w:rPr>
      <w:rFonts w:ascii="Sabon" w:hAnsi="Sabon"/>
      <w:lang w:val="en-GB"/>
    </w:rPr>
  </w:style>
  <w:style w:type="character" w:customStyle="1" w:styleId="RQN0">
    <w:name w:val="RQ_N"/>
    <w:rsid w:val="009555C4"/>
    <w:rPr>
      <w:rFonts w:ascii="ITC Officina Sans Bold" w:hAnsi="ITC Officina Sans Bold"/>
      <w:color w:val="820265"/>
    </w:rPr>
  </w:style>
  <w:style w:type="paragraph" w:customStyle="1" w:styleId="NLSLL1">
    <w:name w:val="NL_SLL1"/>
    <w:rsid w:val="009555C4"/>
    <w:pPr>
      <w:spacing w:before="100" w:line="260" w:lineRule="exact"/>
      <w:ind w:left="1680" w:hanging="240"/>
    </w:pPr>
    <w:rPr>
      <w:rFonts w:ascii="Sabon" w:hAnsi="Sabon"/>
      <w:lang w:val="en-GB"/>
    </w:rPr>
  </w:style>
  <w:style w:type="paragraph" w:customStyle="1" w:styleId="NLSLL">
    <w:name w:val="NL_SLL"/>
    <w:rsid w:val="009555C4"/>
    <w:pPr>
      <w:spacing w:before="100" w:line="260" w:lineRule="exact"/>
      <w:ind w:left="1680" w:hanging="240"/>
    </w:pPr>
    <w:rPr>
      <w:rFonts w:ascii="Sabon" w:hAnsi="Sabon"/>
      <w:lang w:val="en-GB"/>
    </w:rPr>
  </w:style>
  <w:style w:type="paragraph" w:customStyle="1" w:styleId="NLSLL2">
    <w:name w:val="NL_SLL2"/>
    <w:rsid w:val="009555C4"/>
    <w:pPr>
      <w:spacing w:before="100" w:line="260" w:lineRule="exact"/>
      <w:ind w:left="1680" w:hanging="240"/>
    </w:pPr>
    <w:rPr>
      <w:rFonts w:ascii="Sabon" w:hAnsi="Sabon"/>
      <w:lang w:val="en-GB"/>
    </w:rPr>
  </w:style>
  <w:style w:type="paragraph" w:customStyle="1" w:styleId="EOC-H1">
    <w:name w:val="EOC-H1"/>
    <w:rsid w:val="009555C4"/>
    <w:pPr>
      <w:tabs>
        <w:tab w:val="left" w:pos="2760"/>
      </w:tabs>
      <w:spacing w:before="360" w:after="260" w:line="260" w:lineRule="exact"/>
      <w:ind w:left="1296"/>
    </w:pPr>
    <w:rPr>
      <w:rFonts w:ascii="ITC Officina Sans Book" w:hAnsi="ITC Officina Sans Book"/>
      <w:lang w:val="en-GB"/>
    </w:rPr>
  </w:style>
  <w:style w:type="character" w:customStyle="1" w:styleId="Projectnumber">
    <w:name w:val="Project number"/>
    <w:rsid w:val="009555C4"/>
    <w:rPr>
      <w:rFonts w:ascii="ITC Officina Sans Bold" w:hAnsi="ITC Officina Sans Bold"/>
      <w:caps/>
      <w:color w:val="820265"/>
    </w:rPr>
  </w:style>
  <w:style w:type="paragraph" w:customStyle="1" w:styleId="EocNL1">
    <w:name w:val="Eoc_NL1"/>
    <w:rsid w:val="009555C4"/>
    <w:pPr>
      <w:tabs>
        <w:tab w:val="decimal" w:pos="1245"/>
        <w:tab w:val="left" w:pos="1420"/>
      </w:tabs>
      <w:spacing w:before="260" w:line="260" w:lineRule="exact"/>
      <w:ind w:left="1560" w:hanging="280"/>
    </w:pPr>
    <w:rPr>
      <w:rFonts w:ascii="Sabon" w:hAnsi="Sabon"/>
      <w:lang w:val="en-GB"/>
    </w:rPr>
  </w:style>
  <w:style w:type="paragraph" w:customStyle="1" w:styleId="EocNL0">
    <w:name w:val="Eoc_NL"/>
    <w:rsid w:val="009555C4"/>
    <w:pPr>
      <w:tabs>
        <w:tab w:val="decimal" w:pos="1245"/>
        <w:tab w:val="left" w:pos="1420"/>
      </w:tabs>
      <w:spacing w:before="120" w:line="260" w:lineRule="exact"/>
      <w:ind w:left="1560" w:hanging="280"/>
    </w:pPr>
    <w:rPr>
      <w:rFonts w:ascii="Sabon" w:hAnsi="Sabon"/>
      <w:lang w:val="en-GB"/>
    </w:rPr>
  </w:style>
  <w:style w:type="paragraph" w:customStyle="1" w:styleId="EocBL1">
    <w:name w:val="Eoc BL1"/>
    <w:rsid w:val="009555C4"/>
    <w:pPr>
      <w:tabs>
        <w:tab w:val="decimal" w:pos="1245"/>
        <w:tab w:val="left" w:pos="1420"/>
      </w:tabs>
      <w:spacing w:before="260" w:after="120" w:line="260" w:lineRule="exact"/>
      <w:ind w:left="1800" w:hanging="240"/>
    </w:pPr>
    <w:rPr>
      <w:rFonts w:ascii="Sabon" w:hAnsi="Sabon"/>
      <w:lang w:val="en-GB"/>
    </w:rPr>
  </w:style>
  <w:style w:type="paragraph" w:customStyle="1" w:styleId="EocBL">
    <w:name w:val="Eoc BL"/>
    <w:rsid w:val="009555C4"/>
    <w:pPr>
      <w:tabs>
        <w:tab w:val="decimal" w:pos="1245"/>
        <w:tab w:val="left" w:pos="1420"/>
      </w:tabs>
      <w:spacing w:after="120" w:line="260" w:lineRule="exact"/>
      <w:ind w:left="1800" w:hanging="240"/>
    </w:pPr>
    <w:rPr>
      <w:rFonts w:ascii="Sabon" w:hAnsi="Sabon"/>
      <w:lang w:val="en-GB"/>
    </w:rPr>
  </w:style>
  <w:style w:type="paragraph" w:customStyle="1" w:styleId="EocBL2">
    <w:name w:val="Eoc BL2"/>
    <w:rsid w:val="009555C4"/>
    <w:pPr>
      <w:tabs>
        <w:tab w:val="decimal" w:pos="1245"/>
        <w:tab w:val="left" w:pos="1420"/>
      </w:tabs>
      <w:spacing w:after="260" w:line="260" w:lineRule="exact"/>
      <w:ind w:left="1800" w:hanging="240"/>
    </w:pPr>
    <w:rPr>
      <w:rFonts w:ascii="Sabon" w:hAnsi="Sabon"/>
      <w:lang w:val="en-GB"/>
    </w:rPr>
  </w:style>
  <w:style w:type="paragraph" w:customStyle="1" w:styleId="EocNL2">
    <w:name w:val="Eoc_NL2"/>
    <w:rsid w:val="009555C4"/>
    <w:pPr>
      <w:tabs>
        <w:tab w:val="decimal" w:pos="1245"/>
        <w:tab w:val="left" w:pos="1420"/>
      </w:tabs>
      <w:spacing w:before="120" w:after="260" w:line="260" w:lineRule="exact"/>
      <w:ind w:left="1560" w:hanging="280"/>
    </w:pPr>
    <w:rPr>
      <w:rFonts w:ascii="Sabon" w:hAnsi="Sabon"/>
      <w:lang w:val="en-GB"/>
    </w:rPr>
  </w:style>
  <w:style w:type="paragraph" w:customStyle="1" w:styleId="RHvCT">
    <w:name w:val="RHv/CT"/>
    <w:rsid w:val="009555C4"/>
    <w:pPr>
      <w:jc w:val="right"/>
    </w:pPr>
    <w:rPr>
      <w:rFonts w:ascii="ITC Officina Sans Bold" w:hAnsi="ITC Officina Sans Bold"/>
      <w:position w:val="-2"/>
      <w:sz w:val="18"/>
      <w:lang w:val="en-GB"/>
    </w:rPr>
  </w:style>
  <w:style w:type="paragraph" w:customStyle="1" w:styleId="RHCT">
    <w:name w:val="RH/CT"/>
    <w:rsid w:val="009555C4"/>
    <w:rPr>
      <w:rFonts w:ascii="ITC Officina Sans Bold" w:hAnsi="ITC Officina Sans Bold"/>
      <w:position w:val="-2"/>
      <w:sz w:val="18"/>
      <w:lang w:val="en-GB"/>
    </w:rPr>
  </w:style>
  <w:style w:type="paragraph" w:customStyle="1" w:styleId="RHCN">
    <w:name w:val="RH/CN"/>
    <w:uiPriority w:val="99"/>
    <w:rsid w:val="009555C4"/>
    <w:pPr>
      <w:ind w:left="80"/>
    </w:pPr>
    <w:rPr>
      <w:rFonts w:ascii="ITC Officina Sans Bold" w:hAnsi="ITC Officina Sans Bold"/>
      <w:caps/>
      <w:color w:val="FFFFFF"/>
      <w:position w:val="-2"/>
      <w:sz w:val="18"/>
      <w:lang w:val="en-GB"/>
    </w:rPr>
  </w:style>
  <w:style w:type="character" w:customStyle="1" w:styleId="folio">
    <w:name w:val="folio"/>
    <w:rsid w:val="009555C4"/>
    <w:rPr>
      <w:rFonts w:ascii="ITC Officina Sans Bold" w:hAnsi="ITC Officina Sans Bold"/>
      <w:sz w:val="18"/>
    </w:rPr>
  </w:style>
  <w:style w:type="paragraph" w:customStyle="1" w:styleId="FG">
    <w:name w:val="FG"/>
    <w:uiPriority w:val="99"/>
    <w:rsid w:val="009555C4"/>
    <w:pPr>
      <w:tabs>
        <w:tab w:val="left" w:pos="1020"/>
      </w:tabs>
      <w:spacing w:line="200" w:lineRule="exact"/>
    </w:pPr>
    <w:rPr>
      <w:rFonts w:ascii="ITC Officina Sans Book" w:hAnsi="ITC Officina Sans Book"/>
      <w:sz w:val="18"/>
      <w:lang w:val="en-GB"/>
    </w:rPr>
  </w:style>
  <w:style w:type="character" w:customStyle="1" w:styleId="FGN">
    <w:name w:val="FGN"/>
    <w:rsid w:val="009555C4"/>
    <w:rPr>
      <w:rFonts w:ascii="ITC Officina Sans Bold" w:hAnsi="ITC Officina Sans Bold"/>
      <w:color w:val="820265"/>
      <w:sz w:val="18"/>
    </w:rPr>
  </w:style>
  <w:style w:type="paragraph" w:customStyle="1" w:styleId="Video">
    <w:name w:val="Video"/>
    <w:rsid w:val="009555C4"/>
    <w:pPr>
      <w:spacing w:after="130" w:line="240" w:lineRule="exact"/>
      <w:ind w:left="60"/>
    </w:pPr>
    <w:rPr>
      <w:rFonts w:ascii="ITC Officina Serif Bold" w:hAnsi="ITC Officina Serif Bold"/>
      <w:color w:val="90C0B7"/>
      <w:position w:val="-2"/>
      <w:lang w:val="en-GB"/>
    </w:rPr>
  </w:style>
  <w:style w:type="paragraph" w:customStyle="1" w:styleId="Boxtxt">
    <w:name w:val="Box txt"/>
    <w:rsid w:val="009555C4"/>
    <w:pPr>
      <w:spacing w:line="220" w:lineRule="exact"/>
      <w:ind w:left="130" w:right="130"/>
    </w:pPr>
    <w:rPr>
      <w:rFonts w:ascii="ITC Officina Sans Book" w:hAnsi="ITC Officina Sans Book"/>
      <w:sz w:val="18"/>
      <w:lang w:val="en-GB"/>
    </w:rPr>
  </w:style>
  <w:style w:type="paragraph" w:customStyle="1" w:styleId="Notes">
    <w:name w:val="Notes"/>
    <w:uiPriority w:val="99"/>
    <w:rsid w:val="009555C4"/>
    <w:pPr>
      <w:spacing w:after="130" w:line="260" w:lineRule="exact"/>
    </w:pPr>
    <w:rPr>
      <w:rFonts w:ascii="ITC Officina Serif Bold" w:hAnsi="ITC Officina Serif Bold"/>
      <w:color w:val="CFAF06"/>
      <w:lang w:val="en-GB"/>
    </w:rPr>
  </w:style>
  <w:style w:type="paragraph" w:customStyle="1" w:styleId="NTtxt">
    <w:name w:val="NT txt"/>
    <w:uiPriority w:val="99"/>
    <w:rsid w:val="009555C4"/>
    <w:pPr>
      <w:spacing w:line="220" w:lineRule="exact"/>
      <w:ind w:left="130" w:right="130" w:firstLine="840"/>
    </w:pPr>
    <w:rPr>
      <w:rFonts w:ascii="ITC Officina Sans Book" w:hAnsi="ITC Officina Sans Book"/>
      <w:sz w:val="18"/>
      <w:lang w:val="en-GB"/>
    </w:rPr>
  </w:style>
  <w:style w:type="paragraph" w:customStyle="1" w:styleId="ChartHead">
    <w:name w:val="Chart Head"/>
    <w:rsid w:val="009555C4"/>
    <w:pPr>
      <w:tabs>
        <w:tab w:val="left" w:pos="1751"/>
      </w:tabs>
      <w:spacing w:line="220" w:lineRule="exact"/>
      <w:ind w:left="120"/>
    </w:pPr>
    <w:rPr>
      <w:rFonts w:ascii="ITC Officina Sans Bold" w:hAnsi="ITC Officina Sans Bold"/>
      <w:color w:val="FFFFFF"/>
      <w:sz w:val="18"/>
      <w:lang w:val="en-GB"/>
    </w:rPr>
  </w:style>
  <w:style w:type="paragraph" w:customStyle="1" w:styleId="ChartText">
    <w:name w:val="Chart Text"/>
    <w:rsid w:val="009555C4"/>
    <w:pPr>
      <w:spacing w:after="100" w:line="220" w:lineRule="exact"/>
      <w:ind w:left="120"/>
    </w:pPr>
    <w:rPr>
      <w:rFonts w:ascii="ITC Officina Sans Bold" w:hAnsi="ITC Officina Sans Bold"/>
      <w:sz w:val="18"/>
      <w:lang w:val="en-GB"/>
    </w:rPr>
  </w:style>
  <w:style w:type="paragraph" w:customStyle="1" w:styleId="TFN">
    <w:name w:val="TFN"/>
    <w:rsid w:val="009555C4"/>
    <w:pPr>
      <w:spacing w:before="100" w:line="200" w:lineRule="exact"/>
      <w:ind w:left="120"/>
    </w:pPr>
    <w:rPr>
      <w:rFonts w:ascii="ITC Officina Sans Book" w:hAnsi="ITC Officina Sans Book"/>
      <w:sz w:val="16"/>
      <w:lang w:val="en-GB"/>
    </w:rPr>
  </w:style>
  <w:style w:type="paragraph" w:customStyle="1" w:styleId="TBCAP">
    <w:name w:val="TB_CAP"/>
    <w:rsid w:val="009555C4"/>
    <w:pPr>
      <w:tabs>
        <w:tab w:val="left" w:pos="1020"/>
      </w:tabs>
      <w:spacing w:line="200" w:lineRule="exact"/>
    </w:pPr>
    <w:rPr>
      <w:rFonts w:ascii="ITC Officina Sans Book" w:hAnsi="ITC Officina Sans Book"/>
      <w:sz w:val="18"/>
      <w:lang w:val="en-GB"/>
    </w:rPr>
  </w:style>
  <w:style w:type="paragraph" w:customStyle="1" w:styleId="Aexam">
    <w:name w:val="A+exam"/>
    <w:rsid w:val="009555C4"/>
    <w:pPr>
      <w:spacing w:after="130" w:line="260" w:lineRule="exact"/>
      <w:ind w:left="60"/>
    </w:pPr>
    <w:rPr>
      <w:rFonts w:ascii="ITC Officina Serif Bold" w:hAnsi="ITC Officina Serif Bold"/>
      <w:color w:val="820265"/>
      <w:lang w:val="en-GB"/>
    </w:rPr>
  </w:style>
  <w:style w:type="paragraph" w:customStyle="1" w:styleId="Exmtxt">
    <w:name w:val="Exm txt"/>
    <w:rsid w:val="009555C4"/>
    <w:pPr>
      <w:spacing w:line="220" w:lineRule="exact"/>
      <w:ind w:left="130" w:right="130" w:firstLine="1520"/>
    </w:pPr>
    <w:rPr>
      <w:rFonts w:ascii="ITC Officina Sans Book" w:hAnsi="ITC Officina Sans Book"/>
      <w:sz w:val="18"/>
      <w:lang w:val="en-GB"/>
    </w:rPr>
  </w:style>
  <w:style w:type="paragraph" w:customStyle="1" w:styleId="CAUtxt">
    <w:name w:val="CAU txt"/>
    <w:rsid w:val="009555C4"/>
    <w:pPr>
      <w:spacing w:line="220" w:lineRule="exact"/>
      <w:ind w:left="130" w:right="130" w:firstLine="1380"/>
    </w:pPr>
    <w:rPr>
      <w:rFonts w:ascii="ITC Officina Sans Book" w:hAnsi="ITC Officina Sans Book"/>
      <w:sz w:val="18"/>
      <w:lang w:val="en-GB"/>
    </w:rPr>
  </w:style>
  <w:style w:type="character" w:customStyle="1" w:styleId="10Sabonbold">
    <w:name w:val="10 Sabon bold"/>
    <w:uiPriority w:val="99"/>
    <w:rsid w:val="009555C4"/>
    <w:rPr>
      <w:rFonts w:ascii="B Sabon Bold" w:hAnsi="B Sabon Bold"/>
    </w:rPr>
  </w:style>
  <w:style w:type="character" w:customStyle="1" w:styleId="RQuesnumbers">
    <w:name w:val="R. Ques numbers"/>
    <w:aliases w:val=" 10 OS red"/>
    <w:rsid w:val="009555C4"/>
    <w:rPr>
      <w:rFonts w:ascii="ITC Officina Sans Bold" w:hAnsi="ITC Officina Sans Bold"/>
      <w:color w:val="820265"/>
    </w:rPr>
  </w:style>
  <w:style w:type="character" w:customStyle="1" w:styleId="FooterChar">
    <w:name w:val="Footer Char"/>
    <w:link w:val="Footer"/>
    <w:uiPriority w:val="99"/>
    <w:rsid w:val="009555C4"/>
    <w:rPr>
      <w:sz w:val="24"/>
      <w:lang w:eastAsia="ja-JP"/>
    </w:rPr>
  </w:style>
  <w:style w:type="table" w:styleId="TableGrid">
    <w:name w:val="Table Grid"/>
    <w:basedOn w:val="TableNormal"/>
    <w:uiPriority w:val="59"/>
    <w:rsid w:val="00955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12CAD"/>
    <w:pPr>
      <w:spacing w:before="100" w:beforeAutospacing="1" w:after="100" w:afterAutospacing="1" w:line="240" w:lineRule="auto"/>
    </w:pPr>
    <w:rPr>
      <w:szCs w:val="24"/>
      <w:lang w:eastAsia="en-US"/>
    </w:rPr>
  </w:style>
  <w:style w:type="character" w:customStyle="1" w:styleId="font18">
    <w:name w:val="font18"/>
    <w:basedOn w:val="DefaultParagraphFont"/>
    <w:rsid w:val="00812CAD"/>
  </w:style>
  <w:style w:type="character" w:customStyle="1" w:styleId="font11">
    <w:name w:val="font11"/>
    <w:basedOn w:val="DefaultParagraphFont"/>
    <w:rsid w:val="00812CAD"/>
  </w:style>
  <w:style w:type="character" w:customStyle="1" w:styleId="font10">
    <w:name w:val="font10"/>
    <w:basedOn w:val="DefaultParagraphFont"/>
    <w:rsid w:val="00812CAD"/>
  </w:style>
  <w:style w:type="character" w:customStyle="1" w:styleId="font5">
    <w:name w:val="font5"/>
    <w:basedOn w:val="DefaultParagraphFont"/>
    <w:rsid w:val="00812CAD"/>
  </w:style>
  <w:style w:type="character" w:customStyle="1" w:styleId="font27">
    <w:name w:val="font27"/>
    <w:basedOn w:val="DefaultParagraphFont"/>
    <w:rsid w:val="00812CAD"/>
  </w:style>
  <w:style w:type="character" w:customStyle="1" w:styleId="font7">
    <w:name w:val="font7"/>
    <w:basedOn w:val="DefaultParagraphFont"/>
    <w:rsid w:val="00812CAD"/>
  </w:style>
  <w:style w:type="character" w:customStyle="1" w:styleId="apple-converted-space">
    <w:name w:val="apple-converted-space"/>
    <w:basedOn w:val="DefaultParagraphFont"/>
    <w:rsid w:val="00812CAD"/>
  </w:style>
  <w:style w:type="character" w:customStyle="1" w:styleId="font20">
    <w:name w:val="font20"/>
    <w:basedOn w:val="DefaultParagraphFont"/>
    <w:rsid w:val="00812CAD"/>
  </w:style>
  <w:style w:type="character" w:customStyle="1" w:styleId="font4">
    <w:name w:val="font4"/>
    <w:basedOn w:val="DefaultParagraphFont"/>
    <w:rsid w:val="00812CAD"/>
  </w:style>
  <w:style w:type="character" w:customStyle="1" w:styleId="font13">
    <w:name w:val="font13"/>
    <w:basedOn w:val="DefaultParagraphFont"/>
    <w:rsid w:val="00812CAD"/>
  </w:style>
  <w:style w:type="character" w:customStyle="1" w:styleId="font16">
    <w:name w:val="font16"/>
    <w:basedOn w:val="DefaultParagraphFont"/>
    <w:rsid w:val="00812CAD"/>
  </w:style>
  <w:style w:type="character" w:customStyle="1" w:styleId="font8">
    <w:name w:val="font8"/>
    <w:basedOn w:val="DefaultParagraphFont"/>
    <w:rsid w:val="00812CAD"/>
  </w:style>
  <w:style w:type="character" w:customStyle="1" w:styleId="font6">
    <w:name w:val="font6"/>
    <w:basedOn w:val="DefaultParagraphFont"/>
    <w:rsid w:val="00812CAD"/>
  </w:style>
  <w:style w:type="character" w:customStyle="1" w:styleId="font26">
    <w:name w:val="font26"/>
    <w:basedOn w:val="DefaultParagraphFont"/>
    <w:rsid w:val="00812CAD"/>
  </w:style>
  <w:style w:type="character" w:customStyle="1" w:styleId="font15">
    <w:name w:val="font15"/>
    <w:basedOn w:val="DefaultParagraphFont"/>
    <w:rsid w:val="00812CAD"/>
  </w:style>
  <w:style w:type="character" w:customStyle="1" w:styleId="font12">
    <w:name w:val="font12"/>
    <w:basedOn w:val="DefaultParagraphFont"/>
    <w:rsid w:val="00812CAD"/>
  </w:style>
  <w:style w:type="character" w:customStyle="1" w:styleId="font9">
    <w:name w:val="font9"/>
    <w:basedOn w:val="DefaultParagraphFont"/>
    <w:rsid w:val="00812CAD"/>
  </w:style>
  <w:style w:type="character" w:customStyle="1" w:styleId="font22">
    <w:name w:val="font22"/>
    <w:basedOn w:val="DefaultParagraphFont"/>
    <w:rsid w:val="00812CAD"/>
  </w:style>
  <w:style w:type="character" w:customStyle="1" w:styleId="font3">
    <w:name w:val="font3"/>
    <w:basedOn w:val="DefaultParagraphFont"/>
    <w:rsid w:val="00812CAD"/>
  </w:style>
  <w:style w:type="character" w:customStyle="1" w:styleId="font0">
    <w:name w:val="font0"/>
    <w:basedOn w:val="DefaultParagraphFont"/>
    <w:rsid w:val="00812CAD"/>
  </w:style>
  <w:style w:type="character" w:customStyle="1" w:styleId="font25">
    <w:name w:val="font25"/>
    <w:basedOn w:val="DefaultParagraphFont"/>
    <w:rsid w:val="00812CAD"/>
  </w:style>
  <w:style w:type="character" w:customStyle="1" w:styleId="font23">
    <w:name w:val="font23"/>
    <w:basedOn w:val="DefaultParagraphFont"/>
    <w:rsid w:val="00812CAD"/>
  </w:style>
  <w:style w:type="character" w:customStyle="1" w:styleId="font21">
    <w:name w:val="font21"/>
    <w:basedOn w:val="DefaultParagraphFont"/>
    <w:rsid w:val="00812CAD"/>
  </w:style>
  <w:style w:type="character" w:customStyle="1" w:styleId="font1">
    <w:name w:val="font1"/>
    <w:basedOn w:val="DefaultParagraphFont"/>
    <w:rsid w:val="00812CAD"/>
  </w:style>
  <w:style w:type="character" w:customStyle="1" w:styleId="font24">
    <w:name w:val="font24"/>
    <w:basedOn w:val="DefaultParagraphFont"/>
    <w:rsid w:val="00812CAD"/>
  </w:style>
  <w:style w:type="character" w:customStyle="1" w:styleId="font2">
    <w:name w:val="font2"/>
    <w:basedOn w:val="DefaultParagraphFont"/>
    <w:rsid w:val="00812CAD"/>
  </w:style>
  <w:style w:type="character" w:customStyle="1" w:styleId="font17">
    <w:name w:val="font17"/>
    <w:basedOn w:val="DefaultParagraphFont"/>
    <w:rsid w:val="00812CAD"/>
  </w:style>
  <w:style w:type="character" w:customStyle="1" w:styleId="font19">
    <w:name w:val="font19"/>
    <w:basedOn w:val="DefaultParagraphFont"/>
    <w:rsid w:val="00812CAD"/>
  </w:style>
  <w:style w:type="character" w:customStyle="1" w:styleId="font28">
    <w:name w:val="font28"/>
    <w:basedOn w:val="DefaultParagraphFont"/>
    <w:rsid w:val="00812CAD"/>
  </w:style>
  <w:style w:type="paragraph" w:customStyle="1" w:styleId="CH-LO-TXchlearningobjtext">
    <w:name w:val="(CH-LO-TX) ch learning obj text"/>
    <w:basedOn w:val="Normal"/>
    <w:uiPriority w:val="99"/>
    <w:rsid w:val="00812CAD"/>
    <w:pPr>
      <w:widowControl w:val="0"/>
      <w:suppressAutoHyphens/>
      <w:autoSpaceDE w:val="0"/>
      <w:autoSpaceDN w:val="0"/>
      <w:adjustRightInd w:val="0"/>
      <w:spacing w:line="260" w:lineRule="atLeast"/>
      <w:ind w:left="600"/>
      <w:textAlignment w:val="center"/>
    </w:pPr>
    <w:rPr>
      <w:rFonts w:ascii="PalatinoLTStd-Light" w:hAnsi="PalatinoLTStd-Light" w:cs="PalatinoLTStd-Light"/>
      <w:color w:val="000000"/>
      <w:sz w:val="21"/>
      <w:szCs w:val="21"/>
      <w:lang w:eastAsia="en-US"/>
    </w:rPr>
  </w:style>
  <w:style w:type="character" w:customStyle="1" w:styleId="font30">
    <w:name w:val="font30"/>
    <w:basedOn w:val="DefaultParagraphFont"/>
    <w:rsid w:val="00812CAD"/>
  </w:style>
  <w:style w:type="character" w:customStyle="1" w:styleId="font31">
    <w:name w:val="font31"/>
    <w:basedOn w:val="DefaultParagraphFont"/>
    <w:rsid w:val="00812CAD"/>
  </w:style>
  <w:style w:type="character" w:customStyle="1" w:styleId="font14">
    <w:name w:val="font14"/>
    <w:basedOn w:val="DefaultParagraphFont"/>
    <w:rsid w:val="00812CAD"/>
  </w:style>
  <w:style w:type="character" w:customStyle="1" w:styleId="font29">
    <w:name w:val="font29"/>
    <w:basedOn w:val="DefaultParagraphFont"/>
    <w:rsid w:val="00812CAD"/>
  </w:style>
  <w:style w:type="character" w:customStyle="1" w:styleId="font32">
    <w:name w:val="font32"/>
    <w:basedOn w:val="DefaultParagraphFont"/>
    <w:rsid w:val="00812CAD"/>
  </w:style>
  <w:style w:type="character" w:customStyle="1" w:styleId="font33">
    <w:name w:val="font33"/>
    <w:basedOn w:val="DefaultParagraphFont"/>
    <w:rsid w:val="00812CAD"/>
  </w:style>
  <w:style w:type="character" w:customStyle="1" w:styleId="font34">
    <w:name w:val="font34"/>
    <w:basedOn w:val="DefaultParagraphFont"/>
    <w:rsid w:val="00812CAD"/>
  </w:style>
  <w:style w:type="character" w:customStyle="1" w:styleId="font41">
    <w:name w:val="font41"/>
    <w:rsid w:val="00812CAD"/>
    <w:rPr>
      <w:rFonts w:ascii="Microsoft Sans Serif" w:hAnsi="Microsoft Sans Serif" w:cs="Microsoft Sans Serif" w:hint="default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CAD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99"/>
    <w:qFormat/>
    <w:rsid w:val="00BC13EE"/>
    <w:pPr>
      <w:ind w:left="720"/>
      <w:contextualSpacing/>
    </w:pPr>
  </w:style>
  <w:style w:type="paragraph" w:customStyle="1" w:styleId="Text">
    <w:name w:val="Text"/>
    <w:basedOn w:val="Normal"/>
    <w:link w:val="TextChar"/>
    <w:uiPriority w:val="99"/>
    <w:rsid w:val="00201333"/>
    <w:pPr>
      <w:spacing w:before="160" w:line="360" w:lineRule="auto"/>
      <w:jc w:val="both"/>
    </w:pPr>
    <w:rPr>
      <w:sz w:val="22"/>
      <w:lang w:eastAsia="en-US"/>
    </w:rPr>
  </w:style>
  <w:style w:type="paragraph" w:customStyle="1" w:styleId="Bullet">
    <w:name w:val="Bullet"/>
    <w:basedOn w:val="Normal"/>
    <w:rsid w:val="00201333"/>
    <w:pPr>
      <w:numPr>
        <w:numId w:val="3"/>
      </w:numPr>
    </w:pPr>
  </w:style>
  <w:style w:type="paragraph" w:styleId="Caption">
    <w:name w:val="caption"/>
    <w:basedOn w:val="Normal"/>
    <w:uiPriority w:val="99"/>
    <w:qFormat/>
    <w:rsid w:val="00CC44BF"/>
    <w:pPr>
      <w:spacing w:before="480" w:after="80" w:line="360" w:lineRule="auto"/>
    </w:pPr>
    <w:rPr>
      <w:rFonts w:ascii="Helvetica" w:hAnsi="Helvetica" w:cs="Helvetica"/>
      <w:b/>
      <w:bCs/>
      <w:szCs w:val="24"/>
      <w:lang w:eastAsia="en-US"/>
    </w:rPr>
  </w:style>
  <w:style w:type="paragraph" w:customStyle="1" w:styleId="Chapterintro">
    <w:name w:val="Chapter intro"/>
    <w:basedOn w:val="Normal"/>
    <w:uiPriority w:val="99"/>
    <w:rsid w:val="00CC44BF"/>
    <w:pPr>
      <w:spacing w:before="120" w:line="360" w:lineRule="auto"/>
    </w:pPr>
    <w:rPr>
      <w:rFonts w:ascii="Times" w:hAnsi="Times" w:cs="Times"/>
      <w:szCs w:val="24"/>
      <w:lang w:eastAsia="en-US"/>
    </w:rPr>
  </w:style>
  <w:style w:type="character" w:customStyle="1" w:styleId="TextChar">
    <w:name w:val="Text Char"/>
    <w:basedOn w:val="DefaultParagraphFont"/>
    <w:link w:val="Text"/>
    <w:uiPriority w:val="99"/>
    <w:locked/>
    <w:rsid w:val="00CC44BF"/>
    <w:rPr>
      <w:sz w:val="22"/>
    </w:rPr>
  </w:style>
  <w:style w:type="character" w:customStyle="1" w:styleId="KTChar">
    <w:name w:val="KT Char"/>
    <w:basedOn w:val="TextChar"/>
    <w:uiPriority w:val="99"/>
    <w:locked/>
    <w:rsid w:val="00CC44BF"/>
    <w:rPr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EF26D5"/>
    <w:rPr>
      <w:rFonts w:cs="Times New Roman"/>
      <w:vertAlign w:val="superscript"/>
    </w:rPr>
  </w:style>
  <w:style w:type="paragraph" w:customStyle="1" w:styleId="Tiptext">
    <w:name w:val="Tip text"/>
    <w:basedOn w:val="Normal"/>
    <w:uiPriority w:val="99"/>
    <w:rsid w:val="001A3FED"/>
    <w:pPr>
      <w:spacing w:before="60" w:line="240" w:lineRule="auto"/>
    </w:pPr>
    <w:rPr>
      <w:rFonts w:ascii="Times" w:hAnsi="Times" w:cs="Times"/>
      <w:szCs w:val="24"/>
      <w:lang w:eastAsia="en-US"/>
    </w:rPr>
  </w:style>
  <w:style w:type="paragraph" w:customStyle="1" w:styleId="TipsHead">
    <w:name w:val="Tips Head"/>
    <w:basedOn w:val="NormalWeb"/>
    <w:uiPriority w:val="99"/>
    <w:rsid w:val="001A3FED"/>
    <w:pPr>
      <w:spacing w:before="0" w:beforeAutospacing="0" w:after="60" w:afterAutospacing="0" w:line="360" w:lineRule="auto"/>
    </w:pPr>
    <w:rPr>
      <w:rFonts w:ascii="Helvetica" w:hAnsi="Helvetica" w:cs="Helvetica"/>
      <w:b/>
      <w:bCs/>
    </w:rPr>
  </w:style>
  <w:style w:type="paragraph" w:customStyle="1" w:styleId="ListNumber1">
    <w:name w:val="List Number1"/>
    <w:basedOn w:val="Normal"/>
    <w:rsid w:val="004A762E"/>
    <w:pPr>
      <w:ind w:left="360" w:hanging="360"/>
      <w:jc w:val="both"/>
    </w:pPr>
    <w:rPr>
      <w:sz w:val="22"/>
      <w:lang w:eastAsia="en-US"/>
    </w:rPr>
  </w:style>
  <w:style w:type="paragraph" w:customStyle="1" w:styleId="Boxtext">
    <w:name w:val="Box text"/>
    <w:basedOn w:val="Normal"/>
    <w:uiPriority w:val="99"/>
    <w:rsid w:val="00276AAB"/>
    <w:pPr>
      <w:spacing w:before="60" w:after="60" w:line="240" w:lineRule="auto"/>
    </w:pPr>
    <w:rPr>
      <w:rFonts w:ascii="Times" w:hAnsi="Times" w:cs="Times"/>
      <w:szCs w:val="24"/>
      <w:lang w:val="en-GB" w:eastAsia="en-US"/>
    </w:rPr>
  </w:style>
  <w:style w:type="paragraph" w:customStyle="1" w:styleId="Boxnumberlist">
    <w:name w:val="Box number list"/>
    <w:basedOn w:val="Boxtext"/>
    <w:next w:val="Boxtext"/>
    <w:uiPriority w:val="99"/>
    <w:rsid w:val="00276AAB"/>
    <w:pPr>
      <w:numPr>
        <w:numId w:val="5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2137F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7F9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customStyle="1" w:styleId="FigureRef">
    <w:name w:val="Figure_Ref"/>
    <w:basedOn w:val="Normal"/>
    <w:next w:val="Normal"/>
    <w:qFormat/>
    <w:rsid w:val="002137F9"/>
    <w:pPr>
      <w:keepNext/>
      <w:spacing w:before="240" w:after="60"/>
      <w:outlineLvl w:val="3"/>
    </w:pPr>
    <w:rPr>
      <w:rFonts w:ascii="Calibri" w:hAnsi="Calibri"/>
      <w:b/>
      <w:bCs/>
      <w:color w:val="FF0000"/>
      <w:szCs w:val="28"/>
    </w:rPr>
  </w:style>
  <w:style w:type="paragraph" w:customStyle="1" w:styleId="Table">
    <w:name w:val="Table"/>
    <w:basedOn w:val="FigureRef"/>
    <w:qFormat/>
    <w:rsid w:val="006D4921"/>
    <w:rPr>
      <w:color w:val="70AD47" w:themeColor="accent6"/>
    </w:rPr>
  </w:style>
  <w:style w:type="paragraph" w:customStyle="1" w:styleId="EOCAHd">
    <w:name w:val="EOC A Hd"/>
    <w:basedOn w:val="EndofChapterHeadA"/>
    <w:link w:val="EOCAHdChar"/>
    <w:qFormat/>
    <w:rsid w:val="00D824D0"/>
    <w:pPr>
      <w:numPr>
        <w:numId w:val="4"/>
      </w:numPr>
    </w:pPr>
  </w:style>
  <w:style w:type="character" w:customStyle="1" w:styleId="Heading1Char">
    <w:name w:val="Heading 1 Char"/>
    <w:basedOn w:val="DefaultParagraphFont"/>
    <w:link w:val="Heading1"/>
    <w:rsid w:val="00D824D0"/>
    <w:rPr>
      <w:rFonts w:ascii="Arial" w:hAnsi="Arial" w:cs="Arial"/>
      <w:b/>
      <w:bCs/>
      <w:kern w:val="32"/>
      <w:sz w:val="32"/>
      <w:szCs w:val="32"/>
      <w:lang w:eastAsia="ja-JP"/>
    </w:rPr>
  </w:style>
  <w:style w:type="character" w:customStyle="1" w:styleId="HeadAChar">
    <w:name w:val="Head A Char"/>
    <w:basedOn w:val="Heading1Char"/>
    <w:link w:val="HeadA"/>
    <w:rsid w:val="00D824D0"/>
    <w:rPr>
      <w:rFonts w:ascii="Arial" w:hAnsi="Arial" w:cs="Arial"/>
      <w:b w:val="0"/>
      <w:bCs/>
      <w:noProof/>
      <w:kern w:val="32"/>
      <w:sz w:val="28"/>
      <w:szCs w:val="32"/>
      <w:lang w:eastAsia="ja-JP"/>
    </w:rPr>
  </w:style>
  <w:style w:type="character" w:customStyle="1" w:styleId="EndofChapterHeadAChar">
    <w:name w:val="End of Chapter Head A Char"/>
    <w:basedOn w:val="HeadAChar"/>
    <w:link w:val="EndofChapterHeadA"/>
    <w:rsid w:val="00D824D0"/>
    <w:rPr>
      <w:rFonts w:ascii="Arial" w:hAnsi="Arial" w:cs="Arial"/>
      <w:b w:val="0"/>
      <w:bCs/>
      <w:noProof/>
      <w:kern w:val="32"/>
      <w:sz w:val="28"/>
      <w:szCs w:val="32"/>
      <w:lang w:eastAsia="ja-JP"/>
    </w:rPr>
  </w:style>
  <w:style w:type="character" w:customStyle="1" w:styleId="EOCAHdChar">
    <w:name w:val="EOC A Hd Char"/>
    <w:basedOn w:val="EndofChapterHeadAChar"/>
    <w:link w:val="EOCAHd"/>
    <w:rsid w:val="00D824D0"/>
    <w:rPr>
      <w:rFonts w:ascii="Arial" w:hAnsi="Arial" w:cs="Arial"/>
      <w:b w:val="0"/>
      <w:bCs/>
      <w:noProof/>
      <w:kern w:val="32"/>
      <w:sz w:val="28"/>
      <w:szCs w:val="32"/>
      <w:lang w:eastAsia="ja-JP"/>
    </w:rPr>
  </w:style>
  <w:style w:type="paragraph" w:customStyle="1" w:styleId="NoParagraphStyle">
    <w:name w:val="[No Paragraph Style]"/>
    <w:rsid w:val="00504C5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IN"/>
    </w:rPr>
  </w:style>
  <w:style w:type="paragraph" w:customStyle="1" w:styleId="LAB-CN">
    <w:name w:val="LAB-CN"/>
    <w:basedOn w:val="NoParagraphStyle"/>
    <w:uiPriority w:val="99"/>
    <w:rsid w:val="00504C5D"/>
    <w:pPr>
      <w:jc w:val="center"/>
    </w:pPr>
    <w:rPr>
      <w:rFonts w:ascii="OfficinaSans-Bold" w:hAnsi="OfficinaSans-Bold" w:cs="OfficinaSans-Bold"/>
      <w:b/>
      <w:bCs/>
      <w:caps/>
      <w:color w:val="FFFFFF"/>
      <w:spacing w:val="24"/>
      <w:lang w:val="en-GB"/>
    </w:rPr>
  </w:style>
  <w:style w:type="paragraph" w:customStyle="1" w:styleId="LAB-CT">
    <w:name w:val="LAB-CT"/>
    <w:basedOn w:val="NoParagraphStyle"/>
    <w:uiPriority w:val="99"/>
    <w:rsid w:val="00504C5D"/>
    <w:pPr>
      <w:spacing w:before="520" w:after="260" w:line="620" w:lineRule="atLeast"/>
    </w:pPr>
    <w:rPr>
      <w:rFonts w:ascii="OfficinaSerif-Bold" w:hAnsi="OfficinaSerif-Bold" w:cs="OfficinaSerif-Bold"/>
      <w:b/>
      <w:bCs/>
      <w:sz w:val="50"/>
      <w:szCs w:val="50"/>
      <w:lang w:val="en-GB"/>
    </w:rPr>
  </w:style>
  <w:style w:type="paragraph" w:customStyle="1" w:styleId="LAB-OBJH">
    <w:name w:val="LAB-OBJH"/>
    <w:basedOn w:val="NoParagraphStyle"/>
    <w:uiPriority w:val="99"/>
    <w:rsid w:val="00504C5D"/>
    <w:pPr>
      <w:spacing w:after="220" w:line="260" w:lineRule="atLeast"/>
    </w:pPr>
    <w:rPr>
      <w:rFonts w:ascii="OfficinaSerif-Bold" w:hAnsi="OfficinaSerif-Bold" w:cs="OfficinaSerif-Bold"/>
      <w:b/>
      <w:bCs/>
      <w:sz w:val="20"/>
      <w:szCs w:val="20"/>
      <w:lang w:val="en-GB"/>
    </w:rPr>
  </w:style>
  <w:style w:type="paragraph" w:customStyle="1" w:styleId="H1">
    <w:name w:val="H1"/>
    <w:basedOn w:val="NoParagraphStyle"/>
    <w:uiPriority w:val="99"/>
    <w:rsid w:val="00504C5D"/>
    <w:pPr>
      <w:pBdr>
        <w:bottom w:val="single" w:sz="6" w:space="2" w:color="000000"/>
      </w:pBdr>
      <w:spacing w:before="520" w:after="260" w:line="260" w:lineRule="atLeast"/>
    </w:pPr>
    <w:rPr>
      <w:rFonts w:ascii="OfficinaSans-BoldItalic" w:hAnsi="OfficinaSans-BoldItalic" w:cs="OfficinaSans-BoldItalic"/>
      <w:b/>
      <w:bCs/>
      <w:i/>
      <w:iCs/>
      <w:caps/>
      <w:sz w:val="32"/>
      <w:szCs w:val="32"/>
      <w:lang w:val="en-GB"/>
    </w:rPr>
  </w:style>
  <w:style w:type="paragraph" w:customStyle="1" w:styleId="H2">
    <w:name w:val="H2"/>
    <w:basedOn w:val="NoParagraphStyle"/>
    <w:uiPriority w:val="99"/>
    <w:rsid w:val="00504C5D"/>
    <w:pPr>
      <w:spacing w:before="260" w:after="60" w:line="260" w:lineRule="atLeast"/>
    </w:pPr>
    <w:rPr>
      <w:rFonts w:ascii="OfficinaSans-Bold" w:hAnsi="OfficinaSans-Bold" w:cs="OfficinaSans-Bold"/>
      <w:b/>
      <w:bCs/>
      <w:caps/>
      <w:spacing w:val="18"/>
      <w:lang w:val="en-GB"/>
    </w:rPr>
  </w:style>
  <w:style w:type="paragraph" w:customStyle="1" w:styleId="TXFL0">
    <w:name w:val="TX_FL"/>
    <w:basedOn w:val="Normal"/>
    <w:uiPriority w:val="99"/>
    <w:rsid w:val="00504C5D"/>
    <w:pPr>
      <w:widowControl w:val="0"/>
      <w:autoSpaceDE w:val="0"/>
      <w:autoSpaceDN w:val="0"/>
      <w:adjustRightInd w:val="0"/>
      <w:spacing w:after="60" w:line="260" w:lineRule="atLeast"/>
      <w:ind w:left="1320"/>
      <w:textAlignment w:val="center"/>
    </w:pPr>
    <w:rPr>
      <w:rFonts w:ascii="Sabon-Roman" w:hAnsi="Sabon-Roman" w:cs="Sabon-Roman"/>
      <w:color w:val="000000"/>
      <w:sz w:val="20"/>
      <w:lang w:val="en-GB" w:eastAsia="en-IN"/>
    </w:rPr>
  </w:style>
  <w:style w:type="paragraph" w:customStyle="1" w:styleId="TIME">
    <w:name w:val="TIME"/>
    <w:basedOn w:val="NoParagraphStyle"/>
    <w:uiPriority w:val="99"/>
    <w:rsid w:val="00504C5D"/>
    <w:pPr>
      <w:pBdr>
        <w:bottom w:val="single" w:sz="96" w:space="0" w:color="000000"/>
      </w:pBdr>
      <w:spacing w:before="140" w:after="420" w:line="260" w:lineRule="atLeast"/>
      <w:jc w:val="center"/>
    </w:pPr>
    <w:rPr>
      <w:rFonts w:ascii="OfficinaSans-Bold" w:hAnsi="OfficinaSans-Bold" w:cs="OfficinaSans-Bold"/>
      <w:b/>
      <w:bCs/>
      <w:caps/>
      <w:color w:val="FFFFFF"/>
      <w:position w:val="-6"/>
      <w:sz w:val="18"/>
      <w:szCs w:val="18"/>
      <w:lang w:val="en-GB"/>
    </w:rPr>
  </w:style>
  <w:style w:type="paragraph" w:customStyle="1" w:styleId="Activity">
    <w:name w:val="Activity"/>
    <w:basedOn w:val="NoParagraphStyle"/>
    <w:uiPriority w:val="99"/>
    <w:rsid w:val="00504C5D"/>
    <w:pPr>
      <w:pBdr>
        <w:top w:val="single" w:sz="96" w:space="0" w:color="000000"/>
      </w:pBdr>
      <w:tabs>
        <w:tab w:val="left" w:pos="513"/>
      </w:tabs>
      <w:spacing w:after="160" w:line="260" w:lineRule="atLeast"/>
      <w:ind w:left="400"/>
    </w:pPr>
    <w:rPr>
      <w:rFonts w:ascii="OfficinaSerif-Bold" w:hAnsi="OfficinaSerif-Bold" w:cs="OfficinaSerif-Bold"/>
      <w:b/>
      <w:bCs/>
      <w:sz w:val="20"/>
      <w:szCs w:val="20"/>
      <w:lang w:val="en-GB"/>
    </w:rPr>
  </w:style>
  <w:style w:type="paragraph" w:customStyle="1" w:styleId="H3">
    <w:name w:val="H3"/>
    <w:basedOn w:val="NoParagraphStyle"/>
    <w:uiPriority w:val="99"/>
    <w:rsid w:val="00504C5D"/>
    <w:pPr>
      <w:spacing w:before="260" w:after="60" w:line="220" w:lineRule="atLeast"/>
    </w:pPr>
    <w:rPr>
      <w:rFonts w:ascii="OfficinaSans-Bold" w:hAnsi="OfficinaSans-Bold" w:cs="OfficinaSans-Bold"/>
      <w:b/>
      <w:bCs/>
      <w:caps/>
      <w:spacing w:val="15"/>
      <w:sz w:val="20"/>
      <w:szCs w:val="20"/>
      <w:lang w:val="en-GB"/>
    </w:rPr>
  </w:style>
  <w:style w:type="paragraph" w:customStyle="1" w:styleId="RHVCT0">
    <w:name w:val="RHV/CT"/>
    <w:basedOn w:val="NoParagraphStyle"/>
    <w:uiPriority w:val="99"/>
    <w:rsid w:val="00504C5D"/>
    <w:rPr>
      <w:rFonts w:ascii="OfficinaSans-Bold" w:hAnsi="OfficinaSans-Bold" w:cs="OfficinaSans-Bold"/>
      <w:b/>
      <w:bCs/>
      <w:position w:val="-2"/>
      <w:sz w:val="18"/>
      <w:szCs w:val="18"/>
      <w:lang w:val="en-GB"/>
    </w:rPr>
  </w:style>
  <w:style w:type="paragraph" w:customStyle="1" w:styleId="FGcredit">
    <w:name w:val="FG_credit"/>
    <w:basedOn w:val="NoParagraphStyle"/>
    <w:uiPriority w:val="99"/>
    <w:rsid w:val="00504C5D"/>
    <w:pPr>
      <w:tabs>
        <w:tab w:val="left" w:pos="1020"/>
      </w:tabs>
      <w:jc w:val="right"/>
    </w:pPr>
    <w:rPr>
      <w:rFonts w:ascii="UniversLTStd-LightCn" w:hAnsi="UniversLTStd-LightCn" w:cs="UniversLTStd-LightCn"/>
      <w:sz w:val="12"/>
      <w:szCs w:val="12"/>
    </w:rPr>
  </w:style>
  <w:style w:type="paragraph" w:customStyle="1" w:styleId="NTtxt0">
    <w:name w:val="NT_txt"/>
    <w:basedOn w:val="NoParagraphStyle"/>
    <w:uiPriority w:val="99"/>
    <w:rsid w:val="00504C5D"/>
    <w:pPr>
      <w:spacing w:line="220" w:lineRule="atLeast"/>
      <w:ind w:left="130" w:right="130" w:firstLine="840"/>
    </w:pPr>
    <w:rPr>
      <w:rFonts w:ascii="OfficinaSans-Book" w:hAnsi="OfficinaSans-Book" w:cs="OfficinaSans-Book"/>
      <w:sz w:val="18"/>
      <w:szCs w:val="18"/>
      <w:lang w:val="en-GB"/>
    </w:rPr>
  </w:style>
  <w:style w:type="paragraph" w:customStyle="1" w:styleId="TB0">
    <w:name w:val="TB"/>
    <w:basedOn w:val="NoParagraphStyle"/>
    <w:uiPriority w:val="99"/>
    <w:rsid w:val="00504C5D"/>
    <w:pPr>
      <w:tabs>
        <w:tab w:val="left" w:pos="4158"/>
      </w:tabs>
      <w:spacing w:after="98" w:line="215" w:lineRule="atLeast"/>
    </w:pPr>
    <w:rPr>
      <w:rFonts w:ascii="OfficinaSans-Bold" w:hAnsi="OfficinaSans-Bold" w:cs="OfficinaSans-Bold"/>
      <w:b/>
      <w:bCs/>
      <w:w w:val="102"/>
      <w:sz w:val="18"/>
      <w:szCs w:val="18"/>
      <w:lang w:val="en-GB"/>
    </w:rPr>
  </w:style>
  <w:style w:type="paragraph" w:customStyle="1" w:styleId="TCH">
    <w:name w:val="TCH"/>
    <w:basedOn w:val="TB0"/>
    <w:uiPriority w:val="99"/>
    <w:rsid w:val="00504C5D"/>
    <w:pPr>
      <w:tabs>
        <w:tab w:val="clear" w:pos="4158"/>
        <w:tab w:val="left" w:pos="3605"/>
      </w:tabs>
      <w:spacing w:after="162"/>
    </w:pPr>
    <w:rPr>
      <w:color w:val="FFFFFF"/>
    </w:rPr>
  </w:style>
  <w:style w:type="character" w:customStyle="1" w:styleId="BOLD">
    <w:name w:val="BOLD"/>
    <w:uiPriority w:val="99"/>
    <w:rsid w:val="00504C5D"/>
    <w:rPr>
      <w:b/>
    </w:rPr>
  </w:style>
  <w:style w:type="character" w:customStyle="1" w:styleId="Italic">
    <w:name w:val="Italic"/>
    <w:uiPriority w:val="99"/>
    <w:rsid w:val="00504C5D"/>
    <w:rPr>
      <w:i/>
    </w:rPr>
  </w:style>
  <w:style w:type="character" w:customStyle="1" w:styleId="BOLDITAL">
    <w:name w:val="BOLD_ITAL"/>
    <w:uiPriority w:val="99"/>
    <w:rsid w:val="00504C5D"/>
    <w:rPr>
      <w:b/>
      <w:i/>
    </w:rPr>
  </w:style>
  <w:style w:type="paragraph" w:customStyle="1" w:styleId="NLM">
    <w:name w:val="NLM"/>
    <w:basedOn w:val="Normal"/>
    <w:uiPriority w:val="99"/>
    <w:rsid w:val="00504C5D"/>
    <w:pPr>
      <w:widowControl w:val="0"/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380"/>
        <w:tab w:val="left" w:pos="7920"/>
        <w:tab w:val="left" w:pos="864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120" w:line="260" w:lineRule="atLeast"/>
      <w:ind w:left="500" w:hanging="260"/>
      <w:jc w:val="both"/>
      <w:textAlignment w:val="center"/>
    </w:pPr>
    <w:rPr>
      <w:rFonts w:ascii="StoneSerifStd-Medium" w:hAnsi="StoneSerifStd-Medium" w:cs="StoneSerifStd-Medium"/>
      <w:color w:val="000000"/>
      <w:sz w:val="20"/>
      <w:lang w:eastAsia="en-US"/>
    </w:rPr>
  </w:style>
  <w:style w:type="paragraph" w:customStyle="1" w:styleId="TX2">
    <w:name w:val="TX2"/>
    <w:basedOn w:val="Normal"/>
    <w:uiPriority w:val="99"/>
    <w:rsid w:val="00504C5D"/>
    <w:pPr>
      <w:widowControl w:val="0"/>
      <w:tabs>
        <w:tab w:val="left" w:pos="240"/>
      </w:tabs>
      <w:autoSpaceDE w:val="0"/>
      <w:autoSpaceDN w:val="0"/>
      <w:adjustRightInd w:val="0"/>
      <w:spacing w:line="240" w:lineRule="atLeast"/>
      <w:ind w:firstLine="240"/>
      <w:jc w:val="both"/>
      <w:textAlignment w:val="center"/>
    </w:pPr>
    <w:rPr>
      <w:rFonts w:ascii="SabonLTStd-Roman" w:hAnsi="SabonLTStd-Roman" w:cs="SabonLTStd-Roman"/>
      <w:color w:val="000000"/>
      <w:sz w:val="19"/>
      <w:szCs w:val="19"/>
      <w:lang w:eastAsia="en-US"/>
    </w:rPr>
  </w:style>
  <w:style w:type="paragraph" w:customStyle="1" w:styleId="RHRCT">
    <w:name w:val="RHR/CT"/>
    <w:basedOn w:val="NoParagraphStyle"/>
    <w:uiPriority w:val="99"/>
    <w:rsid w:val="00E70EEA"/>
    <w:pPr>
      <w:jc w:val="right"/>
    </w:pPr>
    <w:rPr>
      <w:rFonts w:ascii="OfficinaSans-Bold" w:hAnsi="OfficinaSans-Bold" w:cs="OfficinaSans-Bold"/>
      <w:b/>
      <w:bCs/>
      <w:position w:val="-2"/>
      <w:sz w:val="18"/>
      <w:szCs w:val="18"/>
      <w:lang w:val="en-GB"/>
    </w:rPr>
  </w:style>
  <w:style w:type="paragraph" w:customStyle="1" w:styleId="LWOL">
    <w:name w:val="LWOL"/>
    <w:basedOn w:val="NoParagraphStyle"/>
    <w:uiPriority w:val="99"/>
    <w:rsid w:val="00E70EEA"/>
    <w:pPr>
      <w:pBdr>
        <w:bottom w:val="single" w:sz="8" w:space="2" w:color="000000"/>
      </w:pBdr>
      <w:spacing w:after="220" w:line="260" w:lineRule="atLeast"/>
      <w:ind w:left="1531" w:hanging="240"/>
    </w:pPr>
    <w:rPr>
      <w:rFonts w:ascii="Sabon-Roman" w:hAnsi="Sabon-Roman" w:cs="Sabon-Roman"/>
      <w:sz w:val="20"/>
      <w:szCs w:val="20"/>
      <w:lang w:val="en-GB"/>
    </w:rPr>
  </w:style>
  <w:style w:type="paragraph" w:customStyle="1" w:styleId="LBL">
    <w:name w:val="LBL"/>
    <w:basedOn w:val="NoParagraphStyle"/>
    <w:uiPriority w:val="99"/>
    <w:rsid w:val="00E70EEA"/>
    <w:pPr>
      <w:spacing w:after="60" w:line="260" w:lineRule="atLeast"/>
      <w:ind w:left="1860" w:hanging="240"/>
    </w:pPr>
    <w:rPr>
      <w:rFonts w:ascii="Sabon-Roman" w:hAnsi="Sabon-Roman" w:cs="Sabon-Roman"/>
      <w:sz w:val="20"/>
      <w:szCs w:val="20"/>
      <w:lang w:val="en-GB"/>
    </w:rPr>
  </w:style>
  <w:style w:type="paragraph" w:customStyle="1" w:styleId="Sum10">
    <w:name w:val="Sum 1"/>
    <w:basedOn w:val="NoParagraphStyle"/>
    <w:uiPriority w:val="99"/>
    <w:rsid w:val="00E70EEA"/>
    <w:pPr>
      <w:spacing w:after="120" w:line="260" w:lineRule="atLeast"/>
      <w:ind w:left="1800" w:hanging="240"/>
    </w:pPr>
    <w:rPr>
      <w:rFonts w:ascii="Sabon-Roman" w:hAnsi="Sabon-Roman" w:cs="Sabon-Roman"/>
      <w:sz w:val="20"/>
      <w:szCs w:val="20"/>
      <w:lang w:val="en-GB"/>
    </w:rPr>
  </w:style>
  <w:style w:type="paragraph" w:customStyle="1" w:styleId="TT">
    <w:name w:val="TT"/>
    <w:basedOn w:val="NoParagraphStyle"/>
    <w:uiPriority w:val="99"/>
    <w:rsid w:val="00E70EEA"/>
    <w:pPr>
      <w:tabs>
        <w:tab w:val="left" w:pos="1020"/>
      </w:tabs>
      <w:spacing w:before="170"/>
    </w:pPr>
    <w:rPr>
      <w:rFonts w:ascii="OfficinaSans-Book" w:hAnsi="OfficinaSans-Book" w:cs="OfficinaSans-Book"/>
      <w:sz w:val="18"/>
      <w:szCs w:val="18"/>
      <w:lang w:val="en-GB"/>
    </w:rPr>
  </w:style>
  <w:style w:type="character" w:customStyle="1" w:styleId="Folio0">
    <w:name w:val="Folio"/>
    <w:uiPriority w:val="99"/>
    <w:rsid w:val="00E70EEA"/>
    <w:rPr>
      <w:rFonts w:ascii="OfficinaSans-Bold" w:hAnsi="OfficinaSans-Bold"/>
      <w:b/>
      <w:color w:val="000000"/>
      <w:spacing w:val="0"/>
      <w:w w:val="100"/>
      <w:position w:val="0"/>
      <w:sz w:val="18"/>
      <w:u w:val="none"/>
      <w:vertAlign w:val="baseline"/>
      <w:em w:val="none"/>
      <w:lang w:val="en-GB" w:eastAsia="x-none"/>
    </w:rPr>
  </w:style>
  <w:style w:type="character" w:customStyle="1" w:styleId="ITAL">
    <w:name w:val="ITAL"/>
    <w:uiPriority w:val="99"/>
    <w:rsid w:val="00E70EEA"/>
    <w:rPr>
      <w:i/>
    </w:rPr>
  </w:style>
  <w:style w:type="character" w:customStyle="1" w:styleId="LABNO">
    <w:name w:val="LAB_NO"/>
    <w:uiPriority w:val="99"/>
    <w:rsid w:val="00E70EEA"/>
    <w:rPr>
      <w:rFonts w:ascii="Sabon-Bold" w:hAnsi="Sabon-Bold"/>
      <w:b/>
      <w:color w:val="000000"/>
      <w:spacing w:val="0"/>
      <w:w w:val="100"/>
      <w:position w:val="0"/>
      <w:sz w:val="20"/>
      <w:u w:val="none"/>
      <w:vertAlign w:val="baseline"/>
      <w:em w:val="none"/>
      <w:lang w:val="en-US" w:eastAsia="x-none"/>
    </w:rPr>
  </w:style>
  <w:style w:type="character" w:customStyle="1" w:styleId="LFGN">
    <w:name w:val="LFGN"/>
    <w:uiPriority w:val="99"/>
    <w:rsid w:val="00E70EEA"/>
    <w:rPr>
      <w:rFonts w:ascii="OfficinaSans-Bold" w:hAnsi="OfficinaSans-Bold"/>
      <w:b/>
      <w:color w:val="000000"/>
      <w:spacing w:val="0"/>
      <w:w w:val="100"/>
      <w:position w:val="0"/>
      <w:sz w:val="18"/>
      <w:u w:val="none"/>
      <w:vertAlign w:val="baseline"/>
      <w:em w:val="none"/>
      <w:lang w:val="en-GB" w:eastAsia="x-none"/>
    </w:rPr>
  </w:style>
  <w:style w:type="character" w:customStyle="1" w:styleId="TN">
    <w:name w:val="TN"/>
    <w:uiPriority w:val="99"/>
    <w:rsid w:val="00E70EEA"/>
    <w:rPr>
      <w:rFonts w:ascii="OfficinaSans-Bold" w:hAnsi="OfficinaSans-Bold"/>
      <w:b/>
      <w:color w:val="000000"/>
      <w:spacing w:val="0"/>
      <w:w w:val="100"/>
      <w:position w:val="0"/>
      <w:sz w:val="18"/>
      <w:u w:val="none"/>
      <w:vertAlign w:val="baseline"/>
      <w:em w:val="none"/>
      <w:lang w:val="en-GB" w:eastAsia="x-none"/>
    </w:rPr>
  </w:style>
  <w:style w:type="paragraph" w:customStyle="1" w:styleId="ColorfulList-Accent11">
    <w:name w:val="Colorful List - Accent 11"/>
    <w:basedOn w:val="Normal"/>
    <w:uiPriority w:val="99"/>
    <w:qFormat/>
    <w:rsid w:val="00C0593A"/>
    <w:pPr>
      <w:spacing w:after="200" w:line="276" w:lineRule="auto"/>
      <w:ind w:left="720"/>
      <w:contextualSpacing/>
    </w:pPr>
    <w:rPr>
      <w:rFonts w:ascii="Times" w:eastAsia="Calibri" w:hAnsi="Times"/>
      <w:szCs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2BEA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semiHidden/>
    <w:rsid w:val="00F92601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ill%20Batistick\Application%20Data\Microsoft\Templates\Networ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Network.dot</Template>
  <TotalTime>2288</TotalTime>
  <Pages>1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placeholder</vt:lpstr>
    </vt:vector>
  </TitlesOfParts>
  <Company/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placeholder</dc:title>
  <dc:subject/>
  <dc:creator>Jean Andrews</dc:creator>
  <cp:keywords/>
  <dc:description/>
  <cp:lastModifiedBy>Dan Seiter</cp:lastModifiedBy>
  <cp:revision>102</cp:revision>
  <cp:lastPrinted>2019-02-05T23:07:00Z</cp:lastPrinted>
  <dcterms:created xsi:type="dcterms:W3CDTF">2018-10-19T19:09:00Z</dcterms:created>
  <dcterms:modified xsi:type="dcterms:W3CDTF">2019-02-06T15:23:00Z</dcterms:modified>
</cp:coreProperties>
</file>